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59622" w14:textId="77777777" w:rsidR="00817603" w:rsidRPr="003C5192" w:rsidRDefault="00817603" w:rsidP="003C5192">
      <w:pPr>
        <w:rPr>
          <w:b/>
          <w:color w:val="000000"/>
          <w:lang w:val="ro-RO"/>
        </w:rPr>
      </w:pPr>
      <w:r w:rsidRPr="003C5192">
        <w:rPr>
          <w:b/>
          <w:color w:val="000000"/>
          <w:lang w:val="ro-RO"/>
        </w:rPr>
        <w:t>ANEXA 1: Domeniul MECANICĂ</w:t>
      </w:r>
    </w:p>
    <w:p w14:paraId="1CAD5764" w14:textId="77777777" w:rsidR="00817603" w:rsidRDefault="00817603" w:rsidP="003C5192">
      <w:pPr>
        <w:rPr>
          <w:b/>
          <w:color w:val="000000"/>
          <w:lang w:val="ro-RO"/>
        </w:rPr>
      </w:pPr>
      <w:r w:rsidRPr="003C5192">
        <w:rPr>
          <w:b/>
          <w:color w:val="000000"/>
          <w:lang w:val="ro-RO"/>
        </w:rPr>
        <w:t>ANEXA 1.5: MECANICĂ/MECANICĂ NAVE</w:t>
      </w:r>
    </w:p>
    <w:p w14:paraId="4BF84384" w14:textId="77777777" w:rsidR="00D87A8C" w:rsidRPr="003C5192" w:rsidRDefault="00D87A8C" w:rsidP="003C5192">
      <w:pPr>
        <w:rPr>
          <w:b/>
          <w:color w:val="00000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4"/>
        <w:gridCol w:w="1151"/>
        <w:gridCol w:w="1921"/>
        <w:gridCol w:w="4249"/>
        <w:gridCol w:w="607"/>
      </w:tblGrid>
      <w:tr w:rsidR="00157415" w:rsidRPr="003C5192" w14:paraId="7DF02EB2" w14:textId="77777777" w:rsidTr="003C5192">
        <w:trPr>
          <w:trHeight w:val="20"/>
          <w:tblHeader/>
        </w:trPr>
        <w:tc>
          <w:tcPr>
            <w:tcW w:w="1134" w:type="dxa"/>
            <w:shd w:val="clear" w:color="auto" w:fill="EDEDED" w:themeFill="accent3" w:themeFillTint="33"/>
            <w:vAlign w:val="center"/>
            <w:hideMark/>
          </w:tcPr>
          <w:p w14:paraId="1E1F20AE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Nivel</w:t>
            </w:r>
          </w:p>
        </w:tc>
        <w:tc>
          <w:tcPr>
            <w:tcW w:w="1151" w:type="dxa"/>
            <w:shd w:val="clear" w:color="auto" w:fill="EDEDED" w:themeFill="accent3" w:themeFillTint="33"/>
            <w:vAlign w:val="center"/>
            <w:hideMark/>
          </w:tcPr>
          <w:p w14:paraId="2B3581F6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Domeniul</w:t>
            </w:r>
          </w:p>
        </w:tc>
        <w:tc>
          <w:tcPr>
            <w:tcW w:w="1921" w:type="dxa"/>
            <w:shd w:val="clear" w:color="auto" w:fill="EDEDED" w:themeFill="accent3" w:themeFillTint="33"/>
            <w:vAlign w:val="center"/>
            <w:hideMark/>
          </w:tcPr>
          <w:p w14:paraId="3EC79089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Profilul postului/catedrei</w:t>
            </w:r>
          </w:p>
        </w:tc>
        <w:tc>
          <w:tcPr>
            <w:tcW w:w="4249" w:type="dxa"/>
            <w:shd w:val="clear" w:color="auto" w:fill="EDEDED" w:themeFill="accent3" w:themeFillTint="33"/>
            <w:vAlign w:val="center"/>
            <w:hideMark/>
          </w:tcPr>
          <w:p w14:paraId="0900AD44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Discipline/module din profilul postului / catedrei</w:t>
            </w:r>
          </w:p>
        </w:tc>
        <w:tc>
          <w:tcPr>
            <w:tcW w:w="607" w:type="dxa"/>
            <w:vMerge w:val="restart"/>
            <w:shd w:val="clear" w:color="auto" w:fill="EDEDED" w:themeFill="accent3" w:themeFillTint="33"/>
            <w:vAlign w:val="center"/>
            <w:hideMark/>
          </w:tcPr>
          <w:p w14:paraId="7A03C6D7" w14:textId="77777777" w:rsidR="00157415" w:rsidRPr="003C5192" w:rsidRDefault="00157415" w:rsidP="00D87A8C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Nr. crt.</w:t>
            </w:r>
          </w:p>
        </w:tc>
      </w:tr>
      <w:tr w:rsidR="00157415" w:rsidRPr="003C5192" w14:paraId="58FE1DF8" w14:textId="77777777" w:rsidTr="003C5192">
        <w:trPr>
          <w:trHeight w:val="20"/>
          <w:tblHeader/>
        </w:trPr>
        <w:tc>
          <w:tcPr>
            <w:tcW w:w="1134" w:type="dxa"/>
            <w:shd w:val="clear" w:color="auto" w:fill="EDEDED" w:themeFill="accent3" w:themeFillTint="33"/>
            <w:vAlign w:val="center"/>
            <w:hideMark/>
          </w:tcPr>
          <w:p w14:paraId="023C67F7" w14:textId="28274115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Liceu</w:t>
            </w:r>
          </w:p>
        </w:tc>
        <w:tc>
          <w:tcPr>
            <w:tcW w:w="1151" w:type="dxa"/>
            <w:shd w:val="clear" w:color="auto" w:fill="EDEDED" w:themeFill="accent3" w:themeFillTint="33"/>
            <w:vAlign w:val="center"/>
            <w:hideMark/>
          </w:tcPr>
          <w:p w14:paraId="626D2799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1. Mecanică</w:t>
            </w:r>
          </w:p>
        </w:tc>
        <w:tc>
          <w:tcPr>
            <w:tcW w:w="1921" w:type="dxa"/>
            <w:shd w:val="clear" w:color="auto" w:fill="EDEDED" w:themeFill="accent3" w:themeFillTint="33"/>
            <w:vAlign w:val="center"/>
            <w:hideMark/>
          </w:tcPr>
          <w:p w14:paraId="1095139F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1.5. Mecanică/ Mecanică nave</w:t>
            </w:r>
          </w:p>
        </w:tc>
        <w:tc>
          <w:tcPr>
            <w:tcW w:w="4249" w:type="dxa"/>
            <w:shd w:val="clear" w:color="auto" w:fill="EDEDED" w:themeFill="accent3" w:themeFillTint="33"/>
            <w:vAlign w:val="center"/>
            <w:hideMark/>
          </w:tcPr>
          <w:p w14:paraId="421E689E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ANEXA 1.5</w:t>
            </w:r>
          </w:p>
        </w:tc>
        <w:tc>
          <w:tcPr>
            <w:tcW w:w="607" w:type="dxa"/>
            <w:vMerge/>
            <w:shd w:val="clear" w:color="auto" w:fill="EDEDED" w:themeFill="accent3" w:themeFillTint="33"/>
            <w:vAlign w:val="center"/>
            <w:hideMark/>
          </w:tcPr>
          <w:p w14:paraId="23A05589" w14:textId="04F882C5" w:rsidR="00157415" w:rsidRPr="003C5192" w:rsidRDefault="00157415" w:rsidP="00D87A8C">
            <w:pPr>
              <w:jc w:val="center"/>
              <w:rPr>
                <w:b/>
                <w:color w:val="000000"/>
                <w:lang w:val="ro-RO"/>
              </w:rPr>
            </w:pPr>
          </w:p>
        </w:tc>
      </w:tr>
      <w:tr w:rsidR="00884075" w:rsidRPr="003C5192" w14:paraId="432F3DF3" w14:textId="77777777" w:rsidTr="0015722E">
        <w:trPr>
          <w:trHeight w:val="20"/>
        </w:trPr>
        <w:tc>
          <w:tcPr>
            <w:tcW w:w="1134" w:type="dxa"/>
            <w:vMerge w:val="restart"/>
            <w:hideMark/>
          </w:tcPr>
          <w:p w14:paraId="27D08B9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1151" w:type="dxa"/>
            <w:vMerge w:val="restart"/>
            <w:hideMark/>
          </w:tcPr>
          <w:p w14:paraId="0687C0D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1921" w:type="dxa"/>
            <w:vMerge w:val="restart"/>
            <w:hideMark/>
          </w:tcPr>
          <w:p w14:paraId="20FD357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4249" w:type="dxa"/>
          </w:tcPr>
          <w:p w14:paraId="2CFA109F" w14:textId="3CCE81F5" w:rsidR="00884075" w:rsidRPr="00E512D3" w:rsidRDefault="0015722E" w:rsidP="003C5192">
            <w:pPr>
              <w:rPr>
                <w:color w:val="FF0000"/>
                <w:lang w:val="ro-RO"/>
              </w:rPr>
            </w:pPr>
            <w:r w:rsidRPr="00623D3B">
              <w:rPr>
                <w:lang w:val="ro-RO"/>
              </w:rPr>
              <w:t>Acționarea sistemelor mecatronice</w:t>
            </w:r>
          </w:p>
        </w:tc>
        <w:tc>
          <w:tcPr>
            <w:tcW w:w="607" w:type="dxa"/>
            <w:hideMark/>
          </w:tcPr>
          <w:p w14:paraId="105C622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</w:t>
            </w:r>
          </w:p>
        </w:tc>
      </w:tr>
      <w:tr w:rsidR="0015722E" w:rsidRPr="003C5192" w14:paraId="51263113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066878CF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0EF5565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8ABE660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5B1ACE4" w14:textId="30D27A09" w:rsidR="0015722E" w:rsidRPr="00E512D3" w:rsidRDefault="0015722E" w:rsidP="001572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Administrarea firmei</w:t>
            </w:r>
          </w:p>
        </w:tc>
        <w:tc>
          <w:tcPr>
            <w:tcW w:w="607" w:type="dxa"/>
            <w:hideMark/>
          </w:tcPr>
          <w:p w14:paraId="6C42939F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</w:t>
            </w:r>
          </w:p>
        </w:tc>
      </w:tr>
      <w:tr w:rsidR="0015722E" w:rsidRPr="003C5192" w14:paraId="707DA8E2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4135788C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B5E7A1C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27F698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D0116D8" w14:textId="15A075AD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Aerodinamica și construcția aeronavelor</w:t>
            </w:r>
          </w:p>
        </w:tc>
        <w:tc>
          <w:tcPr>
            <w:tcW w:w="607" w:type="dxa"/>
            <w:hideMark/>
          </w:tcPr>
          <w:p w14:paraId="0DD64765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</w:t>
            </w:r>
          </w:p>
        </w:tc>
      </w:tr>
      <w:tr w:rsidR="0015722E" w:rsidRPr="003C5192" w14:paraId="465BDCB9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1FC4D2FA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CDE7173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CB31E32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E9A40B3" w14:textId="28C80FF2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Aparate de bord pentru aeronave</w:t>
            </w:r>
          </w:p>
        </w:tc>
        <w:tc>
          <w:tcPr>
            <w:tcW w:w="607" w:type="dxa"/>
            <w:hideMark/>
          </w:tcPr>
          <w:p w14:paraId="5EB0F961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</w:t>
            </w:r>
          </w:p>
        </w:tc>
      </w:tr>
      <w:tr w:rsidR="0015722E" w:rsidRPr="003C5192" w14:paraId="2BC5EBC7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4D2F80EB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2719DC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BBF8090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0CB3EBE8" w14:textId="1E187BA0" w:rsidR="0015722E" w:rsidRPr="00E512D3" w:rsidRDefault="0015722E" w:rsidP="001572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Aparate optico</w:t>
            </w:r>
            <w:r>
              <w:rPr>
                <w:color w:val="000000"/>
                <w:lang w:val="ro-RO"/>
              </w:rPr>
              <w:t>-</w:t>
            </w:r>
            <w:r w:rsidRPr="003C5192">
              <w:rPr>
                <w:color w:val="000000"/>
                <w:lang w:val="ro-RO"/>
              </w:rPr>
              <w:t>mecanice</w:t>
            </w:r>
          </w:p>
        </w:tc>
        <w:tc>
          <w:tcPr>
            <w:tcW w:w="607" w:type="dxa"/>
            <w:hideMark/>
          </w:tcPr>
          <w:p w14:paraId="6D6DE3B8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</w:t>
            </w:r>
          </w:p>
        </w:tc>
      </w:tr>
      <w:tr w:rsidR="0015722E" w:rsidRPr="003C5192" w14:paraId="2E36C7ED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62F2F45A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D951057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AA0A5CE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005C5A1" w14:textId="6D0F8CD7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Aparatură birotică</w:t>
            </w:r>
          </w:p>
        </w:tc>
        <w:tc>
          <w:tcPr>
            <w:tcW w:w="607" w:type="dxa"/>
            <w:hideMark/>
          </w:tcPr>
          <w:p w14:paraId="787B5347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</w:t>
            </w:r>
          </w:p>
        </w:tc>
      </w:tr>
      <w:tr w:rsidR="0015722E" w:rsidRPr="003C5192" w14:paraId="4290E16A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06A09D8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AC8E484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7F381EE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3CC6979" w14:textId="089AF704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Aplicații CAD</w:t>
            </w:r>
          </w:p>
        </w:tc>
        <w:tc>
          <w:tcPr>
            <w:tcW w:w="607" w:type="dxa"/>
            <w:hideMark/>
          </w:tcPr>
          <w:p w14:paraId="53F6EA8C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</w:t>
            </w:r>
          </w:p>
        </w:tc>
      </w:tr>
      <w:tr w:rsidR="0015722E" w:rsidRPr="003C5192" w14:paraId="4A05858E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4B247035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FF16CC8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BE71217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AADE999" w14:textId="79F50421" w:rsidR="0015722E" w:rsidRPr="00C2177B" w:rsidRDefault="0015722E" w:rsidP="001572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calculatoarelor personale</w:t>
            </w:r>
          </w:p>
        </w:tc>
        <w:tc>
          <w:tcPr>
            <w:tcW w:w="607" w:type="dxa"/>
            <w:hideMark/>
          </w:tcPr>
          <w:p w14:paraId="2CE78C7E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</w:t>
            </w:r>
          </w:p>
        </w:tc>
      </w:tr>
      <w:tr w:rsidR="0015722E" w:rsidRPr="003C5192" w14:paraId="61DCEB3E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50E172E0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400D07E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E4B58CC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B9A8106" w14:textId="47AC6FA2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componentelor garniturii de model</w:t>
            </w:r>
          </w:p>
        </w:tc>
        <w:tc>
          <w:tcPr>
            <w:tcW w:w="607" w:type="dxa"/>
            <w:hideMark/>
          </w:tcPr>
          <w:p w14:paraId="415480C5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</w:t>
            </w:r>
          </w:p>
        </w:tc>
      </w:tr>
      <w:tr w:rsidR="0015722E" w:rsidRPr="003C5192" w14:paraId="1E7EBA4F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73399604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33D1842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9D858BE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BD156C7" w14:textId="5DDCF470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corpului navei</w:t>
            </w:r>
          </w:p>
        </w:tc>
        <w:tc>
          <w:tcPr>
            <w:tcW w:w="607" w:type="dxa"/>
            <w:hideMark/>
          </w:tcPr>
          <w:p w14:paraId="08FAF467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</w:t>
            </w:r>
          </w:p>
        </w:tc>
      </w:tr>
      <w:tr w:rsidR="0015722E" w:rsidRPr="003C5192" w14:paraId="3675BAF0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7EBE2696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FDB4A0B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AB46414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5705C88" w14:textId="6A40DDE9" w:rsidR="0015722E" w:rsidRPr="00C2177B" w:rsidRDefault="0015722E" w:rsidP="001572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Asamblări mecanice</w:t>
            </w:r>
          </w:p>
        </w:tc>
        <w:tc>
          <w:tcPr>
            <w:tcW w:w="607" w:type="dxa"/>
            <w:hideMark/>
          </w:tcPr>
          <w:p w14:paraId="729AC49D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</w:t>
            </w:r>
          </w:p>
        </w:tc>
      </w:tr>
      <w:tr w:rsidR="0015722E" w:rsidRPr="003C5192" w14:paraId="6438237D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5D91656C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DECD114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11DB4DE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BB0A93A" w14:textId="585EF1CA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subansamblurilor și ansamblurilor mecatronice</w:t>
            </w:r>
          </w:p>
        </w:tc>
        <w:tc>
          <w:tcPr>
            <w:tcW w:w="607" w:type="dxa"/>
            <w:hideMark/>
          </w:tcPr>
          <w:p w14:paraId="6358E438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</w:t>
            </w:r>
          </w:p>
        </w:tc>
      </w:tr>
      <w:tr w:rsidR="0015722E" w:rsidRPr="003C5192" w14:paraId="7A376283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58B668DF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8E21384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413AD5B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1EE664F" w14:textId="2539965F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Asamblarea și armarea navei</w:t>
            </w:r>
          </w:p>
        </w:tc>
        <w:tc>
          <w:tcPr>
            <w:tcW w:w="607" w:type="dxa"/>
            <w:hideMark/>
          </w:tcPr>
          <w:p w14:paraId="71D7ADE7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</w:t>
            </w:r>
          </w:p>
        </w:tc>
      </w:tr>
      <w:tr w:rsidR="0015722E" w:rsidRPr="003C5192" w14:paraId="1278472B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39CB3580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3D0375B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5E87F51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369176C" w14:textId="44F769FF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Asigurarea calității</w:t>
            </w:r>
          </w:p>
        </w:tc>
        <w:tc>
          <w:tcPr>
            <w:tcW w:w="607" w:type="dxa"/>
            <w:hideMark/>
          </w:tcPr>
          <w:p w14:paraId="51B471A2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</w:t>
            </w:r>
          </w:p>
        </w:tc>
      </w:tr>
      <w:tr w:rsidR="0015722E" w:rsidRPr="003C5192" w14:paraId="5F3662EB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2B4F0501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17FBCA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C75ECFF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0311DCAA" w14:textId="4DD803B4" w:rsidR="0015722E" w:rsidRPr="00C2177B" w:rsidRDefault="0015722E" w:rsidP="0015722E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>Asigura</w:t>
            </w:r>
            <w:r w:rsidRPr="00623D3B">
              <w:rPr>
                <w:lang w:val="ro-RO"/>
              </w:rPr>
              <w:t>rea service-ului la beneficiar</w:t>
            </w:r>
          </w:p>
        </w:tc>
        <w:tc>
          <w:tcPr>
            <w:tcW w:w="607" w:type="dxa"/>
            <w:hideMark/>
          </w:tcPr>
          <w:p w14:paraId="5F4B1A22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</w:t>
            </w:r>
          </w:p>
        </w:tc>
      </w:tr>
      <w:tr w:rsidR="0015722E" w:rsidRPr="003C5192" w14:paraId="69411AAE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447DB6A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5D5D481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746218C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7881B2AD" w14:textId="0D97435F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Asigurarea și controlul calității</w:t>
            </w:r>
          </w:p>
        </w:tc>
        <w:tc>
          <w:tcPr>
            <w:tcW w:w="607" w:type="dxa"/>
            <w:hideMark/>
          </w:tcPr>
          <w:p w14:paraId="22B0873E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</w:t>
            </w:r>
          </w:p>
        </w:tc>
      </w:tr>
      <w:tr w:rsidR="0015722E" w:rsidRPr="003C5192" w14:paraId="56B3570B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01A97828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D733C12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8D45875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75523E3E" w14:textId="7F004722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Automate programabile</w:t>
            </w:r>
          </w:p>
        </w:tc>
        <w:tc>
          <w:tcPr>
            <w:tcW w:w="607" w:type="dxa"/>
            <w:hideMark/>
          </w:tcPr>
          <w:p w14:paraId="6F2AC423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</w:t>
            </w:r>
          </w:p>
        </w:tc>
      </w:tr>
      <w:tr w:rsidR="0015722E" w:rsidRPr="003C5192" w14:paraId="4554A489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391F233A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A9746E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888F0A7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58850890" w14:textId="48B5E953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Automatizarea proceselor tehnologice</w:t>
            </w:r>
          </w:p>
        </w:tc>
        <w:tc>
          <w:tcPr>
            <w:tcW w:w="607" w:type="dxa"/>
            <w:hideMark/>
          </w:tcPr>
          <w:p w14:paraId="02A66A9C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</w:t>
            </w:r>
          </w:p>
        </w:tc>
      </w:tr>
      <w:tr w:rsidR="0015722E" w:rsidRPr="003C5192" w14:paraId="3744F5E5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5B38E8A6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14200B9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C227992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619EB100" w14:textId="05C4E64E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Automatizări industriale</w:t>
            </w:r>
          </w:p>
        </w:tc>
        <w:tc>
          <w:tcPr>
            <w:tcW w:w="607" w:type="dxa"/>
            <w:hideMark/>
          </w:tcPr>
          <w:p w14:paraId="1FF93A79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</w:t>
            </w:r>
          </w:p>
        </w:tc>
      </w:tr>
      <w:tr w:rsidR="0015722E" w:rsidRPr="003C5192" w14:paraId="0F80504E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6B9A2609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3B20AE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059F00E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55B0748" w14:textId="6DC3E6F2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Bazele proceselor de asamblare</w:t>
            </w:r>
          </w:p>
        </w:tc>
        <w:tc>
          <w:tcPr>
            <w:tcW w:w="607" w:type="dxa"/>
            <w:hideMark/>
          </w:tcPr>
          <w:p w14:paraId="1032FF7E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</w:t>
            </w:r>
          </w:p>
        </w:tc>
      </w:tr>
      <w:tr w:rsidR="0015722E" w:rsidRPr="003C5192" w14:paraId="6B517813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48957768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912BE07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F10E5F0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6520865" w14:textId="0F7FBCFD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Calitatea prelucrărilor prin așchiere</w:t>
            </w:r>
          </w:p>
        </w:tc>
        <w:tc>
          <w:tcPr>
            <w:tcW w:w="607" w:type="dxa"/>
            <w:hideMark/>
          </w:tcPr>
          <w:p w14:paraId="2418ED39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</w:t>
            </w:r>
          </w:p>
        </w:tc>
      </w:tr>
      <w:tr w:rsidR="0015722E" w:rsidRPr="003C5192" w14:paraId="143C1704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2F785EF9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7E049DA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27E1068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94821F3" w14:textId="3281FF1E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Calitatea produselor în mecanică fină</w:t>
            </w:r>
          </w:p>
        </w:tc>
        <w:tc>
          <w:tcPr>
            <w:tcW w:w="607" w:type="dxa"/>
            <w:hideMark/>
          </w:tcPr>
          <w:p w14:paraId="4F4B3BA5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</w:t>
            </w:r>
          </w:p>
        </w:tc>
      </w:tr>
      <w:tr w:rsidR="0015722E" w:rsidRPr="003C5192" w14:paraId="09BC777C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604BA169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07C1262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2DA2041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514319C" w14:textId="72559FDE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CDL</w:t>
            </w:r>
            <w:r w:rsidR="00247B3F">
              <w:rPr>
                <w:color w:val="000000"/>
                <w:lang w:val="ro-RO"/>
              </w:rPr>
              <w:t xml:space="preserve"> </w:t>
            </w:r>
            <w:r w:rsidRPr="003C5192">
              <w:rPr>
                <w:color w:val="000000"/>
                <w:lang w:val="ro-RO"/>
              </w:rPr>
              <w:t>- clasa a XI-a</w:t>
            </w:r>
          </w:p>
        </w:tc>
        <w:tc>
          <w:tcPr>
            <w:tcW w:w="607" w:type="dxa"/>
            <w:hideMark/>
          </w:tcPr>
          <w:p w14:paraId="32BFF8E7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23</w:t>
            </w:r>
          </w:p>
        </w:tc>
      </w:tr>
      <w:tr w:rsidR="0015722E" w:rsidRPr="003C5192" w14:paraId="55918025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1E40810D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BA3A19F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F7C18B1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6CC2687" w14:textId="7DBDB855" w:rsidR="0015722E" w:rsidRPr="003C5192" w:rsidRDefault="0015722E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CDL</w:t>
            </w:r>
            <w:r w:rsidR="00247B3F">
              <w:rPr>
                <w:color w:val="000000"/>
                <w:lang w:val="ro-RO"/>
              </w:rPr>
              <w:t xml:space="preserve"> </w:t>
            </w:r>
            <w:r w:rsidRPr="003C5192">
              <w:rPr>
                <w:color w:val="000000"/>
                <w:lang w:val="ro-RO"/>
              </w:rPr>
              <w:t>- clasa a XI</w:t>
            </w:r>
            <w:r>
              <w:rPr>
                <w:color w:val="000000"/>
                <w:lang w:val="ro-RO"/>
              </w:rPr>
              <w:t>I</w:t>
            </w:r>
            <w:r w:rsidRPr="003C5192">
              <w:rPr>
                <w:color w:val="000000"/>
                <w:lang w:val="ro-RO"/>
              </w:rPr>
              <w:t>-a</w:t>
            </w:r>
          </w:p>
        </w:tc>
        <w:tc>
          <w:tcPr>
            <w:tcW w:w="607" w:type="dxa"/>
            <w:hideMark/>
          </w:tcPr>
          <w:p w14:paraId="30EED5EC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24</w:t>
            </w:r>
          </w:p>
        </w:tc>
      </w:tr>
      <w:tr w:rsidR="0015722E" w:rsidRPr="003C5192" w14:paraId="7EF4AC3F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49EDFB3C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9CC06EF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332EC5F" w14:textId="77777777" w:rsidR="0015722E" w:rsidRPr="003C5192" w:rsidRDefault="0015722E" w:rsidP="001572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3A2C16B" w14:textId="52B238AF" w:rsidR="0015722E" w:rsidRPr="003C5192" w:rsidRDefault="00AA1595" w:rsidP="001572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Circuite electrice</w:t>
            </w:r>
          </w:p>
        </w:tc>
        <w:tc>
          <w:tcPr>
            <w:tcW w:w="607" w:type="dxa"/>
            <w:hideMark/>
          </w:tcPr>
          <w:p w14:paraId="55E2F598" w14:textId="77777777" w:rsidR="0015722E" w:rsidRPr="003C5192" w:rsidRDefault="0015722E" w:rsidP="001572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25</w:t>
            </w:r>
          </w:p>
        </w:tc>
      </w:tr>
      <w:tr w:rsidR="00AA1595" w:rsidRPr="003C5192" w14:paraId="6B78AF53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0B80D989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9261EEE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67D793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69FE3E9" w14:textId="1D0A6EC3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Condiții de lucru la strunjire</w:t>
            </w:r>
          </w:p>
        </w:tc>
        <w:tc>
          <w:tcPr>
            <w:tcW w:w="607" w:type="dxa"/>
            <w:hideMark/>
          </w:tcPr>
          <w:p w14:paraId="7EF72CA5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26</w:t>
            </w:r>
          </w:p>
        </w:tc>
      </w:tr>
      <w:tr w:rsidR="00AA1595" w:rsidRPr="003C5192" w14:paraId="22174B0C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0FEAE6E3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1A83CF3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E370FBD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163C137" w14:textId="3448011D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Conducerea automobilului</w:t>
            </w:r>
          </w:p>
        </w:tc>
        <w:tc>
          <w:tcPr>
            <w:tcW w:w="607" w:type="dxa"/>
            <w:hideMark/>
          </w:tcPr>
          <w:p w14:paraId="7AF8490C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27</w:t>
            </w:r>
          </w:p>
        </w:tc>
      </w:tr>
      <w:tr w:rsidR="00AA1595" w:rsidRPr="003C5192" w14:paraId="482CCA93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72A6BE3C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1DCEA7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31B11ED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08B63E8" w14:textId="1C32CA28" w:rsidR="00AA1595" w:rsidRPr="003C5192" w:rsidRDefault="00AA1595" w:rsidP="00AA1595">
            <w:pPr>
              <w:rPr>
                <w:color w:val="000000"/>
                <w:lang w:val="ro-RO"/>
              </w:rPr>
            </w:pPr>
            <w:r>
              <w:rPr>
                <w:lang w:val="ro-RO"/>
              </w:rPr>
              <w:t>Conducerea tractorului și auto</w:t>
            </w:r>
          </w:p>
        </w:tc>
        <w:tc>
          <w:tcPr>
            <w:tcW w:w="607" w:type="dxa"/>
            <w:hideMark/>
          </w:tcPr>
          <w:p w14:paraId="4E84653E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28</w:t>
            </w:r>
          </w:p>
        </w:tc>
      </w:tr>
      <w:tr w:rsidR="00AA1595" w:rsidRPr="003C5192" w14:paraId="6280A85D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7964351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4552BA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277F14C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E70A55B" w14:textId="63820FF6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Conducerea transportului și automobilului</w:t>
            </w:r>
          </w:p>
        </w:tc>
        <w:tc>
          <w:tcPr>
            <w:tcW w:w="607" w:type="dxa"/>
            <w:hideMark/>
          </w:tcPr>
          <w:p w14:paraId="72848F76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29</w:t>
            </w:r>
          </w:p>
        </w:tc>
      </w:tr>
      <w:tr w:rsidR="00AA1595" w:rsidRPr="003C5192" w14:paraId="0B396C5E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7CC7D36B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906B5B2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175310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7E69854" w14:textId="4B774E0C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aeronavelor</w:t>
            </w:r>
          </w:p>
        </w:tc>
        <w:tc>
          <w:tcPr>
            <w:tcW w:w="607" w:type="dxa"/>
            <w:hideMark/>
          </w:tcPr>
          <w:p w14:paraId="646ED6F5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30</w:t>
            </w:r>
          </w:p>
        </w:tc>
      </w:tr>
      <w:tr w:rsidR="00AA1595" w:rsidRPr="003C5192" w14:paraId="58A2F832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34FF1330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88FE56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35FF5B6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3620C6E" w14:textId="3AFA0185" w:rsidR="00AA1595" w:rsidRPr="00C2177B" w:rsidRDefault="00AA1595" w:rsidP="00AA1595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garniturilor de model</w:t>
            </w:r>
          </w:p>
        </w:tc>
        <w:tc>
          <w:tcPr>
            <w:tcW w:w="607" w:type="dxa"/>
            <w:hideMark/>
          </w:tcPr>
          <w:p w14:paraId="33838C1D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31</w:t>
            </w:r>
          </w:p>
        </w:tc>
      </w:tr>
      <w:tr w:rsidR="00AA1595" w:rsidRPr="003C5192" w14:paraId="7A9B921A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7F1870D3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7AD469C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D7AC78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A4585B8" w14:textId="785FCD44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Construcții metalice</w:t>
            </w:r>
          </w:p>
        </w:tc>
        <w:tc>
          <w:tcPr>
            <w:tcW w:w="607" w:type="dxa"/>
            <w:hideMark/>
          </w:tcPr>
          <w:p w14:paraId="0827D178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32</w:t>
            </w:r>
          </w:p>
        </w:tc>
      </w:tr>
      <w:tr w:rsidR="00AA1595" w:rsidRPr="003C5192" w14:paraId="1606E8D5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3D40E169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D145D9F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1588CDC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D207D36" w14:textId="3BB929E9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 xml:space="preserve">Construcția structurilor </w:t>
            </w:r>
            <w:r>
              <w:rPr>
                <w:color w:val="000000"/>
                <w:lang w:val="ro-RO"/>
              </w:rPr>
              <w:t xml:space="preserve">pentru </w:t>
            </w:r>
            <w:r w:rsidRPr="003C5192">
              <w:rPr>
                <w:color w:val="000000"/>
                <w:lang w:val="ro-RO"/>
              </w:rPr>
              <w:t>aeronavă</w:t>
            </w:r>
          </w:p>
        </w:tc>
        <w:tc>
          <w:tcPr>
            <w:tcW w:w="607" w:type="dxa"/>
            <w:hideMark/>
          </w:tcPr>
          <w:p w14:paraId="32703751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33</w:t>
            </w:r>
          </w:p>
        </w:tc>
      </w:tr>
      <w:tr w:rsidR="00AA1595" w:rsidRPr="003C5192" w14:paraId="1CD9E712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221EF50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8AA78CA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EE8AB28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EFB0C34" w14:textId="4989A609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structurilor pentru aeronave</w:t>
            </w:r>
          </w:p>
        </w:tc>
        <w:tc>
          <w:tcPr>
            <w:tcW w:w="607" w:type="dxa"/>
            <w:hideMark/>
          </w:tcPr>
          <w:p w14:paraId="200FE53C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34</w:t>
            </w:r>
          </w:p>
        </w:tc>
      </w:tr>
      <w:tr w:rsidR="00AA1595" w:rsidRPr="003C5192" w14:paraId="23CD5B3F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6E8260D2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AC95CD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9FB640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C38EB54" w14:textId="40B391AB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și funcționarea automobilelor</w:t>
            </w:r>
          </w:p>
        </w:tc>
        <w:tc>
          <w:tcPr>
            <w:tcW w:w="607" w:type="dxa"/>
            <w:hideMark/>
          </w:tcPr>
          <w:p w14:paraId="2EA8FBB7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35</w:t>
            </w:r>
          </w:p>
        </w:tc>
      </w:tr>
      <w:tr w:rsidR="00AA1595" w:rsidRPr="003C5192" w14:paraId="159AE781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18324978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C39424E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BB18FA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5E0503D" w14:textId="43E82443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tâmplăriei din aluminiu și mase plastice</w:t>
            </w:r>
          </w:p>
        </w:tc>
        <w:tc>
          <w:tcPr>
            <w:tcW w:w="607" w:type="dxa"/>
            <w:hideMark/>
          </w:tcPr>
          <w:p w14:paraId="0972D67B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36</w:t>
            </w:r>
          </w:p>
        </w:tc>
      </w:tr>
      <w:tr w:rsidR="00AA1595" w:rsidRPr="003C5192" w14:paraId="609F1B96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72B009E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6785B59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2555859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F2B2135" w14:textId="232D1682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utilajului tehnologic</w:t>
            </w:r>
          </w:p>
        </w:tc>
        <w:tc>
          <w:tcPr>
            <w:tcW w:w="607" w:type="dxa"/>
            <w:hideMark/>
          </w:tcPr>
          <w:p w14:paraId="04A59DB0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37</w:t>
            </w:r>
          </w:p>
        </w:tc>
      </w:tr>
      <w:tr w:rsidR="00AA1595" w:rsidRPr="003C5192" w14:paraId="53A0ACF9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52F2419A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2CB914E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6922771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FFFE62D" w14:textId="5D9CC898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Controlul produselor forjate și tratate termic</w:t>
            </w:r>
          </w:p>
        </w:tc>
        <w:tc>
          <w:tcPr>
            <w:tcW w:w="607" w:type="dxa"/>
            <w:hideMark/>
          </w:tcPr>
          <w:p w14:paraId="472E3B2B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38</w:t>
            </w:r>
          </w:p>
        </w:tc>
      </w:tr>
      <w:tr w:rsidR="00AA1595" w:rsidRPr="003C5192" w14:paraId="4ABEE1D7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5618A9D1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B379D3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F96AB6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23A949E" w14:textId="62C8548C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Controlul produselor sudate</w:t>
            </w:r>
          </w:p>
        </w:tc>
        <w:tc>
          <w:tcPr>
            <w:tcW w:w="607" w:type="dxa"/>
            <w:hideMark/>
          </w:tcPr>
          <w:p w14:paraId="1C64312A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39</w:t>
            </w:r>
          </w:p>
        </w:tc>
      </w:tr>
      <w:tr w:rsidR="00AA1595" w:rsidRPr="003C5192" w14:paraId="4E355772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17EACDD3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5E6CD8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2677E86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76DA348" w14:textId="3A60764C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Coordonarea transportului și activităților logistice</w:t>
            </w:r>
          </w:p>
        </w:tc>
        <w:tc>
          <w:tcPr>
            <w:tcW w:w="607" w:type="dxa"/>
            <w:hideMark/>
          </w:tcPr>
          <w:p w14:paraId="441E01BC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40</w:t>
            </w:r>
          </w:p>
        </w:tc>
      </w:tr>
      <w:tr w:rsidR="00AA1595" w:rsidRPr="003C5192" w14:paraId="176C5EC6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6F689B8F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B24B36A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A03A3BA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28ACF595" w14:textId="21A7099E" w:rsidR="00AA1595" w:rsidRPr="00C2177B" w:rsidRDefault="00AA1595" w:rsidP="00AA1595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Cuptoare industriale</w:t>
            </w:r>
          </w:p>
        </w:tc>
        <w:tc>
          <w:tcPr>
            <w:tcW w:w="607" w:type="dxa"/>
            <w:hideMark/>
          </w:tcPr>
          <w:p w14:paraId="0E5614E5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41</w:t>
            </w:r>
          </w:p>
        </w:tc>
      </w:tr>
      <w:tr w:rsidR="00AA1595" w:rsidRPr="003C5192" w14:paraId="4A317E82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337C93A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D38DFE1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9F1AAC2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7309D28" w14:textId="2028BB3B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Desen tehnic</w:t>
            </w:r>
          </w:p>
        </w:tc>
        <w:tc>
          <w:tcPr>
            <w:tcW w:w="607" w:type="dxa"/>
            <w:hideMark/>
          </w:tcPr>
          <w:p w14:paraId="4F09E8B6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42</w:t>
            </w:r>
          </w:p>
        </w:tc>
      </w:tr>
      <w:tr w:rsidR="00AA1595" w:rsidRPr="003C5192" w14:paraId="04CC2DAB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67CF2CBF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1F48E5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E04F86A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FBAFAC9" w14:textId="55A38F30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Desen tehnic de instalații</w:t>
            </w:r>
          </w:p>
        </w:tc>
        <w:tc>
          <w:tcPr>
            <w:tcW w:w="607" w:type="dxa"/>
            <w:hideMark/>
          </w:tcPr>
          <w:p w14:paraId="5333C9A9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43</w:t>
            </w:r>
          </w:p>
        </w:tc>
      </w:tr>
      <w:tr w:rsidR="00AA1595" w:rsidRPr="003C5192" w14:paraId="21CEE6AF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2800A15C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B3B0EA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3ADFA6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46C242D" w14:textId="7EB90C96" w:rsidR="00AA1595" w:rsidRPr="00C2177B" w:rsidRDefault="00AA1595" w:rsidP="00AA1595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Desenul de ansamblu</w:t>
            </w:r>
          </w:p>
        </w:tc>
        <w:tc>
          <w:tcPr>
            <w:tcW w:w="607" w:type="dxa"/>
            <w:hideMark/>
          </w:tcPr>
          <w:p w14:paraId="63B49542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44</w:t>
            </w:r>
          </w:p>
        </w:tc>
      </w:tr>
      <w:tr w:rsidR="00AA1595" w:rsidRPr="003C5192" w14:paraId="58286ADF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19749C0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9923A7E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9DAC2F8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876A413" w14:textId="13D65CED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B765EF">
              <w:rPr>
                <w:lang w:val="ro-RO"/>
              </w:rPr>
              <w:t>Diagnosticarea și realizarea intervențiilor asupra automobilului</w:t>
            </w:r>
          </w:p>
        </w:tc>
        <w:tc>
          <w:tcPr>
            <w:tcW w:w="607" w:type="dxa"/>
            <w:hideMark/>
          </w:tcPr>
          <w:p w14:paraId="4A8129AB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45</w:t>
            </w:r>
          </w:p>
        </w:tc>
      </w:tr>
      <w:tr w:rsidR="00AA1595" w:rsidRPr="003C5192" w14:paraId="665832E9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2198E07A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0E87EA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24F16A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F249334" w14:textId="21B7A333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Diagnosticarea și reglarea echipamentelor hidropneumatice</w:t>
            </w:r>
          </w:p>
        </w:tc>
        <w:tc>
          <w:tcPr>
            <w:tcW w:w="607" w:type="dxa"/>
            <w:hideMark/>
          </w:tcPr>
          <w:p w14:paraId="1930206A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46</w:t>
            </w:r>
          </w:p>
        </w:tc>
      </w:tr>
      <w:tr w:rsidR="00AA1595" w:rsidRPr="003C5192" w14:paraId="7BE64798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60A5FB8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AAF063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78E5136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9CE474D" w14:textId="1CFCB0B9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Documentația tehnică în domeniul prelucrărilor la cald</w:t>
            </w:r>
          </w:p>
        </w:tc>
        <w:tc>
          <w:tcPr>
            <w:tcW w:w="607" w:type="dxa"/>
            <w:hideMark/>
          </w:tcPr>
          <w:p w14:paraId="79924822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47</w:t>
            </w:r>
          </w:p>
        </w:tc>
      </w:tr>
      <w:tr w:rsidR="00AA1595" w:rsidRPr="003C5192" w14:paraId="0C2E5F0F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4C558D2D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915D40A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5742B32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4A9F367" w14:textId="251470D7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Documentația tehnico-economică</w:t>
            </w:r>
          </w:p>
        </w:tc>
        <w:tc>
          <w:tcPr>
            <w:tcW w:w="607" w:type="dxa"/>
            <w:hideMark/>
          </w:tcPr>
          <w:p w14:paraId="36EBB93E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48</w:t>
            </w:r>
          </w:p>
        </w:tc>
      </w:tr>
      <w:tr w:rsidR="00AA1595" w:rsidRPr="003C5192" w14:paraId="186F5E12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6A018CA0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87CCF9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73471D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1FF9EAB" w14:textId="5872CD56" w:rsidR="00AA1595" w:rsidRPr="00C2177B" w:rsidRDefault="00AA1595" w:rsidP="00AA1595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Documente de evidența activității</w:t>
            </w:r>
          </w:p>
        </w:tc>
        <w:tc>
          <w:tcPr>
            <w:tcW w:w="607" w:type="dxa"/>
            <w:hideMark/>
          </w:tcPr>
          <w:p w14:paraId="0676D8FF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49</w:t>
            </w:r>
          </w:p>
        </w:tc>
      </w:tr>
      <w:tr w:rsidR="00AA1595" w:rsidRPr="003C5192" w14:paraId="2D1BA4BD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03788B32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280A88C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CCEE33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7EFA574" w14:textId="473C2ED0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Echipamente automate de mecanică fină</w:t>
            </w:r>
          </w:p>
        </w:tc>
        <w:tc>
          <w:tcPr>
            <w:tcW w:w="607" w:type="dxa"/>
            <w:hideMark/>
          </w:tcPr>
          <w:p w14:paraId="0FAAF8E8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50</w:t>
            </w:r>
          </w:p>
        </w:tc>
      </w:tr>
      <w:tr w:rsidR="00AA1595" w:rsidRPr="003C5192" w14:paraId="5ED0BD4F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188BB2F1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25C779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0645329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3D74966" w14:textId="6ADCC1D8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Echipamente pentru extracție</w:t>
            </w:r>
          </w:p>
        </w:tc>
        <w:tc>
          <w:tcPr>
            <w:tcW w:w="607" w:type="dxa"/>
            <w:hideMark/>
          </w:tcPr>
          <w:p w14:paraId="0527B17D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51</w:t>
            </w:r>
          </w:p>
        </w:tc>
      </w:tr>
      <w:tr w:rsidR="00AA1595" w:rsidRPr="003C5192" w14:paraId="2A572B5A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08FB62AF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F058507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1CD32E4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8260409" w14:textId="320564F8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Echipamente pentru foraj</w:t>
            </w:r>
          </w:p>
        </w:tc>
        <w:tc>
          <w:tcPr>
            <w:tcW w:w="607" w:type="dxa"/>
            <w:hideMark/>
          </w:tcPr>
          <w:p w14:paraId="25759162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52</w:t>
            </w:r>
          </w:p>
        </w:tc>
      </w:tr>
      <w:tr w:rsidR="00AA1595" w:rsidRPr="003C5192" w14:paraId="5A95629F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6D26F1DC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A1980C8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F6E35E0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12159537" w14:textId="13FF4E58" w:rsidR="00AA1595" w:rsidRPr="00C2177B" w:rsidRDefault="00AA1595" w:rsidP="00AA1595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Echipamentul pentru comprimare, transportul și depozitarea fluidelor</w:t>
            </w:r>
          </w:p>
        </w:tc>
        <w:tc>
          <w:tcPr>
            <w:tcW w:w="607" w:type="dxa"/>
            <w:hideMark/>
          </w:tcPr>
          <w:p w14:paraId="610A135B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53</w:t>
            </w:r>
          </w:p>
        </w:tc>
      </w:tr>
      <w:tr w:rsidR="00AA1595" w:rsidRPr="003C5192" w14:paraId="55F850F8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2FF5626D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3CDC251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7A48BA5" w14:textId="77777777" w:rsidR="00AA1595" w:rsidRPr="003C5192" w:rsidRDefault="00AA1595" w:rsidP="00AA1595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E8E1A46" w14:textId="446D4E0D" w:rsidR="00AA1595" w:rsidRPr="003C5192" w:rsidRDefault="00AA1595" w:rsidP="00AA1595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Elemente de programare</w:t>
            </w:r>
          </w:p>
        </w:tc>
        <w:tc>
          <w:tcPr>
            <w:tcW w:w="607" w:type="dxa"/>
            <w:hideMark/>
          </w:tcPr>
          <w:p w14:paraId="6C92C765" w14:textId="77777777" w:rsidR="00AA1595" w:rsidRPr="003C5192" w:rsidRDefault="00AA1595" w:rsidP="00AA1595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54</w:t>
            </w:r>
          </w:p>
        </w:tc>
      </w:tr>
      <w:tr w:rsidR="00181214" w:rsidRPr="003C5192" w14:paraId="1FBBC4F0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32472DD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FB71CBF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ED6C4B2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044BD7F" w14:textId="5B8C444F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Etică și comunicare profesională</w:t>
            </w:r>
          </w:p>
        </w:tc>
        <w:tc>
          <w:tcPr>
            <w:tcW w:w="607" w:type="dxa"/>
            <w:hideMark/>
          </w:tcPr>
          <w:p w14:paraId="1826B35D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55</w:t>
            </w:r>
          </w:p>
        </w:tc>
      </w:tr>
      <w:tr w:rsidR="00181214" w:rsidRPr="003C5192" w14:paraId="178302F1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017EEFF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DC8F38D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1346F1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396CF4C" w14:textId="2F2565AA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elementelor de structură ale corpului navei a secțiilor plane și de volum</w:t>
            </w:r>
          </w:p>
        </w:tc>
        <w:tc>
          <w:tcPr>
            <w:tcW w:w="607" w:type="dxa"/>
            <w:hideMark/>
          </w:tcPr>
          <w:p w14:paraId="7B9B7FCE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56</w:t>
            </w:r>
          </w:p>
        </w:tc>
      </w:tr>
      <w:tr w:rsidR="00181214" w:rsidRPr="003C5192" w14:paraId="7DD79FFB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181489D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6F85F48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16C421E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131677F" w14:textId="48B9F1DD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elementelor și asamblarea lor în instalații de tubulatură</w:t>
            </w:r>
          </w:p>
        </w:tc>
        <w:tc>
          <w:tcPr>
            <w:tcW w:w="607" w:type="dxa"/>
            <w:hideMark/>
          </w:tcPr>
          <w:p w14:paraId="2F5C2A83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57</w:t>
            </w:r>
          </w:p>
        </w:tc>
      </w:tr>
      <w:tr w:rsidR="00181214" w:rsidRPr="003C5192" w14:paraId="65B9C2A7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5421497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C0BEF4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0E79EEF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0C90161" w14:textId="20809396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formelor</w:t>
            </w:r>
          </w:p>
        </w:tc>
        <w:tc>
          <w:tcPr>
            <w:tcW w:w="607" w:type="dxa"/>
            <w:hideMark/>
          </w:tcPr>
          <w:p w14:paraId="5A46B5D0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58</w:t>
            </w:r>
          </w:p>
        </w:tc>
      </w:tr>
      <w:tr w:rsidR="00181214" w:rsidRPr="003C5192" w14:paraId="29A09095" w14:textId="77777777" w:rsidTr="00AA1595">
        <w:trPr>
          <w:trHeight w:val="20"/>
        </w:trPr>
        <w:tc>
          <w:tcPr>
            <w:tcW w:w="1134" w:type="dxa"/>
            <w:vMerge/>
            <w:hideMark/>
          </w:tcPr>
          <w:p w14:paraId="226D758F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C43B03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BCBE97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8C8A956" w14:textId="7FAAB555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operațiilor și produselor pe mașini de prelucrare mecanică</w:t>
            </w:r>
          </w:p>
        </w:tc>
        <w:tc>
          <w:tcPr>
            <w:tcW w:w="607" w:type="dxa"/>
            <w:hideMark/>
          </w:tcPr>
          <w:p w14:paraId="55153509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59</w:t>
            </w:r>
          </w:p>
        </w:tc>
      </w:tr>
      <w:tr w:rsidR="00181214" w:rsidRPr="003C5192" w14:paraId="702E59AC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0FD776B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7F1914F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9606D32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334A0DC7" w14:textId="52FB87E5" w:rsidR="00181214" w:rsidRPr="00C2177B" w:rsidRDefault="00181214" w:rsidP="00181214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Execuția construcțiilor metalice</w:t>
            </w:r>
          </w:p>
        </w:tc>
        <w:tc>
          <w:tcPr>
            <w:tcW w:w="607" w:type="dxa"/>
            <w:hideMark/>
          </w:tcPr>
          <w:p w14:paraId="3AFF5360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60</w:t>
            </w:r>
          </w:p>
        </w:tc>
      </w:tr>
      <w:tr w:rsidR="00181214" w:rsidRPr="003C5192" w14:paraId="0695E06C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3D33067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98C853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EDF2B01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2819CA7" w14:textId="16994C83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Execuția construcțiilor metalice speciale</w:t>
            </w:r>
          </w:p>
        </w:tc>
        <w:tc>
          <w:tcPr>
            <w:tcW w:w="607" w:type="dxa"/>
            <w:hideMark/>
          </w:tcPr>
          <w:p w14:paraId="2163A3F6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61</w:t>
            </w:r>
          </w:p>
        </w:tc>
      </w:tr>
      <w:tr w:rsidR="00181214" w:rsidRPr="003C5192" w14:paraId="28A13F01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3ECF50B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258999B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C09A55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9184F12" w14:textId="1218FBC9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Execuția elementelor componente ale unei structuri metalice</w:t>
            </w:r>
          </w:p>
        </w:tc>
        <w:tc>
          <w:tcPr>
            <w:tcW w:w="607" w:type="dxa"/>
            <w:hideMark/>
          </w:tcPr>
          <w:p w14:paraId="649E5149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62</w:t>
            </w:r>
          </w:p>
        </w:tc>
      </w:tr>
      <w:tr w:rsidR="00181214" w:rsidRPr="003C5192" w14:paraId="3D9CBFFC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4CFAC8E7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BFA20F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5CF251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6CE5473" w14:textId="637FF85A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Exploatarea ambarcațiunilor</w:t>
            </w:r>
          </w:p>
        </w:tc>
        <w:tc>
          <w:tcPr>
            <w:tcW w:w="607" w:type="dxa"/>
            <w:hideMark/>
          </w:tcPr>
          <w:p w14:paraId="348A6DA2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63</w:t>
            </w:r>
          </w:p>
        </w:tc>
      </w:tr>
      <w:tr w:rsidR="00181214" w:rsidRPr="003C5192" w14:paraId="6EC50781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417E021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A23C4A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93C751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F64CA32" w14:textId="3F678696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Exploatarea echipamentelor și utilajelor</w:t>
            </w:r>
          </w:p>
        </w:tc>
        <w:tc>
          <w:tcPr>
            <w:tcW w:w="607" w:type="dxa"/>
            <w:hideMark/>
          </w:tcPr>
          <w:p w14:paraId="68ADCE02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64</w:t>
            </w:r>
          </w:p>
        </w:tc>
      </w:tr>
      <w:tr w:rsidR="00181214" w:rsidRPr="003C5192" w14:paraId="7F7018F4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17BDC578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64D4BC2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E60300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B1FABF4" w14:textId="01A305EF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Exploatarea instalațiilor de la bordul navei</w:t>
            </w:r>
          </w:p>
        </w:tc>
        <w:tc>
          <w:tcPr>
            <w:tcW w:w="607" w:type="dxa"/>
            <w:hideMark/>
          </w:tcPr>
          <w:p w14:paraId="59146B95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65</w:t>
            </w:r>
          </w:p>
        </w:tc>
      </w:tr>
      <w:tr w:rsidR="00181214" w:rsidRPr="003C5192" w14:paraId="7F5F93E9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0A7A431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F6C024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D9F1CA1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C1A1BFD" w14:textId="16B55581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Exploatarea și repararea tractoarelor și mașinilor agricole</w:t>
            </w:r>
          </w:p>
        </w:tc>
        <w:tc>
          <w:tcPr>
            <w:tcW w:w="607" w:type="dxa"/>
            <w:hideMark/>
          </w:tcPr>
          <w:p w14:paraId="30B08809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66</w:t>
            </w:r>
          </w:p>
        </w:tc>
      </w:tr>
      <w:tr w:rsidR="00181214" w:rsidRPr="003C5192" w14:paraId="15386DC3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10BA5F43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8E54C81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FB4CF6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68644EB" w14:textId="459DF627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Exploatarea tehnică a mijloacelor de transport</w:t>
            </w:r>
          </w:p>
        </w:tc>
        <w:tc>
          <w:tcPr>
            <w:tcW w:w="607" w:type="dxa"/>
            <w:hideMark/>
          </w:tcPr>
          <w:p w14:paraId="680EA763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67</w:t>
            </w:r>
          </w:p>
        </w:tc>
      </w:tr>
      <w:tr w:rsidR="00181214" w:rsidRPr="003C5192" w14:paraId="00A32D72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30D7A1C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B6694F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96D34ED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D942B3C" w14:textId="57F90A29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Extracția țițeiului</w:t>
            </w:r>
          </w:p>
        </w:tc>
        <w:tc>
          <w:tcPr>
            <w:tcW w:w="607" w:type="dxa"/>
            <w:hideMark/>
          </w:tcPr>
          <w:p w14:paraId="784B6D0B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68</w:t>
            </w:r>
          </w:p>
        </w:tc>
      </w:tr>
      <w:tr w:rsidR="00181214" w:rsidRPr="003C5192" w14:paraId="68989180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0F131801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A8C8A92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CACEED3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152E67A" w14:textId="0807B87D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Fabricarea pieselor de precizie pe mașini unelte convenționale</w:t>
            </w:r>
          </w:p>
        </w:tc>
        <w:tc>
          <w:tcPr>
            <w:tcW w:w="607" w:type="dxa"/>
            <w:hideMark/>
          </w:tcPr>
          <w:p w14:paraId="64609748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69</w:t>
            </w:r>
          </w:p>
        </w:tc>
      </w:tr>
      <w:tr w:rsidR="00181214" w:rsidRPr="003C5192" w14:paraId="7E8501FB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4012D9D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E3B7D4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B4299F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518510D" w14:textId="2B3D54F9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Fabricația structurii aeronavelor</w:t>
            </w:r>
          </w:p>
        </w:tc>
        <w:tc>
          <w:tcPr>
            <w:tcW w:w="607" w:type="dxa"/>
            <w:hideMark/>
          </w:tcPr>
          <w:p w14:paraId="10EA106E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70</w:t>
            </w:r>
          </w:p>
        </w:tc>
      </w:tr>
      <w:tr w:rsidR="00181214" w:rsidRPr="003C5192" w14:paraId="644F5F61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4FA9F8F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6C0DC18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FC85FAE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50B83AE" w14:textId="6AF1ABD2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Factorul uman în aviație</w:t>
            </w:r>
          </w:p>
        </w:tc>
        <w:tc>
          <w:tcPr>
            <w:tcW w:w="607" w:type="dxa"/>
            <w:hideMark/>
          </w:tcPr>
          <w:p w14:paraId="55C79296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71</w:t>
            </w:r>
          </w:p>
        </w:tc>
      </w:tr>
      <w:tr w:rsidR="00181214" w:rsidRPr="003C5192" w14:paraId="6D83D0B5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540AF2BD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30F291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7A7DE1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E004C42" w14:textId="54598F8C" w:rsidR="00181214" w:rsidRPr="00C2177B" w:rsidRDefault="00181214" w:rsidP="00181214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Finisarea produselor trase și trefilate</w:t>
            </w:r>
          </w:p>
        </w:tc>
        <w:tc>
          <w:tcPr>
            <w:tcW w:w="607" w:type="dxa"/>
            <w:hideMark/>
          </w:tcPr>
          <w:p w14:paraId="2C7A5E63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72</w:t>
            </w:r>
          </w:p>
        </w:tc>
      </w:tr>
      <w:tr w:rsidR="00181214" w:rsidRPr="003C5192" w14:paraId="1680FD8B" w14:textId="77777777" w:rsidTr="0015722E">
        <w:trPr>
          <w:trHeight w:val="20"/>
        </w:trPr>
        <w:tc>
          <w:tcPr>
            <w:tcW w:w="1134" w:type="dxa"/>
            <w:vMerge/>
            <w:hideMark/>
          </w:tcPr>
          <w:p w14:paraId="74EA9A4D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72E6133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953CAA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E923C71" w14:textId="390D9507" w:rsidR="00181214" w:rsidRPr="00C2177B" w:rsidRDefault="00181214" w:rsidP="00181214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Igiena și securitatea muncii</w:t>
            </w:r>
          </w:p>
        </w:tc>
        <w:tc>
          <w:tcPr>
            <w:tcW w:w="607" w:type="dxa"/>
            <w:hideMark/>
          </w:tcPr>
          <w:p w14:paraId="6B257185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73</w:t>
            </w:r>
          </w:p>
        </w:tc>
      </w:tr>
      <w:tr w:rsidR="00181214" w:rsidRPr="003C5192" w14:paraId="6576129F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6D8B8BA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D792417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B6A569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9894064" w14:textId="591AFED7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de ridicat și transportat</w:t>
            </w:r>
          </w:p>
        </w:tc>
        <w:tc>
          <w:tcPr>
            <w:tcW w:w="607" w:type="dxa"/>
            <w:hideMark/>
          </w:tcPr>
          <w:p w14:paraId="31780C21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74</w:t>
            </w:r>
          </w:p>
        </w:tc>
      </w:tr>
      <w:tr w:rsidR="00181214" w:rsidRPr="003C5192" w14:paraId="2C8560B8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7DB5464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E56474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EF8F982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088C917" w14:textId="7BAF5B03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electrice navale</w:t>
            </w:r>
          </w:p>
        </w:tc>
        <w:tc>
          <w:tcPr>
            <w:tcW w:w="607" w:type="dxa"/>
            <w:hideMark/>
          </w:tcPr>
          <w:p w14:paraId="4A976187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75</w:t>
            </w:r>
          </w:p>
        </w:tc>
      </w:tr>
      <w:tr w:rsidR="00181214" w:rsidRPr="003C5192" w14:paraId="2BD925C5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13DC432B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40997AD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F0C6D2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AC4A945" w14:textId="4B727A71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termoenergetice</w:t>
            </w:r>
          </w:p>
        </w:tc>
        <w:tc>
          <w:tcPr>
            <w:tcW w:w="607" w:type="dxa"/>
            <w:hideMark/>
          </w:tcPr>
          <w:p w14:paraId="059E7AC9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76</w:t>
            </w:r>
          </w:p>
        </w:tc>
      </w:tr>
      <w:tr w:rsidR="00181214" w:rsidRPr="003C5192" w14:paraId="380A8B59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448ACB9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BB1FFB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6AC7D88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25880A7" w14:textId="01D00C6F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Intervenții instrumentații și reparații sonde</w:t>
            </w:r>
          </w:p>
        </w:tc>
        <w:tc>
          <w:tcPr>
            <w:tcW w:w="607" w:type="dxa"/>
            <w:hideMark/>
          </w:tcPr>
          <w:p w14:paraId="484C73FD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77</w:t>
            </w:r>
          </w:p>
        </w:tc>
      </w:tr>
      <w:tr w:rsidR="00181214" w:rsidRPr="003C5192" w14:paraId="23FC963C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0790B86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5FE8CC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16A72F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BC99067" w14:textId="2579A776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Întocmirea documentației tehnice</w:t>
            </w:r>
          </w:p>
        </w:tc>
        <w:tc>
          <w:tcPr>
            <w:tcW w:w="607" w:type="dxa"/>
            <w:hideMark/>
          </w:tcPr>
          <w:p w14:paraId="4EB58001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78</w:t>
            </w:r>
          </w:p>
        </w:tc>
      </w:tr>
      <w:tr w:rsidR="00181214" w:rsidRPr="003C5192" w14:paraId="3C7E7ABC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2C1C368B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165358E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2C4783B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6453BA3" w14:textId="471A28FE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 planificată</w:t>
            </w:r>
          </w:p>
        </w:tc>
        <w:tc>
          <w:tcPr>
            <w:tcW w:w="607" w:type="dxa"/>
            <w:hideMark/>
          </w:tcPr>
          <w:p w14:paraId="190DABA4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79</w:t>
            </w:r>
          </w:p>
        </w:tc>
      </w:tr>
      <w:tr w:rsidR="00181214" w:rsidRPr="003C5192" w14:paraId="26BB8A3F" w14:textId="77777777" w:rsidTr="00181214">
        <w:trPr>
          <w:trHeight w:val="20"/>
        </w:trPr>
        <w:tc>
          <w:tcPr>
            <w:tcW w:w="1134" w:type="dxa"/>
            <w:vMerge/>
            <w:hideMark/>
          </w:tcPr>
          <w:p w14:paraId="5B37551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4C72DB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830A1D7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CBD73F9" w14:textId="6E42017E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repararea corpului navei</w:t>
            </w:r>
          </w:p>
        </w:tc>
        <w:tc>
          <w:tcPr>
            <w:tcW w:w="607" w:type="dxa"/>
            <w:hideMark/>
          </w:tcPr>
          <w:p w14:paraId="2B16DA25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80</w:t>
            </w:r>
          </w:p>
        </w:tc>
      </w:tr>
      <w:tr w:rsidR="00181214" w:rsidRPr="003C5192" w14:paraId="2F5F9346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03B34D5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0AA836F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880ECB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05066647" w14:textId="75402426" w:rsidR="00181214" w:rsidRPr="00524F08" w:rsidRDefault="00181214" w:rsidP="00181214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repararea instalațiilor hidraulice și pneumatice</w:t>
            </w:r>
          </w:p>
        </w:tc>
        <w:tc>
          <w:tcPr>
            <w:tcW w:w="607" w:type="dxa"/>
            <w:hideMark/>
          </w:tcPr>
          <w:p w14:paraId="618E6903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81</w:t>
            </w:r>
          </w:p>
        </w:tc>
      </w:tr>
      <w:tr w:rsidR="00181214" w:rsidRPr="003C5192" w14:paraId="0C83D67F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0A1AF9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5D9C81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EDDCF7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E6D7EAC" w14:textId="7EDBFCF7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repararea produselor artizanale și a utilajelor specifice</w:t>
            </w:r>
          </w:p>
        </w:tc>
        <w:tc>
          <w:tcPr>
            <w:tcW w:w="607" w:type="dxa"/>
            <w:hideMark/>
          </w:tcPr>
          <w:p w14:paraId="09A14FEC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82</w:t>
            </w:r>
          </w:p>
        </w:tc>
      </w:tr>
      <w:tr w:rsidR="00181214" w:rsidRPr="003C5192" w14:paraId="3BF5171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8C87DB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E8C6697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B48B221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EE67ED1" w14:textId="5884927B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reparația structurii aeronavelor</w:t>
            </w:r>
          </w:p>
        </w:tc>
        <w:tc>
          <w:tcPr>
            <w:tcW w:w="607" w:type="dxa"/>
            <w:hideMark/>
          </w:tcPr>
          <w:p w14:paraId="4B9C083E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83</w:t>
            </w:r>
          </w:p>
        </w:tc>
      </w:tr>
      <w:tr w:rsidR="00181214" w:rsidRPr="003C5192" w14:paraId="57FB8D4E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4832AF7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7141141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7E6EE6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1551F77" w14:textId="70F4512C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Întreținerea, diagnosticarea și repararea automobilelor</w:t>
            </w:r>
          </w:p>
        </w:tc>
        <w:tc>
          <w:tcPr>
            <w:tcW w:w="607" w:type="dxa"/>
            <w:hideMark/>
          </w:tcPr>
          <w:p w14:paraId="49A4F298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84</w:t>
            </w:r>
          </w:p>
        </w:tc>
      </w:tr>
      <w:tr w:rsidR="00181214" w:rsidRPr="003C5192" w14:paraId="43995158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868CC3D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770376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70910F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1DD1C04" w14:textId="67DAF2AD" w:rsidR="00181214" w:rsidRPr="00524F08" w:rsidRDefault="00181214" w:rsidP="00181214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Întreținerea, diagnosticarea, repararea utilajelor și echipamentelor forestiere</w:t>
            </w:r>
          </w:p>
        </w:tc>
        <w:tc>
          <w:tcPr>
            <w:tcW w:w="607" w:type="dxa"/>
            <w:hideMark/>
          </w:tcPr>
          <w:p w14:paraId="5A888D15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85</w:t>
            </w:r>
          </w:p>
        </w:tc>
      </w:tr>
      <w:tr w:rsidR="00181214" w:rsidRPr="003C5192" w14:paraId="5C388F72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BD27A5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4ABCEC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E29195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9BDDF0C" w14:textId="559CD40D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Întreținerea, repararea și consolidarea structurilor metalice</w:t>
            </w:r>
          </w:p>
        </w:tc>
        <w:tc>
          <w:tcPr>
            <w:tcW w:w="607" w:type="dxa"/>
            <w:hideMark/>
          </w:tcPr>
          <w:p w14:paraId="24228AEE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86</w:t>
            </w:r>
          </w:p>
        </w:tc>
      </w:tr>
      <w:tr w:rsidR="00181214" w:rsidRPr="003C5192" w14:paraId="3AD7301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0E3F118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3A4CFAE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4C01543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7FC827A" w14:textId="7C7FE490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Laminarea semifabricatelor</w:t>
            </w:r>
          </w:p>
        </w:tc>
        <w:tc>
          <w:tcPr>
            <w:tcW w:w="607" w:type="dxa"/>
            <w:hideMark/>
          </w:tcPr>
          <w:p w14:paraId="2D268C0A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87</w:t>
            </w:r>
          </w:p>
        </w:tc>
      </w:tr>
      <w:tr w:rsidR="00181214" w:rsidRPr="003C5192" w14:paraId="5F9CD62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C5C3DF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9C115C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F6C4070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6F0F2CA" w14:textId="51707374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Laminarea țevilor la cald</w:t>
            </w:r>
          </w:p>
        </w:tc>
        <w:tc>
          <w:tcPr>
            <w:tcW w:w="607" w:type="dxa"/>
            <w:hideMark/>
          </w:tcPr>
          <w:p w14:paraId="049EEAA8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88</w:t>
            </w:r>
          </w:p>
        </w:tc>
      </w:tr>
      <w:tr w:rsidR="00181214" w:rsidRPr="003C5192" w14:paraId="6B5EAD32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ED01C3D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0D81EF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E2986AE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A20B8F2" w14:textId="620A0ED1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Lansarea navei</w:t>
            </w:r>
          </w:p>
        </w:tc>
        <w:tc>
          <w:tcPr>
            <w:tcW w:w="607" w:type="dxa"/>
            <w:hideMark/>
          </w:tcPr>
          <w:p w14:paraId="6463FFF1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89</w:t>
            </w:r>
          </w:p>
        </w:tc>
      </w:tr>
      <w:tr w:rsidR="00181214" w:rsidRPr="003C5192" w14:paraId="1F6E9A2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A273F8A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EBD6C0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3E5E253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52829D9" w14:textId="0D325B6A" w:rsidR="00181214" w:rsidRPr="00C2177B" w:rsidRDefault="00181214" w:rsidP="00181214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Lăcătușerie generală</w:t>
            </w:r>
          </w:p>
        </w:tc>
        <w:tc>
          <w:tcPr>
            <w:tcW w:w="607" w:type="dxa"/>
            <w:hideMark/>
          </w:tcPr>
          <w:p w14:paraId="10DA3D4E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90</w:t>
            </w:r>
          </w:p>
        </w:tc>
      </w:tr>
      <w:tr w:rsidR="00181214" w:rsidRPr="003C5192" w14:paraId="7E1AFE0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11C8236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DBC4CB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BD83FD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2159423" w14:textId="5FE996D2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Legislație navală</w:t>
            </w:r>
          </w:p>
        </w:tc>
        <w:tc>
          <w:tcPr>
            <w:tcW w:w="607" w:type="dxa"/>
            <w:hideMark/>
          </w:tcPr>
          <w:p w14:paraId="70E0E0BF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91</w:t>
            </w:r>
          </w:p>
        </w:tc>
      </w:tr>
      <w:tr w:rsidR="00181214" w:rsidRPr="003C5192" w14:paraId="0B99982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C8FB864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0A1C58B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9245105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144F965" w14:textId="1F4BE1AA" w:rsidR="00181214" w:rsidRPr="003C5192" w:rsidRDefault="00181214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Legislație rutieră și conducerea autovehiculelor</w:t>
            </w:r>
          </w:p>
        </w:tc>
        <w:tc>
          <w:tcPr>
            <w:tcW w:w="607" w:type="dxa"/>
            <w:hideMark/>
          </w:tcPr>
          <w:p w14:paraId="0E206399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92</w:t>
            </w:r>
          </w:p>
        </w:tc>
      </w:tr>
      <w:tr w:rsidR="00181214" w:rsidRPr="003C5192" w14:paraId="0BB14A2A" w14:textId="77777777" w:rsidTr="003C5192">
        <w:trPr>
          <w:trHeight w:val="20"/>
        </w:trPr>
        <w:tc>
          <w:tcPr>
            <w:tcW w:w="1134" w:type="dxa"/>
            <w:vMerge/>
            <w:hideMark/>
          </w:tcPr>
          <w:p w14:paraId="1E6E28FE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3276D8C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AA23C1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  <w:hideMark/>
          </w:tcPr>
          <w:p w14:paraId="5CE85350" w14:textId="365ED39F" w:rsidR="00181214" w:rsidRPr="00524F08" w:rsidRDefault="00164F7D" w:rsidP="00181214">
            <w:pPr>
              <w:rPr>
                <w:color w:val="FF0000"/>
                <w:lang w:val="ro-RO"/>
              </w:rPr>
            </w:pPr>
            <w:r w:rsidRPr="00623D3B">
              <w:rPr>
                <w:lang w:val="ro-RO"/>
              </w:rPr>
              <w:t>Manevrarea vehiculelor rutiere</w:t>
            </w:r>
          </w:p>
        </w:tc>
        <w:tc>
          <w:tcPr>
            <w:tcW w:w="607" w:type="dxa"/>
            <w:hideMark/>
          </w:tcPr>
          <w:p w14:paraId="57D118CD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93</w:t>
            </w:r>
          </w:p>
        </w:tc>
      </w:tr>
      <w:tr w:rsidR="00181214" w:rsidRPr="003C5192" w14:paraId="41EAC9C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B76F0FF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D0821E9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C098EC3" w14:textId="77777777" w:rsidR="00181214" w:rsidRPr="003C5192" w:rsidRDefault="00181214" w:rsidP="00181214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5B67B45" w14:textId="2662B60A" w:rsidR="00181214" w:rsidRPr="003C5192" w:rsidRDefault="00164F7D" w:rsidP="00181214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Manipularea mărfurilor</w:t>
            </w:r>
          </w:p>
        </w:tc>
        <w:tc>
          <w:tcPr>
            <w:tcW w:w="607" w:type="dxa"/>
            <w:hideMark/>
          </w:tcPr>
          <w:p w14:paraId="24A3FB42" w14:textId="77777777" w:rsidR="00181214" w:rsidRPr="003C5192" w:rsidRDefault="00181214" w:rsidP="00181214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94</w:t>
            </w:r>
          </w:p>
        </w:tc>
      </w:tr>
      <w:tr w:rsidR="00164F7D" w:rsidRPr="003C5192" w14:paraId="0ED3B08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74A9C1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454352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D8784C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2FE03A2" w14:textId="16B39446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Mașini, aparate și elemente de automatizare</w:t>
            </w:r>
          </w:p>
        </w:tc>
        <w:tc>
          <w:tcPr>
            <w:tcW w:w="607" w:type="dxa"/>
            <w:hideMark/>
          </w:tcPr>
          <w:p w14:paraId="15DE5E48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95</w:t>
            </w:r>
          </w:p>
        </w:tc>
      </w:tr>
      <w:tr w:rsidR="00164F7D" w:rsidRPr="003C5192" w14:paraId="608CBDA1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A27B94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0FBC64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5F1E0A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B43C76C" w14:textId="6B06E88A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electrice</w:t>
            </w:r>
          </w:p>
        </w:tc>
        <w:tc>
          <w:tcPr>
            <w:tcW w:w="607" w:type="dxa"/>
            <w:hideMark/>
          </w:tcPr>
          <w:p w14:paraId="02465DE5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96</w:t>
            </w:r>
          </w:p>
        </w:tc>
      </w:tr>
      <w:tr w:rsidR="00164F7D" w:rsidRPr="003C5192" w14:paraId="2E0ECA2D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253C67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2F1D98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33344D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0E4F7C5" w14:textId="0313DF69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de frezat, rabotat și mortezat</w:t>
            </w:r>
          </w:p>
        </w:tc>
        <w:tc>
          <w:tcPr>
            <w:tcW w:w="607" w:type="dxa"/>
            <w:hideMark/>
          </w:tcPr>
          <w:p w14:paraId="4B023096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97</w:t>
            </w:r>
          </w:p>
        </w:tc>
      </w:tr>
      <w:tr w:rsidR="00164F7D" w:rsidRPr="003C5192" w14:paraId="6744D098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86EF87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43EB81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528E91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D8269DF" w14:textId="2C6E7A90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și dispozitive specifice executării construcțiilor metalice și utilajului tehnologic</w:t>
            </w:r>
          </w:p>
        </w:tc>
        <w:tc>
          <w:tcPr>
            <w:tcW w:w="607" w:type="dxa"/>
            <w:hideMark/>
          </w:tcPr>
          <w:p w14:paraId="6F248665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98</w:t>
            </w:r>
          </w:p>
        </w:tc>
      </w:tr>
      <w:tr w:rsidR="00164F7D" w:rsidRPr="003C5192" w14:paraId="0A51C0E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603337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3D9D9F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78C612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F77EF63" w14:textId="2560C1BB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și instalații pentru irigări și transport</w:t>
            </w:r>
          </w:p>
        </w:tc>
        <w:tc>
          <w:tcPr>
            <w:tcW w:w="607" w:type="dxa"/>
            <w:hideMark/>
          </w:tcPr>
          <w:p w14:paraId="072750C1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99</w:t>
            </w:r>
          </w:p>
        </w:tc>
      </w:tr>
      <w:tr w:rsidR="00164F7D" w:rsidRPr="003C5192" w14:paraId="29A441A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D6207A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4CC722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245006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C2CC036" w14:textId="0BF4DE21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și utilaje specifice</w:t>
            </w:r>
          </w:p>
        </w:tc>
        <w:tc>
          <w:tcPr>
            <w:tcW w:w="607" w:type="dxa"/>
            <w:hideMark/>
          </w:tcPr>
          <w:p w14:paraId="6BD6C72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100</w:t>
            </w:r>
          </w:p>
        </w:tc>
      </w:tr>
      <w:tr w:rsidR="00164F7D" w:rsidRPr="003C5192" w14:paraId="7291BAB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D78370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7E3F5B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F553B3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3CDF531" w14:textId="4BFA5E7F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unelte convenționale</w:t>
            </w:r>
          </w:p>
        </w:tc>
        <w:tc>
          <w:tcPr>
            <w:tcW w:w="607" w:type="dxa"/>
            <w:hideMark/>
          </w:tcPr>
          <w:p w14:paraId="7F441976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101</w:t>
            </w:r>
          </w:p>
        </w:tc>
      </w:tr>
      <w:tr w:rsidR="00164F7D" w:rsidRPr="003C5192" w14:paraId="7F0357E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BB4688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31AD47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756AA4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2CE8091" w14:textId="5F08050D" w:rsidR="00164F7D" w:rsidRPr="00C2177B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unelte de rectificat</w:t>
            </w:r>
          </w:p>
        </w:tc>
        <w:tc>
          <w:tcPr>
            <w:tcW w:w="607" w:type="dxa"/>
            <w:hideMark/>
          </w:tcPr>
          <w:p w14:paraId="0727054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102</w:t>
            </w:r>
          </w:p>
        </w:tc>
      </w:tr>
      <w:tr w:rsidR="00164F7D" w:rsidRPr="003C5192" w14:paraId="49D9FB5D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E4F24B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D40292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178224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8C8A922" w14:textId="073D8077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Mașini unelte neconvenționale și de înaltă productivitate</w:t>
            </w:r>
          </w:p>
        </w:tc>
        <w:tc>
          <w:tcPr>
            <w:tcW w:w="607" w:type="dxa"/>
            <w:hideMark/>
          </w:tcPr>
          <w:p w14:paraId="650D49ED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103</w:t>
            </w:r>
          </w:p>
        </w:tc>
      </w:tr>
      <w:tr w:rsidR="00164F7D" w:rsidRPr="003C5192" w14:paraId="4D9CC3E8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A8CF8B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D2DC3A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FB84C6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C5766ED" w14:textId="5D7618D0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unelte pentru prelucrări la rece</w:t>
            </w:r>
          </w:p>
        </w:tc>
        <w:tc>
          <w:tcPr>
            <w:tcW w:w="607" w:type="dxa"/>
            <w:hideMark/>
          </w:tcPr>
          <w:p w14:paraId="201480C5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104</w:t>
            </w:r>
          </w:p>
        </w:tc>
      </w:tr>
      <w:tr w:rsidR="00164F7D" w:rsidRPr="003C5192" w14:paraId="33F1E0CB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21479E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695EFA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117DE3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BB4CA2E" w14:textId="16A2DDA0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unelte pentru strunjire</w:t>
            </w:r>
          </w:p>
        </w:tc>
        <w:tc>
          <w:tcPr>
            <w:tcW w:w="607" w:type="dxa"/>
            <w:hideMark/>
          </w:tcPr>
          <w:p w14:paraId="61BD3D9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105</w:t>
            </w:r>
          </w:p>
        </w:tc>
      </w:tr>
      <w:tr w:rsidR="00164F7D" w:rsidRPr="003C5192" w14:paraId="55D63271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149920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E73FEE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307583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BCEE29B" w14:textId="011CF27C" w:rsidR="00164F7D" w:rsidRPr="00524F08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utilizate în modelărie</w:t>
            </w:r>
          </w:p>
        </w:tc>
        <w:tc>
          <w:tcPr>
            <w:tcW w:w="607" w:type="dxa"/>
            <w:hideMark/>
          </w:tcPr>
          <w:p w14:paraId="7AD844D9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106</w:t>
            </w:r>
          </w:p>
        </w:tc>
      </w:tr>
      <w:tr w:rsidR="00164F7D" w:rsidRPr="003C5192" w14:paraId="63071F7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559EB6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5A8736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A6138D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ECDC5C7" w14:textId="4E8F2ABB" w:rsidR="00164F7D" w:rsidRPr="003C5192" w:rsidRDefault="00164F7D" w:rsidP="00164F7D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Mașini</w:t>
            </w:r>
            <w:r w:rsidRPr="003C5192">
              <w:rPr>
                <w:color w:val="000000"/>
                <w:lang w:val="ro-RO"/>
              </w:rPr>
              <w:t>,</w:t>
            </w:r>
            <w:r>
              <w:rPr>
                <w:color w:val="000000"/>
                <w:lang w:val="ro-RO"/>
              </w:rPr>
              <w:t xml:space="preserve"> </w:t>
            </w:r>
            <w:r w:rsidRPr="003C5192">
              <w:rPr>
                <w:color w:val="000000"/>
                <w:lang w:val="ro-RO"/>
              </w:rPr>
              <w:t>utilaje și instalații</w:t>
            </w:r>
          </w:p>
        </w:tc>
        <w:tc>
          <w:tcPr>
            <w:tcW w:w="607" w:type="dxa"/>
            <w:hideMark/>
          </w:tcPr>
          <w:p w14:paraId="572935F0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107</w:t>
            </w:r>
          </w:p>
        </w:tc>
      </w:tr>
      <w:tr w:rsidR="00164F7D" w:rsidRPr="003C5192" w14:paraId="1976BDC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34DF11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025E9C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987220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0316E76" w14:textId="7AEFCDC3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Materiale specifice tâmplăriei din aluminiu și mase plastice</w:t>
            </w:r>
          </w:p>
        </w:tc>
        <w:tc>
          <w:tcPr>
            <w:tcW w:w="607" w:type="dxa"/>
            <w:hideMark/>
          </w:tcPr>
          <w:p w14:paraId="6367A01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108</w:t>
            </w:r>
          </w:p>
        </w:tc>
      </w:tr>
      <w:tr w:rsidR="00164F7D" w:rsidRPr="003C5192" w14:paraId="14EF515E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B5A253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C52D79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124CA3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B6D7E96" w14:textId="5CB59B1D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Materii prime și materiale</w:t>
            </w:r>
          </w:p>
        </w:tc>
        <w:tc>
          <w:tcPr>
            <w:tcW w:w="607" w:type="dxa"/>
            <w:hideMark/>
          </w:tcPr>
          <w:p w14:paraId="529E1097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109</w:t>
            </w:r>
          </w:p>
        </w:tc>
      </w:tr>
      <w:tr w:rsidR="00164F7D" w:rsidRPr="003C5192" w14:paraId="02D92B45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C1134D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B246CE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F72A32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BE8C7EF" w14:textId="3E0C8951" w:rsidR="00164F7D" w:rsidRPr="00524F08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Matrițe</w:t>
            </w:r>
          </w:p>
        </w:tc>
        <w:tc>
          <w:tcPr>
            <w:tcW w:w="607" w:type="dxa"/>
            <w:hideMark/>
          </w:tcPr>
          <w:p w14:paraId="1C4AF657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110</w:t>
            </w:r>
          </w:p>
        </w:tc>
      </w:tr>
      <w:tr w:rsidR="00164F7D" w:rsidRPr="003C5192" w14:paraId="74F70CE8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05DAA5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45DA9C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845EDD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DC10DD8" w14:textId="01FCC3D8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Măsurarea mărimilor tehnice</w:t>
            </w:r>
          </w:p>
        </w:tc>
        <w:tc>
          <w:tcPr>
            <w:tcW w:w="607" w:type="dxa"/>
            <w:hideMark/>
          </w:tcPr>
          <w:p w14:paraId="023CE3AD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111</w:t>
            </w:r>
          </w:p>
        </w:tc>
      </w:tr>
      <w:tr w:rsidR="00164F7D" w:rsidRPr="003C5192" w14:paraId="3BA79009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4B70EC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DBFBC3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FA5745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96CCA9B" w14:textId="58F1D9A8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Măsurarea parametrilor specifici agregatelor rotative</w:t>
            </w:r>
          </w:p>
        </w:tc>
        <w:tc>
          <w:tcPr>
            <w:tcW w:w="607" w:type="dxa"/>
            <w:hideMark/>
          </w:tcPr>
          <w:p w14:paraId="2DA55B2D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112</w:t>
            </w:r>
          </w:p>
        </w:tc>
      </w:tr>
      <w:tr w:rsidR="00164F7D" w:rsidRPr="003C5192" w14:paraId="42ED6C35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64D761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4B7715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C8430E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65427DE" w14:textId="5137F7F8" w:rsidR="00164F7D" w:rsidRPr="00524F08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Măsurări neelectrice și electrice</w:t>
            </w:r>
          </w:p>
        </w:tc>
        <w:tc>
          <w:tcPr>
            <w:tcW w:w="607" w:type="dxa"/>
            <w:hideMark/>
          </w:tcPr>
          <w:p w14:paraId="258A3A5B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113</w:t>
            </w:r>
          </w:p>
        </w:tc>
      </w:tr>
      <w:tr w:rsidR="00164F7D" w:rsidRPr="003C5192" w14:paraId="125DBF1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95CFB1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F1A0A1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501A83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B9EFEB4" w14:textId="6B30D230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Măsurări specifice în foraj-extracție</w:t>
            </w:r>
          </w:p>
        </w:tc>
        <w:tc>
          <w:tcPr>
            <w:tcW w:w="607" w:type="dxa"/>
            <w:hideMark/>
          </w:tcPr>
          <w:p w14:paraId="5D9E061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114</w:t>
            </w:r>
          </w:p>
        </w:tc>
      </w:tr>
      <w:tr w:rsidR="00164F7D" w:rsidRPr="003C5192" w14:paraId="1D9434DB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178711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496EE0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D371DC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67DFF7C" w14:textId="4AFC6742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Măsurări tehnice</w:t>
            </w:r>
          </w:p>
        </w:tc>
        <w:tc>
          <w:tcPr>
            <w:tcW w:w="607" w:type="dxa"/>
            <w:hideMark/>
          </w:tcPr>
          <w:p w14:paraId="4ABF079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115</w:t>
            </w:r>
          </w:p>
        </w:tc>
      </w:tr>
      <w:tr w:rsidR="00164F7D" w:rsidRPr="003C5192" w14:paraId="1341078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9BC841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024014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050FC7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DF269F9" w14:textId="1A56F4A2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Măsurători tehnice la probele de recepție</w:t>
            </w:r>
          </w:p>
        </w:tc>
        <w:tc>
          <w:tcPr>
            <w:tcW w:w="607" w:type="dxa"/>
            <w:hideMark/>
          </w:tcPr>
          <w:p w14:paraId="07D86255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116</w:t>
            </w:r>
          </w:p>
        </w:tc>
      </w:tr>
      <w:tr w:rsidR="00164F7D" w:rsidRPr="003C5192" w14:paraId="05C9754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0C9DBA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AFC257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6369FA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89867F9" w14:textId="7A1DDDB8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Mentenanța construcțiilor navale</w:t>
            </w:r>
          </w:p>
        </w:tc>
        <w:tc>
          <w:tcPr>
            <w:tcW w:w="607" w:type="dxa"/>
            <w:hideMark/>
          </w:tcPr>
          <w:p w14:paraId="59D970CE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117</w:t>
            </w:r>
          </w:p>
        </w:tc>
      </w:tr>
      <w:tr w:rsidR="00164F7D" w:rsidRPr="003C5192" w14:paraId="6509EB1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CA470C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B87F35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98F110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08DB4ED" w14:textId="7C1C9FB8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Mentenanța echipamentelor hidropneumatice</w:t>
            </w:r>
          </w:p>
        </w:tc>
        <w:tc>
          <w:tcPr>
            <w:tcW w:w="607" w:type="dxa"/>
            <w:hideMark/>
          </w:tcPr>
          <w:p w14:paraId="3762D173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118</w:t>
            </w:r>
          </w:p>
        </w:tc>
      </w:tr>
      <w:tr w:rsidR="00164F7D" w:rsidRPr="003C5192" w14:paraId="788FF92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88CA1A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6235F4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60A590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605D9D3" w14:textId="6C8203A9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Mentenanța instalațiilor și echipamentelor aeronavelor</w:t>
            </w:r>
          </w:p>
        </w:tc>
        <w:tc>
          <w:tcPr>
            <w:tcW w:w="607" w:type="dxa"/>
            <w:hideMark/>
          </w:tcPr>
          <w:p w14:paraId="598258A8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119</w:t>
            </w:r>
          </w:p>
        </w:tc>
      </w:tr>
      <w:tr w:rsidR="00164F7D" w:rsidRPr="003C5192" w14:paraId="11EBBF0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6570C8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487DD6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B465E4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59BFF7F" w14:textId="52D35697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Mentenanța mașinilor unelte cu comandă numerică</w:t>
            </w:r>
          </w:p>
        </w:tc>
        <w:tc>
          <w:tcPr>
            <w:tcW w:w="607" w:type="dxa"/>
            <w:hideMark/>
          </w:tcPr>
          <w:p w14:paraId="1CA570F9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120</w:t>
            </w:r>
          </w:p>
        </w:tc>
      </w:tr>
      <w:tr w:rsidR="00164F7D" w:rsidRPr="003C5192" w14:paraId="0533E17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C0C165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6C27E5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E75D54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983E06E" w14:textId="3AE38846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Mentenanța mașinilor, utilajelor și instalațiilor</w:t>
            </w:r>
          </w:p>
        </w:tc>
        <w:tc>
          <w:tcPr>
            <w:tcW w:w="607" w:type="dxa"/>
            <w:hideMark/>
          </w:tcPr>
          <w:p w14:paraId="6345BB6B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121</w:t>
            </w:r>
          </w:p>
        </w:tc>
      </w:tr>
      <w:tr w:rsidR="00164F7D" w:rsidRPr="003C5192" w14:paraId="3ADA0EEB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25CA9A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7E46FD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1A24EB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AB369C6" w14:textId="75608B8F" w:rsidR="00164F7D" w:rsidRPr="003C5192" w:rsidRDefault="00164F7D" w:rsidP="00247B3F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Menten</w:t>
            </w:r>
            <w:r w:rsidR="00247B3F">
              <w:rPr>
                <w:lang w:val="ro-RO"/>
              </w:rPr>
              <w:t>a</w:t>
            </w:r>
            <w:r w:rsidRPr="00623D3B">
              <w:rPr>
                <w:lang w:val="ro-RO"/>
              </w:rPr>
              <w:t>nța avionicii</w:t>
            </w:r>
          </w:p>
        </w:tc>
        <w:tc>
          <w:tcPr>
            <w:tcW w:w="607" w:type="dxa"/>
            <w:hideMark/>
          </w:tcPr>
          <w:p w14:paraId="5FEDA4D9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122</w:t>
            </w:r>
          </w:p>
        </w:tc>
      </w:tr>
      <w:tr w:rsidR="00164F7D" w:rsidRPr="003C5192" w14:paraId="65327559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A7B316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32302B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12B756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B43CB3B" w14:textId="385A5739" w:rsidR="00164F7D" w:rsidRPr="003C5192" w:rsidRDefault="00164F7D" w:rsidP="00247B3F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Menten</w:t>
            </w:r>
            <w:r w:rsidR="00247B3F">
              <w:rPr>
                <w:lang w:val="ro-RO"/>
              </w:rPr>
              <w:t>a</w:t>
            </w:r>
            <w:r w:rsidRPr="00623D3B">
              <w:rPr>
                <w:lang w:val="ro-RO"/>
              </w:rPr>
              <w:t>nța MUCN și a sistemelor de protecție</w:t>
            </w:r>
          </w:p>
        </w:tc>
        <w:tc>
          <w:tcPr>
            <w:tcW w:w="607" w:type="dxa"/>
            <w:hideMark/>
          </w:tcPr>
          <w:p w14:paraId="22D875F8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123</w:t>
            </w:r>
          </w:p>
        </w:tc>
      </w:tr>
      <w:tr w:rsidR="00164F7D" w:rsidRPr="003C5192" w14:paraId="1D13137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BCCB16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6BE564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F00621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CC00212" w14:textId="7678AB98" w:rsidR="00164F7D" w:rsidRPr="003C5192" w:rsidRDefault="00164F7D" w:rsidP="00247B3F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Menten</w:t>
            </w:r>
            <w:r w:rsidR="00247B3F">
              <w:rPr>
                <w:lang w:val="ro-RO"/>
              </w:rPr>
              <w:t>a</w:t>
            </w:r>
            <w:r w:rsidRPr="00623D3B">
              <w:rPr>
                <w:lang w:val="ro-RO"/>
              </w:rPr>
              <w:t>nța utilajelor destinate prelucrărilor la cald</w:t>
            </w:r>
          </w:p>
        </w:tc>
        <w:tc>
          <w:tcPr>
            <w:tcW w:w="607" w:type="dxa"/>
            <w:hideMark/>
          </w:tcPr>
          <w:p w14:paraId="5D1C2DBA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124</w:t>
            </w:r>
          </w:p>
        </w:tc>
      </w:tr>
      <w:tr w:rsidR="00164F7D" w:rsidRPr="003C5192" w14:paraId="7CA0F6D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FDE560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F9650C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4A6029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FBD3C75" w14:textId="2FCF852F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Menținerea navigabilității aeronavelor</w:t>
            </w:r>
          </w:p>
        </w:tc>
        <w:tc>
          <w:tcPr>
            <w:tcW w:w="607" w:type="dxa"/>
            <w:hideMark/>
          </w:tcPr>
          <w:p w14:paraId="59C52ECB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125</w:t>
            </w:r>
          </w:p>
        </w:tc>
      </w:tr>
      <w:tr w:rsidR="00164F7D" w:rsidRPr="003C5192" w14:paraId="1D690789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62B635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98DC49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EBC78A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F6C77CE" w14:textId="3A001369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Metalurgie generală</w:t>
            </w:r>
          </w:p>
        </w:tc>
        <w:tc>
          <w:tcPr>
            <w:tcW w:w="607" w:type="dxa"/>
            <w:hideMark/>
          </w:tcPr>
          <w:p w14:paraId="3F3CDFF8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126</w:t>
            </w:r>
          </w:p>
        </w:tc>
      </w:tr>
      <w:tr w:rsidR="00164F7D" w:rsidRPr="003C5192" w14:paraId="478AC6B1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152CF7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0EDC0A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C0497E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743DBC5" w14:textId="2FF57CC3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Mijloace de măsurare pentru mărimi</w:t>
            </w:r>
            <w:r>
              <w:rPr>
                <w:color w:val="000000"/>
                <w:lang w:val="ro-RO"/>
              </w:rPr>
              <w:t xml:space="preserve"> </w:t>
            </w:r>
            <w:r w:rsidRPr="00A21458">
              <w:rPr>
                <w:color w:val="000000"/>
                <w:lang w:val="ro-RO"/>
              </w:rPr>
              <w:t>fizico-chimice</w:t>
            </w:r>
          </w:p>
        </w:tc>
        <w:tc>
          <w:tcPr>
            <w:tcW w:w="607" w:type="dxa"/>
            <w:hideMark/>
          </w:tcPr>
          <w:p w14:paraId="6152FB97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127</w:t>
            </w:r>
          </w:p>
        </w:tc>
      </w:tr>
      <w:tr w:rsidR="00164F7D" w:rsidRPr="003C5192" w14:paraId="6416B66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1F5514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B3C475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288DA8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7350AD3" w14:textId="77C0019B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Mijloace de măsurare pentru mărimi electrice</w:t>
            </w:r>
          </w:p>
        </w:tc>
        <w:tc>
          <w:tcPr>
            <w:tcW w:w="607" w:type="dxa"/>
            <w:hideMark/>
          </w:tcPr>
          <w:p w14:paraId="68ECEB96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128</w:t>
            </w:r>
          </w:p>
        </w:tc>
      </w:tr>
      <w:tr w:rsidR="00164F7D" w:rsidRPr="003C5192" w14:paraId="013B61E2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660703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CBF112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900FC9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5E66839" w14:textId="2508B50A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instalațiilor pe navă</w:t>
            </w:r>
          </w:p>
        </w:tc>
        <w:tc>
          <w:tcPr>
            <w:tcW w:w="607" w:type="dxa"/>
            <w:hideMark/>
          </w:tcPr>
          <w:p w14:paraId="43391DDC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129</w:t>
            </w:r>
          </w:p>
        </w:tc>
      </w:tr>
      <w:tr w:rsidR="00164F7D" w:rsidRPr="003C5192" w14:paraId="34FB932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E26D03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20F129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749282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C959529" w14:textId="5A15F59B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și punerea în funcțiune a echipamentelor hidropneumatice</w:t>
            </w:r>
          </w:p>
        </w:tc>
        <w:tc>
          <w:tcPr>
            <w:tcW w:w="607" w:type="dxa"/>
            <w:hideMark/>
          </w:tcPr>
          <w:p w14:paraId="11884CEB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130</w:t>
            </w:r>
          </w:p>
        </w:tc>
      </w:tr>
      <w:tr w:rsidR="00164F7D" w:rsidRPr="003C5192" w14:paraId="09FB9CE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2486F4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FE2785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E2EC71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398AD5F" w14:textId="177C2543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și reglarea de măsură și control</w:t>
            </w:r>
          </w:p>
        </w:tc>
        <w:tc>
          <w:tcPr>
            <w:tcW w:w="607" w:type="dxa"/>
            <w:hideMark/>
          </w:tcPr>
          <w:p w14:paraId="4340048E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131</w:t>
            </w:r>
          </w:p>
        </w:tc>
      </w:tr>
      <w:tr w:rsidR="00164F7D" w:rsidRPr="003C5192" w14:paraId="20893F5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4BFBB5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A82B58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37AA30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2CC4896" w14:textId="10AE28AD" w:rsidR="00164F7D" w:rsidRPr="00A532DF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tâmplăriei din aluminiu și mase plastice</w:t>
            </w:r>
          </w:p>
        </w:tc>
        <w:tc>
          <w:tcPr>
            <w:tcW w:w="607" w:type="dxa"/>
            <w:hideMark/>
          </w:tcPr>
          <w:p w14:paraId="6209798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132</w:t>
            </w:r>
          </w:p>
        </w:tc>
      </w:tr>
      <w:tr w:rsidR="00164F7D" w:rsidRPr="003C5192" w14:paraId="40519D39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C4F9EA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58679C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2F9E27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770D029" w14:textId="045B2435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Montarea, întreținerea și repararea agregatelor rotative aferente instalației cazanului de abur</w:t>
            </w:r>
          </w:p>
        </w:tc>
        <w:tc>
          <w:tcPr>
            <w:tcW w:w="607" w:type="dxa"/>
            <w:hideMark/>
          </w:tcPr>
          <w:p w14:paraId="7DEE76D4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133</w:t>
            </w:r>
          </w:p>
        </w:tc>
      </w:tr>
      <w:tr w:rsidR="00164F7D" w:rsidRPr="003C5192" w14:paraId="066BAF45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609777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437D47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CDE855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FAF1A1A" w14:textId="3788B0F0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Montarea, vopsirea, ambalarea și transportul structurilor metalice</w:t>
            </w:r>
          </w:p>
        </w:tc>
        <w:tc>
          <w:tcPr>
            <w:tcW w:w="607" w:type="dxa"/>
            <w:hideMark/>
          </w:tcPr>
          <w:p w14:paraId="6B891EB3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134</w:t>
            </w:r>
          </w:p>
        </w:tc>
      </w:tr>
      <w:tr w:rsidR="00164F7D" w:rsidRPr="003C5192" w14:paraId="2662CA9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C2F8F7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79F477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4861AB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7BBC104" w14:textId="11F8BD0F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Motoare și instalații pentru aeronave</w:t>
            </w:r>
          </w:p>
        </w:tc>
        <w:tc>
          <w:tcPr>
            <w:tcW w:w="607" w:type="dxa"/>
            <w:hideMark/>
          </w:tcPr>
          <w:p w14:paraId="18E86476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135</w:t>
            </w:r>
          </w:p>
        </w:tc>
      </w:tr>
      <w:tr w:rsidR="00164F7D" w:rsidRPr="003C5192" w14:paraId="27C5D45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7023CB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BE05E7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994221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2EBBA52" w14:textId="0E79A213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Nave și mijloace de salvare a vieții pe apă</w:t>
            </w:r>
          </w:p>
        </w:tc>
        <w:tc>
          <w:tcPr>
            <w:tcW w:w="607" w:type="dxa"/>
            <w:hideMark/>
          </w:tcPr>
          <w:p w14:paraId="0857B4F5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136</w:t>
            </w:r>
          </w:p>
        </w:tc>
      </w:tr>
      <w:tr w:rsidR="00164F7D" w:rsidRPr="003C5192" w14:paraId="136DFE83" w14:textId="77777777" w:rsidTr="00164F7D">
        <w:trPr>
          <w:trHeight w:val="20"/>
        </w:trPr>
        <w:tc>
          <w:tcPr>
            <w:tcW w:w="1134" w:type="dxa"/>
            <w:vMerge/>
            <w:hideMark/>
          </w:tcPr>
          <w:p w14:paraId="6B6F4C4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7CDBDE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AFBCBE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8C9DCC5" w14:textId="6B4B5A2A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Norme de prevenire a poluării apelor și legislație navală</w:t>
            </w:r>
          </w:p>
        </w:tc>
        <w:tc>
          <w:tcPr>
            <w:tcW w:w="607" w:type="dxa"/>
            <w:hideMark/>
          </w:tcPr>
          <w:p w14:paraId="03273D79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137</w:t>
            </w:r>
          </w:p>
        </w:tc>
      </w:tr>
      <w:tr w:rsidR="00164F7D" w:rsidRPr="003C5192" w14:paraId="053967CE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DC999D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A20C5E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655B45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0F463FD" w14:textId="5B27775B" w:rsidR="00164F7D" w:rsidRPr="00A532DF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Norme de protecția muncii și primul ajutor la bordul navei</w:t>
            </w:r>
          </w:p>
        </w:tc>
        <w:tc>
          <w:tcPr>
            <w:tcW w:w="607" w:type="dxa"/>
            <w:hideMark/>
          </w:tcPr>
          <w:p w14:paraId="6AACE0C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138</w:t>
            </w:r>
          </w:p>
        </w:tc>
      </w:tr>
      <w:tr w:rsidR="00164F7D" w:rsidRPr="003C5192" w14:paraId="75ECA43E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64FEDF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368723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8F3B51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8777498" w14:textId="141AB940" w:rsidR="00164F7D" w:rsidRPr="00A532DF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Norme de protecția muncii. PSI și protecția mediului</w:t>
            </w:r>
          </w:p>
        </w:tc>
        <w:tc>
          <w:tcPr>
            <w:tcW w:w="607" w:type="dxa"/>
            <w:hideMark/>
          </w:tcPr>
          <w:p w14:paraId="79C0D65D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139</w:t>
            </w:r>
          </w:p>
        </w:tc>
      </w:tr>
      <w:tr w:rsidR="00164F7D" w:rsidRPr="003C5192" w14:paraId="4C3C1C2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265E57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A210BA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0C9D8F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A948160" w14:textId="36051E80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Operarea pe MUCN</w:t>
            </w:r>
          </w:p>
        </w:tc>
        <w:tc>
          <w:tcPr>
            <w:tcW w:w="607" w:type="dxa"/>
            <w:hideMark/>
          </w:tcPr>
          <w:p w14:paraId="1E3401F7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140</w:t>
            </w:r>
          </w:p>
        </w:tc>
      </w:tr>
      <w:tr w:rsidR="00164F7D" w:rsidRPr="003C5192" w14:paraId="203CA1C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910B93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19E63E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46B3E2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13B4E14" w14:textId="6CB90CB8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Operarea și întreținerea aeronavelor</w:t>
            </w:r>
          </w:p>
        </w:tc>
        <w:tc>
          <w:tcPr>
            <w:tcW w:w="607" w:type="dxa"/>
            <w:hideMark/>
          </w:tcPr>
          <w:p w14:paraId="3B2F4A28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141</w:t>
            </w:r>
          </w:p>
        </w:tc>
      </w:tr>
      <w:tr w:rsidR="00164F7D" w:rsidRPr="003C5192" w14:paraId="7DF338D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117CA9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8C4585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F7D54F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630BE3A" w14:textId="381D6BD4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Operații tehnologice de forjare, tratamente termice și termochimice</w:t>
            </w:r>
          </w:p>
        </w:tc>
        <w:tc>
          <w:tcPr>
            <w:tcW w:w="607" w:type="dxa"/>
            <w:hideMark/>
          </w:tcPr>
          <w:p w14:paraId="56FE89A4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142</w:t>
            </w:r>
          </w:p>
        </w:tc>
      </w:tr>
      <w:tr w:rsidR="00164F7D" w:rsidRPr="003C5192" w14:paraId="636B81E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6D9396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67CB47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924C13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214BEA9" w14:textId="5BBE6487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Organe de mașini</w:t>
            </w:r>
          </w:p>
        </w:tc>
        <w:tc>
          <w:tcPr>
            <w:tcW w:w="607" w:type="dxa"/>
            <w:hideMark/>
          </w:tcPr>
          <w:p w14:paraId="40E31A0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143</w:t>
            </w:r>
          </w:p>
        </w:tc>
      </w:tr>
      <w:tr w:rsidR="00164F7D" w:rsidRPr="003C5192" w14:paraId="7ED5AEE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E6417B9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0EED7A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5D39AB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1E2A2FD" w14:textId="32238368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Organe de mașini și asamblări</w:t>
            </w:r>
          </w:p>
        </w:tc>
        <w:tc>
          <w:tcPr>
            <w:tcW w:w="607" w:type="dxa"/>
            <w:hideMark/>
          </w:tcPr>
          <w:p w14:paraId="7E93955B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144</w:t>
            </w:r>
          </w:p>
        </w:tc>
      </w:tr>
      <w:tr w:rsidR="00164F7D" w:rsidRPr="003C5192" w14:paraId="2A4C13F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6A3D50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62FF97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981D2C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47FC488" w14:textId="2D5EF5FD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Planificarea producției</w:t>
            </w:r>
          </w:p>
        </w:tc>
        <w:tc>
          <w:tcPr>
            <w:tcW w:w="607" w:type="dxa"/>
            <w:hideMark/>
          </w:tcPr>
          <w:p w14:paraId="24A35DA4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145</w:t>
            </w:r>
          </w:p>
        </w:tc>
      </w:tr>
      <w:tr w:rsidR="00164F7D" w:rsidRPr="003C5192" w14:paraId="19C901C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3A6340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A27002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53EC66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44ECB50" w14:textId="2F0FB17E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Planificarea și organizarea producției</w:t>
            </w:r>
          </w:p>
        </w:tc>
        <w:tc>
          <w:tcPr>
            <w:tcW w:w="607" w:type="dxa"/>
            <w:hideMark/>
          </w:tcPr>
          <w:p w14:paraId="0DDAB11B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146</w:t>
            </w:r>
          </w:p>
        </w:tc>
      </w:tr>
      <w:tr w:rsidR="00164F7D" w:rsidRPr="003C5192" w14:paraId="490475E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F56B04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BB62E7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722A4A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712EDA2" w14:textId="08190CAA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Planificarea, organizarea și asigurarea calității</w:t>
            </w:r>
          </w:p>
        </w:tc>
        <w:tc>
          <w:tcPr>
            <w:tcW w:w="607" w:type="dxa"/>
            <w:hideMark/>
          </w:tcPr>
          <w:p w14:paraId="2C3359B0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147</w:t>
            </w:r>
          </w:p>
        </w:tc>
      </w:tr>
      <w:tr w:rsidR="00164F7D" w:rsidRPr="003C5192" w14:paraId="23C0766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B2BE4E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DF93E6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DDC7A2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E47A1A8" w14:textId="440779B9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Prezentări multimedia</w:t>
            </w:r>
          </w:p>
        </w:tc>
        <w:tc>
          <w:tcPr>
            <w:tcW w:w="607" w:type="dxa"/>
            <w:hideMark/>
          </w:tcPr>
          <w:p w14:paraId="7D11824B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148</w:t>
            </w:r>
          </w:p>
        </w:tc>
      </w:tr>
      <w:tr w:rsidR="00164F7D" w:rsidRPr="003C5192" w14:paraId="4AB4A2F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98B0A5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618529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E246FE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6E5A19F" w14:textId="6DD58F3D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Programarea MUCN</w:t>
            </w:r>
          </w:p>
        </w:tc>
        <w:tc>
          <w:tcPr>
            <w:tcW w:w="607" w:type="dxa"/>
            <w:hideMark/>
          </w:tcPr>
          <w:p w14:paraId="42762D4C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149</w:t>
            </w:r>
          </w:p>
        </w:tc>
      </w:tr>
      <w:tr w:rsidR="00164F7D" w:rsidRPr="003C5192" w14:paraId="4A01430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EDC95D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F6DA7E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CCF55B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917E634" w14:textId="203A64F7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Pneumatică și electropneumatică</w:t>
            </w:r>
          </w:p>
        </w:tc>
        <w:tc>
          <w:tcPr>
            <w:tcW w:w="607" w:type="dxa"/>
            <w:hideMark/>
          </w:tcPr>
          <w:p w14:paraId="54E756FE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150</w:t>
            </w:r>
          </w:p>
        </w:tc>
      </w:tr>
      <w:tr w:rsidR="00164F7D" w:rsidRPr="003C5192" w14:paraId="51F8646B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D74A3C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EBBF36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B7524F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817BEEC" w14:textId="7B4024AE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Precizia de prelucrare pe MUCN</w:t>
            </w:r>
          </w:p>
        </w:tc>
        <w:tc>
          <w:tcPr>
            <w:tcW w:w="607" w:type="dxa"/>
            <w:hideMark/>
          </w:tcPr>
          <w:p w14:paraId="62041722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151</w:t>
            </w:r>
          </w:p>
        </w:tc>
      </w:tr>
      <w:tr w:rsidR="00164F7D" w:rsidRPr="003C5192" w14:paraId="1D6011EA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1313A6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8998F7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621246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07ED717" w14:textId="66CC15F4" w:rsidR="00164F7D" w:rsidRPr="00A532DF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Pregătire semifabricatelor pentru forjare, tratamente termice și termochimice</w:t>
            </w:r>
          </w:p>
        </w:tc>
        <w:tc>
          <w:tcPr>
            <w:tcW w:w="607" w:type="dxa"/>
            <w:hideMark/>
          </w:tcPr>
          <w:p w14:paraId="2D0E6C5E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152</w:t>
            </w:r>
          </w:p>
        </w:tc>
      </w:tr>
      <w:tr w:rsidR="00164F7D" w:rsidRPr="003C5192" w14:paraId="5430AE3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99C079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1DBED9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D35B8F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1063ED8" w14:textId="3E731D76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Pregătirea amestecului de formare</w:t>
            </w:r>
          </w:p>
        </w:tc>
        <w:tc>
          <w:tcPr>
            <w:tcW w:w="607" w:type="dxa"/>
            <w:hideMark/>
          </w:tcPr>
          <w:p w14:paraId="67A586C9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153</w:t>
            </w:r>
          </w:p>
        </w:tc>
      </w:tr>
      <w:tr w:rsidR="00164F7D" w:rsidRPr="003C5192" w14:paraId="4F81ADF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A97D66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E08511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01C5B0B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ADD6D7E" w14:textId="2F45BA07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materialelor pentru garnitura de model</w:t>
            </w:r>
          </w:p>
        </w:tc>
        <w:tc>
          <w:tcPr>
            <w:tcW w:w="607" w:type="dxa"/>
            <w:hideMark/>
          </w:tcPr>
          <w:p w14:paraId="7BBE52F6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154</w:t>
            </w:r>
          </w:p>
        </w:tc>
      </w:tr>
      <w:tr w:rsidR="00164F7D" w:rsidRPr="003C5192" w14:paraId="7AA73C85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CFAB2B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8A7113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C4C32B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2415D55" w14:textId="20FE5EC2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Procedee de sudare prin presiune</w:t>
            </w:r>
          </w:p>
        </w:tc>
        <w:tc>
          <w:tcPr>
            <w:tcW w:w="607" w:type="dxa"/>
            <w:hideMark/>
          </w:tcPr>
          <w:p w14:paraId="30A66617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155</w:t>
            </w:r>
          </w:p>
        </w:tc>
      </w:tr>
      <w:tr w:rsidR="00164F7D" w:rsidRPr="003C5192" w14:paraId="7FE238E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CC9B50C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1337B9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F18BE1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3419D0C" w14:textId="59860580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Procedee de sudare prin topire</w:t>
            </w:r>
          </w:p>
        </w:tc>
        <w:tc>
          <w:tcPr>
            <w:tcW w:w="607" w:type="dxa"/>
            <w:hideMark/>
          </w:tcPr>
          <w:p w14:paraId="4732B8A4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156</w:t>
            </w:r>
          </w:p>
        </w:tc>
      </w:tr>
      <w:tr w:rsidR="00164F7D" w:rsidRPr="003C5192" w14:paraId="12013D4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4ADE12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DA2F938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03FBCB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836F353" w14:textId="058DF537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Producerea energiei în centrale electrice</w:t>
            </w:r>
          </w:p>
        </w:tc>
        <w:tc>
          <w:tcPr>
            <w:tcW w:w="607" w:type="dxa"/>
            <w:hideMark/>
          </w:tcPr>
          <w:p w14:paraId="0F2177E5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157</w:t>
            </w:r>
          </w:p>
        </w:tc>
      </w:tr>
      <w:tr w:rsidR="00164F7D" w:rsidRPr="003C5192" w14:paraId="66EC2B0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49858EE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3988CA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E580B7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2BC2A7F" w14:textId="5EC8FE44" w:rsidR="00164F7D" w:rsidRPr="003C5192" w:rsidRDefault="00164F7D" w:rsidP="00164F7D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Realizarea desenelor în 2D</w:t>
            </w:r>
          </w:p>
        </w:tc>
        <w:tc>
          <w:tcPr>
            <w:tcW w:w="607" w:type="dxa"/>
            <w:hideMark/>
          </w:tcPr>
          <w:p w14:paraId="17B71D4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158</w:t>
            </w:r>
          </w:p>
        </w:tc>
      </w:tr>
      <w:tr w:rsidR="00164F7D" w:rsidRPr="003C5192" w14:paraId="3E9D28C2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D3A8DE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A625D7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AA763F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2B298C8" w14:textId="113F395F" w:rsidR="00164F7D" w:rsidRPr="003C5192" w:rsidRDefault="00164F7D" w:rsidP="00164F7D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Realizarea desenelor în 3D</w:t>
            </w:r>
          </w:p>
        </w:tc>
        <w:tc>
          <w:tcPr>
            <w:tcW w:w="607" w:type="dxa"/>
            <w:hideMark/>
          </w:tcPr>
          <w:p w14:paraId="689BDDE9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159</w:t>
            </w:r>
          </w:p>
        </w:tc>
      </w:tr>
      <w:tr w:rsidR="00164F7D" w:rsidRPr="003C5192" w14:paraId="370B519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E3170A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9BB3F6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F7D68D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92B6F3F" w14:textId="54822B4A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Regimuri de așchiere</w:t>
            </w:r>
          </w:p>
        </w:tc>
        <w:tc>
          <w:tcPr>
            <w:tcW w:w="607" w:type="dxa"/>
            <w:hideMark/>
          </w:tcPr>
          <w:p w14:paraId="4257A2B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160</w:t>
            </w:r>
          </w:p>
        </w:tc>
      </w:tr>
      <w:tr w:rsidR="00164F7D" w:rsidRPr="003C5192" w14:paraId="20E6C58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8456C9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A639DD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AAA474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17D14F0" w14:textId="20C3A3CE" w:rsidR="00164F7D" w:rsidRPr="00A532DF" w:rsidRDefault="00164F7D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Regimuri de așchiere la rectificare</w:t>
            </w:r>
          </w:p>
        </w:tc>
        <w:tc>
          <w:tcPr>
            <w:tcW w:w="607" w:type="dxa"/>
            <w:hideMark/>
          </w:tcPr>
          <w:p w14:paraId="3698D9C2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161</w:t>
            </w:r>
          </w:p>
        </w:tc>
      </w:tr>
      <w:tr w:rsidR="00164F7D" w:rsidRPr="003C5192" w14:paraId="7A712861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0341652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949188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4401ED0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AEAC497" w14:textId="0C6FDB39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Repararea cadrului și caroseriei</w:t>
            </w:r>
          </w:p>
        </w:tc>
        <w:tc>
          <w:tcPr>
            <w:tcW w:w="607" w:type="dxa"/>
            <w:hideMark/>
          </w:tcPr>
          <w:p w14:paraId="0B84A316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162</w:t>
            </w:r>
          </w:p>
        </w:tc>
      </w:tr>
      <w:tr w:rsidR="00164F7D" w:rsidRPr="003C5192" w14:paraId="337F6BAA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227039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DC125C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5D3E59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D1AB913" w14:textId="38DD15E1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Repararea și punerea în funcțiune a mașinilor, utilajelor și instalațiilor</w:t>
            </w:r>
          </w:p>
        </w:tc>
        <w:tc>
          <w:tcPr>
            <w:tcW w:w="607" w:type="dxa"/>
            <w:hideMark/>
          </w:tcPr>
          <w:p w14:paraId="353B0018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163</w:t>
            </w:r>
          </w:p>
        </w:tc>
      </w:tr>
      <w:tr w:rsidR="00164F7D" w:rsidRPr="003C5192" w14:paraId="7D2F59FF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A52358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EDC043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99A5DBD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20AF880" w14:textId="149D1A9A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Reprezentarea organelor de mașini</w:t>
            </w:r>
          </w:p>
        </w:tc>
        <w:tc>
          <w:tcPr>
            <w:tcW w:w="607" w:type="dxa"/>
            <w:hideMark/>
          </w:tcPr>
          <w:p w14:paraId="49EBFC00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164</w:t>
            </w:r>
          </w:p>
        </w:tc>
      </w:tr>
      <w:tr w:rsidR="00164F7D" w:rsidRPr="003C5192" w14:paraId="2E1711D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C9C8F3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D2EE2F5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AC5B0C3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D1B07ED" w14:textId="6A1252D2" w:rsidR="00164F7D" w:rsidRPr="003C5192" w:rsidRDefault="00164F7D" w:rsidP="00164F7D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Reprezentarea pieselor mecanice</w:t>
            </w:r>
          </w:p>
        </w:tc>
        <w:tc>
          <w:tcPr>
            <w:tcW w:w="607" w:type="dxa"/>
            <w:hideMark/>
          </w:tcPr>
          <w:p w14:paraId="310BD5D5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165</w:t>
            </w:r>
          </w:p>
        </w:tc>
      </w:tr>
      <w:tr w:rsidR="00164F7D" w:rsidRPr="003C5192" w14:paraId="3031F99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6142731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E306496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18F838A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9B6360D" w14:textId="6B17AE9E" w:rsidR="00164F7D" w:rsidRPr="00A532DF" w:rsidRDefault="0078404A" w:rsidP="00164F7D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Sănătatea și securitatea muncii la bordul navei</w:t>
            </w:r>
          </w:p>
        </w:tc>
        <w:tc>
          <w:tcPr>
            <w:tcW w:w="607" w:type="dxa"/>
            <w:hideMark/>
          </w:tcPr>
          <w:p w14:paraId="4E44605F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166</w:t>
            </w:r>
          </w:p>
        </w:tc>
      </w:tr>
      <w:tr w:rsidR="00164F7D" w:rsidRPr="003C5192" w14:paraId="5A1B7DAD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84046CF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4E934D7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19CD414" w14:textId="77777777" w:rsidR="00164F7D" w:rsidRPr="003C5192" w:rsidRDefault="00164F7D" w:rsidP="00164F7D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880D10B" w14:textId="3490AC1B" w:rsidR="00164F7D" w:rsidRPr="00A532DF" w:rsidRDefault="0078404A" w:rsidP="00164F7D">
            <w:pPr>
              <w:rPr>
                <w:color w:val="FF0000"/>
                <w:lang w:val="ro-RO"/>
              </w:rPr>
            </w:pPr>
            <w:r w:rsidRPr="00623D3B">
              <w:rPr>
                <w:lang w:val="ro-RO"/>
              </w:rPr>
              <w:t>Senzori, traductoare și automate programabile</w:t>
            </w:r>
          </w:p>
        </w:tc>
        <w:tc>
          <w:tcPr>
            <w:tcW w:w="607" w:type="dxa"/>
            <w:hideMark/>
          </w:tcPr>
          <w:p w14:paraId="20E05B4E" w14:textId="77777777" w:rsidR="00164F7D" w:rsidRPr="003C5192" w:rsidRDefault="00164F7D" w:rsidP="00164F7D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167</w:t>
            </w:r>
          </w:p>
        </w:tc>
      </w:tr>
      <w:tr w:rsidR="0078404A" w:rsidRPr="003C5192" w14:paraId="6933B55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BB1347B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8373C5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A126737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F0E76C2" w14:textId="35A5E226" w:rsidR="0078404A" w:rsidRPr="003C5192" w:rsidRDefault="0078404A" w:rsidP="0078404A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SDV-uri pentru frezare</w:t>
            </w:r>
            <w:r w:rsidRPr="003C5192">
              <w:rPr>
                <w:color w:val="000000"/>
                <w:lang w:val="ro-RO"/>
              </w:rPr>
              <w:t>, rabotare, mortezare</w:t>
            </w:r>
          </w:p>
        </w:tc>
        <w:tc>
          <w:tcPr>
            <w:tcW w:w="607" w:type="dxa"/>
            <w:hideMark/>
          </w:tcPr>
          <w:p w14:paraId="28EEB8C9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168</w:t>
            </w:r>
          </w:p>
        </w:tc>
      </w:tr>
      <w:tr w:rsidR="0078404A" w:rsidRPr="003C5192" w14:paraId="71BA5572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FC1690E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9E827BC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A4935A2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59B55A2" w14:textId="37E19622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SDV-uri pentru rectificare</w:t>
            </w:r>
          </w:p>
        </w:tc>
        <w:tc>
          <w:tcPr>
            <w:tcW w:w="607" w:type="dxa"/>
            <w:hideMark/>
          </w:tcPr>
          <w:p w14:paraId="3330C9CC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169</w:t>
            </w:r>
          </w:p>
        </w:tc>
      </w:tr>
      <w:tr w:rsidR="0078404A" w:rsidRPr="003C5192" w14:paraId="28F0BE88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46CFB6A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3F5D4DF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8F42DCC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A8DF38E" w14:textId="64497762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SDV-uri pentru strunjire</w:t>
            </w:r>
          </w:p>
        </w:tc>
        <w:tc>
          <w:tcPr>
            <w:tcW w:w="607" w:type="dxa"/>
            <w:hideMark/>
          </w:tcPr>
          <w:p w14:paraId="42C55F95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170</w:t>
            </w:r>
          </w:p>
        </w:tc>
      </w:tr>
      <w:tr w:rsidR="0078404A" w:rsidRPr="003C5192" w14:paraId="51A1AC7F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6CA345C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64775CE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E7F2524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EC0D6F4" w14:textId="7175CD0E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SDV-uri specifice</w:t>
            </w:r>
          </w:p>
        </w:tc>
        <w:tc>
          <w:tcPr>
            <w:tcW w:w="607" w:type="dxa"/>
            <w:hideMark/>
          </w:tcPr>
          <w:p w14:paraId="770338A9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171</w:t>
            </w:r>
          </w:p>
        </w:tc>
      </w:tr>
      <w:tr w:rsidR="0078404A" w:rsidRPr="003C5192" w14:paraId="0E2EA8B6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2635CC7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8EB138F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D5A49E9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BD25E50" w14:textId="4F4885D9" w:rsidR="0078404A" w:rsidRPr="00A532DF" w:rsidRDefault="0078404A" w:rsidP="0078404A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SDV-uri utilizate în producția artizanală și prestarea serviciilor</w:t>
            </w:r>
          </w:p>
        </w:tc>
        <w:tc>
          <w:tcPr>
            <w:tcW w:w="607" w:type="dxa"/>
            <w:hideMark/>
          </w:tcPr>
          <w:p w14:paraId="107907D8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172</w:t>
            </w:r>
          </w:p>
        </w:tc>
      </w:tr>
      <w:tr w:rsidR="0078404A" w:rsidRPr="003C5192" w14:paraId="4B58D421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F0B0D48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60961B7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0F68C29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D6BE333" w14:textId="3457A2B1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Sisteme de măsurare a parametrilor de zbor</w:t>
            </w:r>
          </w:p>
        </w:tc>
        <w:tc>
          <w:tcPr>
            <w:tcW w:w="607" w:type="dxa"/>
            <w:hideMark/>
          </w:tcPr>
          <w:p w14:paraId="3EF8015B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173</w:t>
            </w:r>
          </w:p>
        </w:tc>
      </w:tr>
      <w:tr w:rsidR="0078404A" w:rsidRPr="003C5192" w14:paraId="1E11CDB5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9CEC830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CE296E0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BC30D7B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4E8F623" w14:textId="66F6D932" w:rsidR="0078404A" w:rsidRPr="003C5192" w:rsidRDefault="0078404A" w:rsidP="0078404A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Sisteme</w:t>
            </w:r>
            <w:r w:rsidRPr="003C5192">
              <w:rPr>
                <w:color w:val="000000"/>
                <w:lang w:val="ro-RO"/>
              </w:rPr>
              <w:t>,</w:t>
            </w:r>
            <w:r>
              <w:rPr>
                <w:color w:val="000000"/>
                <w:lang w:val="ro-RO"/>
              </w:rPr>
              <w:t xml:space="preserve"> </w:t>
            </w:r>
            <w:r w:rsidRPr="003C5192">
              <w:rPr>
                <w:color w:val="000000"/>
                <w:lang w:val="ro-RO"/>
              </w:rPr>
              <w:t>echipamente și aparate de bord</w:t>
            </w:r>
          </w:p>
        </w:tc>
        <w:tc>
          <w:tcPr>
            <w:tcW w:w="607" w:type="dxa"/>
            <w:hideMark/>
          </w:tcPr>
          <w:p w14:paraId="18375703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174</w:t>
            </w:r>
          </w:p>
        </w:tc>
      </w:tr>
      <w:tr w:rsidR="0078404A" w:rsidRPr="003C5192" w14:paraId="084B586E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2C0D546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66B9703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88D0C48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61CF6DB" w14:textId="26F731BA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 de acționare</w:t>
            </w:r>
          </w:p>
        </w:tc>
        <w:tc>
          <w:tcPr>
            <w:tcW w:w="607" w:type="dxa"/>
            <w:hideMark/>
          </w:tcPr>
          <w:p w14:paraId="7036FB15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175</w:t>
            </w:r>
          </w:p>
        </w:tc>
      </w:tr>
      <w:tr w:rsidR="0078404A" w:rsidRPr="003C5192" w14:paraId="5B0EAB71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D8C3AEB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7BD23BD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E10BF62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38AF581" w14:textId="743B68E2" w:rsidR="0078404A" w:rsidRPr="00524F08" w:rsidRDefault="0078404A" w:rsidP="0078404A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 de acționare a mașinilor și utilajelor</w:t>
            </w:r>
          </w:p>
        </w:tc>
        <w:tc>
          <w:tcPr>
            <w:tcW w:w="607" w:type="dxa"/>
            <w:hideMark/>
          </w:tcPr>
          <w:p w14:paraId="34F94D13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176</w:t>
            </w:r>
          </w:p>
        </w:tc>
      </w:tr>
      <w:tr w:rsidR="0078404A" w:rsidRPr="003C5192" w14:paraId="31320D0E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CD3EA3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8CD037E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C0BC57F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AA49956" w14:textId="73F34BD8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 de transport</w:t>
            </w:r>
          </w:p>
        </w:tc>
        <w:tc>
          <w:tcPr>
            <w:tcW w:w="607" w:type="dxa"/>
            <w:hideMark/>
          </w:tcPr>
          <w:p w14:paraId="479B705A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177</w:t>
            </w:r>
          </w:p>
        </w:tc>
      </w:tr>
      <w:tr w:rsidR="0078404A" w:rsidRPr="003C5192" w14:paraId="7285B2F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82B9C30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C13CFED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F1CA5EA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915F4BA" w14:textId="57B19487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 electro-hidropneumatice</w:t>
            </w:r>
          </w:p>
        </w:tc>
        <w:tc>
          <w:tcPr>
            <w:tcW w:w="607" w:type="dxa"/>
            <w:hideMark/>
          </w:tcPr>
          <w:p w14:paraId="7A5A3A90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178</w:t>
            </w:r>
          </w:p>
        </w:tc>
      </w:tr>
      <w:tr w:rsidR="0078404A" w:rsidRPr="003C5192" w14:paraId="433E1EE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E2F123C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EDB484F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D71E798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5CEBDD0" w14:textId="529BF102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 electromecanice pentru aeronave</w:t>
            </w:r>
          </w:p>
        </w:tc>
        <w:tc>
          <w:tcPr>
            <w:tcW w:w="607" w:type="dxa"/>
            <w:hideMark/>
          </w:tcPr>
          <w:p w14:paraId="37549753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179</w:t>
            </w:r>
          </w:p>
        </w:tc>
      </w:tr>
      <w:tr w:rsidR="0078404A" w:rsidRPr="003C5192" w14:paraId="69583889" w14:textId="77777777" w:rsidTr="0078404A">
        <w:trPr>
          <w:trHeight w:val="20"/>
        </w:trPr>
        <w:tc>
          <w:tcPr>
            <w:tcW w:w="1134" w:type="dxa"/>
            <w:vMerge/>
            <w:hideMark/>
          </w:tcPr>
          <w:p w14:paraId="4135206C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E299D29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D7F0424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CCE8F2D" w14:textId="116C4C08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 tehnice</w:t>
            </w:r>
          </w:p>
        </w:tc>
        <w:tc>
          <w:tcPr>
            <w:tcW w:w="607" w:type="dxa"/>
            <w:hideMark/>
          </w:tcPr>
          <w:p w14:paraId="7B5790BA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180</w:t>
            </w:r>
          </w:p>
        </w:tc>
      </w:tr>
      <w:tr w:rsidR="0078404A" w:rsidRPr="003C5192" w14:paraId="7D38C4C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87DE178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03FA28C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44B8257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FD42743" w14:textId="02AD974B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Sisteme, echipamente și aparate de bord</w:t>
            </w:r>
          </w:p>
        </w:tc>
        <w:tc>
          <w:tcPr>
            <w:tcW w:w="607" w:type="dxa"/>
            <w:hideMark/>
          </w:tcPr>
          <w:p w14:paraId="58F2FF4B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181</w:t>
            </w:r>
          </w:p>
        </w:tc>
      </w:tr>
      <w:tr w:rsidR="0078404A" w:rsidRPr="003C5192" w14:paraId="7A3541D9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5E2BD2D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6800C9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96FBAE5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E61CC51" w14:textId="5891B731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Sistemele electrice și electronice ale autovehiculelor rutiere</w:t>
            </w:r>
          </w:p>
        </w:tc>
        <w:tc>
          <w:tcPr>
            <w:tcW w:w="607" w:type="dxa"/>
            <w:hideMark/>
          </w:tcPr>
          <w:p w14:paraId="78E81331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182</w:t>
            </w:r>
          </w:p>
        </w:tc>
      </w:tr>
      <w:tr w:rsidR="0078404A" w:rsidRPr="003C5192" w14:paraId="79D79F7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82C1632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E5C5972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7E0701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838D7A1" w14:textId="17389AF5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</w:t>
            </w:r>
            <w:r>
              <w:rPr>
                <w:color w:val="000000"/>
                <w:lang w:val="ro-RO"/>
              </w:rPr>
              <w:t>u</w:t>
            </w:r>
            <w:r w:rsidRPr="003C5192">
              <w:rPr>
                <w:color w:val="000000"/>
                <w:lang w:val="ro-RO"/>
              </w:rPr>
              <w:t xml:space="preserve"> de pregătire practică – CDL clasa a IX-a</w:t>
            </w:r>
          </w:p>
        </w:tc>
        <w:tc>
          <w:tcPr>
            <w:tcW w:w="607" w:type="dxa"/>
            <w:hideMark/>
          </w:tcPr>
          <w:p w14:paraId="77B51AF2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183</w:t>
            </w:r>
          </w:p>
        </w:tc>
      </w:tr>
      <w:tr w:rsidR="0078404A" w:rsidRPr="003C5192" w14:paraId="77FE9CCD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00E55B3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0FAA565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AA7E6B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64AB7D9" w14:textId="719D6BC3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</w:t>
            </w:r>
            <w:r>
              <w:rPr>
                <w:color w:val="000000"/>
                <w:lang w:val="ro-RO"/>
              </w:rPr>
              <w:t>u</w:t>
            </w:r>
            <w:r w:rsidRPr="003C5192">
              <w:rPr>
                <w:color w:val="000000"/>
                <w:lang w:val="ro-RO"/>
              </w:rPr>
              <w:t xml:space="preserve"> de pr</w:t>
            </w:r>
            <w:r>
              <w:rPr>
                <w:color w:val="000000"/>
                <w:lang w:val="ro-RO"/>
              </w:rPr>
              <w:t xml:space="preserve">egătire practică – CDL clasa a </w:t>
            </w:r>
            <w:r w:rsidRPr="003C5192">
              <w:rPr>
                <w:color w:val="000000"/>
                <w:lang w:val="ro-RO"/>
              </w:rPr>
              <w:t>X-a</w:t>
            </w:r>
          </w:p>
        </w:tc>
        <w:tc>
          <w:tcPr>
            <w:tcW w:w="607" w:type="dxa"/>
            <w:hideMark/>
          </w:tcPr>
          <w:p w14:paraId="1B7BD09B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184</w:t>
            </w:r>
          </w:p>
        </w:tc>
      </w:tr>
      <w:tr w:rsidR="0078404A" w:rsidRPr="003C5192" w14:paraId="3E2E70C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DD2642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B58F36E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E7F6C8B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974096F" w14:textId="3F3C11F9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</w:t>
            </w:r>
            <w:r>
              <w:rPr>
                <w:color w:val="000000"/>
                <w:lang w:val="ro-RO"/>
              </w:rPr>
              <w:t>u</w:t>
            </w:r>
            <w:r w:rsidRPr="003C5192">
              <w:rPr>
                <w:color w:val="000000"/>
                <w:lang w:val="ro-RO"/>
              </w:rPr>
              <w:t xml:space="preserve"> de pregătire practică – CDL clasa a X</w:t>
            </w:r>
            <w:r>
              <w:rPr>
                <w:color w:val="000000"/>
                <w:lang w:val="ro-RO"/>
              </w:rPr>
              <w:t>I</w:t>
            </w:r>
            <w:r w:rsidRPr="003C5192">
              <w:rPr>
                <w:color w:val="000000"/>
                <w:lang w:val="ro-RO"/>
              </w:rPr>
              <w:t>-a</w:t>
            </w:r>
          </w:p>
        </w:tc>
        <w:tc>
          <w:tcPr>
            <w:tcW w:w="607" w:type="dxa"/>
            <w:hideMark/>
          </w:tcPr>
          <w:p w14:paraId="639AA164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185</w:t>
            </w:r>
          </w:p>
        </w:tc>
      </w:tr>
      <w:tr w:rsidR="0078404A" w:rsidRPr="003C5192" w14:paraId="44479475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6A8D73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654FB72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53F3388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4A8D08E" w14:textId="24C9C275" w:rsidR="0078404A" w:rsidRPr="00524F08" w:rsidRDefault="0078404A" w:rsidP="0078404A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</w:t>
            </w:r>
            <w:r>
              <w:rPr>
                <w:color w:val="000000"/>
                <w:lang w:val="ro-RO"/>
              </w:rPr>
              <w:t>u</w:t>
            </w:r>
            <w:r w:rsidRPr="003C5192">
              <w:rPr>
                <w:color w:val="000000"/>
                <w:lang w:val="ro-RO"/>
              </w:rPr>
              <w:t xml:space="preserve"> de pregătire practică</w:t>
            </w:r>
            <w:r>
              <w:rPr>
                <w:color w:val="000000"/>
                <w:lang w:val="ro-RO"/>
              </w:rPr>
              <w:t xml:space="preserve"> -</w:t>
            </w:r>
            <w:r w:rsidRPr="00623D3B">
              <w:rPr>
                <w:lang w:val="ro-RO"/>
              </w:rPr>
              <w:t xml:space="preserve"> Legislație și norme metrologice în vigoare</w:t>
            </w:r>
            <w:r w:rsidR="002F25A2">
              <w:rPr>
                <w:lang w:val="ro-RO"/>
              </w:rPr>
              <w:t xml:space="preserve"> – clasa a XII-a</w:t>
            </w:r>
          </w:p>
        </w:tc>
        <w:tc>
          <w:tcPr>
            <w:tcW w:w="607" w:type="dxa"/>
            <w:hideMark/>
          </w:tcPr>
          <w:p w14:paraId="1B55C3DC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186</w:t>
            </w:r>
          </w:p>
        </w:tc>
      </w:tr>
      <w:tr w:rsidR="0078404A" w:rsidRPr="003C5192" w14:paraId="56488981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9171590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5A2EC9C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65BF875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1578DE6" w14:textId="425DA492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</w:t>
            </w:r>
            <w:r>
              <w:rPr>
                <w:color w:val="000000"/>
                <w:lang w:val="ro-RO"/>
              </w:rPr>
              <w:t>u</w:t>
            </w:r>
            <w:r w:rsidRPr="003C5192">
              <w:rPr>
                <w:color w:val="000000"/>
                <w:lang w:val="ro-RO"/>
              </w:rPr>
              <w:t xml:space="preserve"> de pregătire practică</w:t>
            </w:r>
            <w:r>
              <w:rPr>
                <w:color w:val="000000"/>
                <w:lang w:val="ro-RO"/>
              </w:rPr>
              <w:t xml:space="preserve"> -</w:t>
            </w:r>
            <w:r w:rsidRPr="00623D3B">
              <w:rPr>
                <w:lang w:val="ro-RO"/>
              </w:rPr>
              <w:t xml:space="preserve"> Lucrări de întreținere a aeronavelor</w:t>
            </w:r>
            <w:r w:rsidR="002F25A2">
              <w:rPr>
                <w:lang w:val="ro-RO"/>
              </w:rPr>
              <w:t xml:space="preserve"> – clasa a XII-a</w:t>
            </w:r>
          </w:p>
        </w:tc>
        <w:tc>
          <w:tcPr>
            <w:tcW w:w="607" w:type="dxa"/>
            <w:hideMark/>
          </w:tcPr>
          <w:p w14:paraId="46EB91E3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187</w:t>
            </w:r>
          </w:p>
        </w:tc>
      </w:tr>
      <w:tr w:rsidR="0078404A" w:rsidRPr="003C5192" w14:paraId="07ABFF29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37D0041D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23A95BE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C8F5F41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03463A87" w14:textId="60EB1546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</w:t>
            </w:r>
            <w:r>
              <w:rPr>
                <w:color w:val="000000"/>
                <w:lang w:val="ro-RO"/>
              </w:rPr>
              <w:t>u</w:t>
            </w:r>
            <w:r w:rsidRPr="003C5192">
              <w:rPr>
                <w:color w:val="000000"/>
                <w:lang w:val="ro-RO"/>
              </w:rPr>
              <w:t xml:space="preserve"> de pregătire practică</w:t>
            </w:r>
            <w:r w:rsidRPr="00623D3B">
              <w:rPr>
                <w:lang w:val="ro-RO"/>
              </w:rPr>
              <w:t xml:space="preserve"> </w:t>
            </w:r>
            <w:r>
              <w:rPr>
                <w:lang w:val="ro-RO"/>
              </w:rPr>
              <w:t xml:space="preserve">– </w:t>
            </w:r>
            <w:r w:rsidRPr="00623D3B">
              <w:rPr>
                <w:lang w:val="ro-RO"/>
              </w:rPr>
              <w:t>Ma</w:t>
            </w:r>
            <w:r>
              <w:rPr>
                <w:lang w:val="ro-RO"/>
              </w:rPr>
              <w:t>ș</w:t>
            </w:r>
            <w:r w:rsidRPr="00623D3B">
              <w:rPr>
                <w:lang w:val="ro-RO"/>
              </w:rPr>
              <w:t>ini, utilaje și instalații</w:t>
            </w:r>
            <w:r w:rsidR="002F25A2">
              <w:rPr>
                <w:lang w:val="ro-RO"/>
              </w:rPr>
              <w:t xml:space="preserve"> – clasa a XII-a</w:t>
            </w:r>
          </w:p>
        </w:tc>
        <w:tc>
          <w:tcPr>
            <w:tcW w:w="607" w:type="dxa"/>
            <w:hideMark/>
          </w:tcPr>
          <w:p w14:paraId="383FEE76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188</w:t>
            </w:r>
          </w:p>
        </w:tc>
      </w:tr>
      <w:tr w:rsidR="0078404A" w:rsidRPr="003C5192" w14:paraId="79C4CDD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6C688DA6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20F1DA2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18F07AF0" w14:textId="77777777" w:rsidR="0078404A" w:rsidRPr="003C5192" w:rsidRDefault="0078404A" w:rsidP="0078404A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CA90DAC" w14:textId="6C97092B" w:rsidR="0078404A" w:rsidRPr="003C5192" w:rsidRDefault="0078404A" w:rsidP="0078404A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</w:t>
            </w:r>
            <w:r>
              <w:rPr>
                <w:color w:val="000000"/>
                <w:lang w:val="ro-RO"/>
              </w:rPr>
              <w:t>u</w:t>
            </w:r>
            <w:r w:rsidRPr="003C5192">
              <w:rPr>
                <w:color w:val="000000"/>
                <w:lang w:val="ro-RO"/>
              </w:rPr>
              <w:t xml:space="preserve"> de pregătire practică</w:t>
            </w:r>
            <w:r w:rsidR="002F25A2" w:rsidRPr="00623D3B">
              <w:rPr>
                <w:lang w:val="ro-RO"/>
              </w:rPr>
              <w:t xml:space="preserve"> </w:t>
            </w:r>
            <w:r w:rsidR="002F25A2">
              <w:rPr>
                <w:lang w:val="ro-RO"/>
              </w:rPr>
              <w:t xml:space="preserve">- </w:t>
            </w:r>
            <w:r w:rsidR="002F25A2" w:rsidRPr="00623D3B">
              <w:rPr>
                <w:lang w:val="ro-RO"/>
              </w:rPr>
              <w:t>Mentenanța instalațiilor electromecanice</w:t>
            </w:r>
            <w:r w:rsidR="002F25A2">
              <w:rPr>
                <w:lang w:val="ro-RO"/>
              </w:rPr>
              <w:t xml:space="preserve"> – clasa a XII-a</w:t>
            </w:r>
          </w:p>
        </w:tc>
        <w:tc>
          <w:tcPr>
            <w:tcW w:w="607" w:type="dxa"/>
            <w:hideMark/>
          </w:tcPr>
          <w:p w14:paraId="5C7E7113" w14:textId="77777777" w:rsidR="0078404A" w:rsidRPr="003C5192" w:rsidRDefault="0078404A" w:rsidP="0078404A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189</w:t>
            </w:r>
          </w:p>
        </w:tc>
      </w:tr>
      <w:tr w:rsidR="002F25A2" w:rsidRPr="003C5192" w14:paraId="3E95C15C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E191563" w14:textId="77777777" w:rsidR="002F25A2" w:rsidRPr="003C5192" w:rsidRDefault="002F25A2" w:rsidP="002F25A2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35622A5" w14:textId="77777777" w:rsidR="002F25A2" w:rsidRPr="003C5192" w:rsidRDefault="002F25A2" w:rsidP="002F25A2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A7C102C" w14:textId="77777777" w:rsidR="002F25A2" w:rsidRPr="003C5192" w:rsidRDefault="002F25A2" w:rsidP="002F25A2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485481F" w14:textId="103F8793" w:rsidR="002F25A2" w:rsidRPr="00A532DF" w:rsidRDefault="002F25A2" w:rsidP="002F25A2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Structura aparatelor de măsură și control</w:t>
            </w:r>
          </w:p>
        </w:tc>
        <w:tc>
          <w:tcPr>
            <w:tcW w:w="607" w:type="dxa"/>
            <w:hideMark/>
          </w:tcPr>
          <w:p w14:paraId="582C8276" w14:textId="77777777" w:rsidR="002F25A2" w:rsidRPr="003C5192" w:rsidRDefault="002F25A2" w:rsidP="002F25A2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190</w:t>
            </w:r>
          </w:p>
        </w:tc>
      </w:tr>
      <w:tr w:rsidR="002F25A2" w:rsidRPr="003C5192" w14:paraId="33399924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227ADC2" w14:textId="77777777" w:rsidR="002F25A2" w:rsidRPr="003C5192" w:rsidRDefault="002F25A2" w:rsidP="002F25A2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7419BF5" w14:textId="77777777" w:rsidR="002F25A2" w:rsidRPr="003C5192" w:rsidRDefault="002F25A2" w:rsidP="002F25A2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B08CD7C" w14:textId="77777777" w:rsidR="002F25A2" w:rsidRPr="003C5192" w:rsidRDefault="002F25A2" w:rsidP="002F25A2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BBFF2D4" w14:textId="7040D9BB" w:rsidR="002F25A2" w:rsidRPr="00A532DF" w:rsidRDefault="002F25A2" w:rsidP="002F25A2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Ștanțe, modele și șabloane</w:t>
            </w:r>
          </w:p>
        </w:tc>
        <w:tc>
          <w:tcPr>
            <w:tcW w:w="607" w:type="dxa"/>
            <w:hideMark/>
          </w:tcPr>
          <w:p w14:paraId="7DD36E40" w14:textId="77777777" w:rsidR="002F25A2" w:rsidRPr="003C5192" w:rsidRDefault="002F25A2" w:rsidP="002F25A2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191</w:t>
            </w:r>
          </w:p>
        </w:tc>
      </w:tr>
      <w:tr w:rsidR="00026C40" w:rsidRPr="003C5192" w14:paraId="25AF73A7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3B4D8B6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BEAA7C5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432E863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00A042A" w14:textId="4DEE7684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asamblării organelor pentru conducerea și circulația fluidelor</w:t>
            </w:r>
          </w:p>
        </w:tc>
        <w:tc>
          <w:tcPr>
            <w:tcW w:w="607" w:type="dxa"/>
            <w:hideMark/>
          </w:tcPr>
          <w:p w14:paraId="4B4EB62B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192</w:t>
            </w:r>
          </w:p>
        </w:tc>
      </w:tr>
      <w:tr w:rsidR="00026C40" w:rsidRPr="003C5192" w14:paraId="14F849EE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56F493F3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FDCB9A6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1CB167B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72A4C37" w14:textId="50459260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de prelucrare a componentelor tâmplăriei de aluminiu și mase plastice</w:t>
            </w:r>
          </w:p>
        </w:tc>
        <w:tc>
          <w:tcPr>
            <w:tcW w:w="607" w:type="dxa"/>
            <w:hideMark/>
          </w:tcPr>
          <w:p w14:paraId="2CBACA86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193</w:t>
            </w:r>
          </w:p>
        </w:tc>
      </w:tr>
      <w:tr w:rsidR="00026C40" w:rsidRPr="003C5192" w14:paraId="7B75E7A3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1438DB5F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4448FEB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552245B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B4985CF" w14:textId="07BD4C22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Tehnologii de reparație a aeronavelor</w:t>
            </w:r>
          </w:p>
        </w:tc>
        <w:tc>
          <w:tcPr>
            <w:tcW w:w="607" w:type="dxa"/>
            <w:hideMark/>
          </w:tcPr>
          <w:p w14:paraId="3E9F2C5E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194</w:t>
            </w:r>
          </w:p>
        </w:tc>
      </w:tr>
      <w:tr w:rsidR="00026C40" w:rsidRPr="003C5192" w14:paraId="61242AF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75446214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B73A1DC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E1553DA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33ED7B8" w14:textId="77A37B80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forării sondelor</w:t>
            </w:r>
          </w:p>
        </w:tc>
        <w:tc>
          <w:tcPr>
            <w:tcW w:w="607" w:type="dxa"/>
            <w:hideMark/>
          </w:tcPr>
          <w:p w14:paraId="6CE67BB1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195</w:t>
            </w:r>
          </w:p>
        </w:tc>
      </w:tr>
      <w:tr w:rsidR="00026C40" w:rsidRPr="003C5192" w14:paraId="7238C1E0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439019EC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A3F3952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686B650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90CE564" w14:textId="55C5DDA0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frezării, rabotării, mortezării</w:t>
            </w:r>
          </w:p>
        </w:tc>
        <w:tc>
          <w:tcPr>
            <w:tcW w:w="607" w:type="dxa"/>
            <w:hideMark/>
          </w:tcPr>
          <w:p w14:paraId="2EC90E5D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196</w:t>
            </w:r>
          </w:p>
        </w:tc>
      </w:tr>
      <w:tr w:rsidR="00026C40" w:rsidRPr="003C5192" w14:paraId="5EA5B8EB" w14:textId="77777777" w:rsidTr="00A21458">
        <w:trPr>
          <w:trHeight w:val="20"/>
        </w:trPr>
        <w:tc>
          <w:tcPr>
            <w:tcW w:w="1134" w:type="dxa"/>
            <w:vMerge/>
            <w:hideMark/>
          </w:tcPr>
          <w:p w14:paraId="0672A225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6C30AFA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3891919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D94ACB9" w14:textId="22D43458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informației și comunicării</w:t>
            </w:r>
          </w:p>
        </w:tc>
        <w:tc>
          <w:tcPr>
            <w:tcW w:w="607" w:type="dxa"/>
            <w:hideMark/>
          </w:tcPr>
          <w:p w14:paraId="3BB30A7A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197</w:t>
            </w:r>
          </w:p>
        </w:tc>
      </w:tr>
      <w:tr w:rsidR="00026C40" w:rsidRPr="003C5192" w14:paraId="1088E916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16B3FDF8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222CA78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BBE19FC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6F7C1D3" w14:textId="41E8D90E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lucrărilor mecanice</w:t>
            </w:r>
          </w:p>
        </w:tc>
        <w:tc>
          <w:tcPr>
            <w:tcW w:w="607" w:type="dxa"/>
            <w:hideMark/>
          </w:tcPr>
          <w:p w14:paraId="09D37700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198</w:t>
            </w:r>
          </w:p>
        </w:tc>
      </w:tr>
      <w:tr w:rsidR="00026C40" w:rsidRPr="003C5192" w14:paraId="0DCDB73F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6F62994D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4A01489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C40A575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718639A" w14:textId="1CDBB3B2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prelucrării la cald</w:t>
            </w:r>
          </w:p>
        </w:tc>
        <w:tc>
          <w:tcPr>
            <w:tcW w:w="607" w:type="dxa"/>
            <w:hideMark/>
          </w:tcPr>
          <w:p w14:paraId="5DB1EC93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199</w:t>
            </w:r>
          </w:p>
        </w:tc>
      </w:tr>
      <w:tr w:rsidR="00026C40" w:rsidRPr="003C5192" w14:paraId="7146A2C9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27FB9852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A0F509C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894742C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2398D6F" w14:textId="2701F6BC" w:rsidR="00026C40" w:rsidRPr="00A532DF" w:rsidRDefault="00026C40" w:rsidP="00026C40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rectificării</w:t>
            </w:r>
          </w:p>
        </w:tc>
        <w:tc>
          <w:tcPr>
            <w:tcW w:w="607" w:type="dxa"/>
            <w:hideMark/>
          </w:tcPr>
          <w:p w14:paraId="64F39FCF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200</w:t>
            </w:r>
          </w:p>
        </w:tc>
      </w:tr>
      <w:tr w:rsidR="00026C40" w:rsidRPr="003C5192" w14:paraId="15627CC5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3DDFEA03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2214BA2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25F57D2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EB9088C" w14:textId="1163565A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strunjirii</w:t>
            </w:r>
          </w:p>
        </w:tc>
        <w:tc>
          <w:tcPr>
            <w:tcW w:w="607" w:type="dxa"/>
            <w:hideMark/>
          </w:tcPr>
          <w:p w14:paraId="1B89ED54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201</w:t>
            </w:r>
          </w:p>
        </w:tc>
      </w:tr>
      <w:tr w:rsidR="00026C40" w:rsidRPr="003C5192" w14:paraId="70019862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7E594F74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434A16B1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C556064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25F98DF" w14:textId="2AF47C2F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Tehnologie generală electrotehnică</w:t>
            </w:r>
          </w:p>
        </w:tc>
        <w:tc>
          <w:tcPr>
            <w:tcW w:w="607" w:type="dxa"/>
            <w:hideMark/>
          </w:tcPr>
          <w:p w14:paraId="687873DB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202</w:t>
            </w:r>
          </w:p>
        </w:tc>
      </w:tr>
      <w:tr w:rsidR="00026C40" w:rsidRPr="003C5192" w14:paraId="48A179E3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083FE329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5FA639B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1CBDE44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51AAFF1" w14:textId="004CE77A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Tehnologie generală în electronică-automatizări</w:t>
            </w:r>
          </w:p>
        </w:tc>
        <w:tc>
          <w:tcPr>
            <w:tcW w:w="607" w:type="dxa"/>
            <w:hideMark/>
          </w:tcPr>
          <w:p w14:paraId="2BDC9734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203</w:t>
            </w:r>
          </w:p>
        </w:tc>
      </w:tr>
      <w:tr w:rsidR="00026C40" w:rsidRPr="003C5192" w14:paraId="4CCA7F6C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75CDC4B1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1FFA239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6FF6282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E731488" w14:textId="2158E2FA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Tehnologii de asamblare mecanică</w:t>
            </w:r>
          </w:p>
        </w:tc>
        <w:tc>
          <w:tcPr>
            <w:tcW w:w="607" w:type="dxa"/>
            <w:hideMark/>
          </w:tcPr>
          <w:p w14:paraId="5FE77042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204</w:t>
            </w:r>
          </w:p>
        </w:tc>
      </w:tr>
      <w:tr w:rsidR="00026C40" w:rsidRPr="003C5192" w14:paraId="3A72F5F4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0F873E36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26A4747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23D4855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40CC10B" w14:textId="6A085860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Tehnologii de elaborare a metalelor și aliajelor neferoase</w:t>
            </w:r>
          </w:p>
        </w:tc>
        <w:tc>
          <w:tcPr>
            <w:tcW w:w="607" w:type="dxa"/>
            <w:hideMark/>
          </w:tcPr>
          <w:p w14:paraId="48568682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205</w:t>
            </w:r>
          </w:p>
        </w:tc>
      </w:tr>
      <w:tr w:rsidR="00026C40" w:rsidRPr="003C5192" w14:paraId="5431C9E0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67526B7A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FF21F5B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6A9BF72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9226D01" w14:textId="4685ED5F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Tehnologii de prelucrare și SDV-uri pentru MUNC</w:t>
            </w:r>
          </w:p>
        </w:tc>
        <w:tc>
          <w:tcPr>
            <w:tcW w:w="607" w:type="dxa"/>
            <w:hideMark/>
          </w:tcPr>
          <w:p w14:paraId="58BC8B1D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206</w:t>
            </w:r>
          </w:p>
        </w:tc>
      </w:tr>
      <w:tr w:rsidR="00026C40" w:rsidRPr="003C5192" w14:paraId="232CCD21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151A7743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35DF37F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65324C8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EB6D7BC" w14:textId="0AA5BA58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Tehnologii neconvenționale</w:t>
            </w:r>
          </w:p>
        </w:tc>
        <w:tc>
          <w:tcPr>
            <w:tcW w:w="607" w:type="dxa"/>
            <w:hideMark/>
          </w:tcPr>
          <w:p w14:paraId="377F2149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207</w:t>
            </w:r>
          </w:p>
        </w:tc>
      </w:tr>
      <w:tr w:rsidR="00026C40" w:rsidRPr="003C5192" w14:paraId="65370C1F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08C63C24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7FDD9B1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0952003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3F9DC39" w14:textId="587DA33D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Tractoare, mașini agricole, instalații zootehnice și forestiere</w:t>
            </w:r>
          </w:p>
        </w:tc>
        <w:tc>
          <w:tcPr>
            <w:tcW w:w="607" w:type="dxa"/>
            <w:hideMark/>
          </w:tcPr>
          <w:p w14:paraId="738234F8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208</w:t>
            </w:r>
          </w:p>
        </w:tc>
      </w:tr>
      <w:tr w:rsidR="00026C40" w:rsidRPr="003C5192" w14:paraId="66BFEF00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0BD8EF2F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C5CA376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8F7A0FD" w14:textId="77777777" w:rsidR="00026C40" w:rsidRPr="003C5192" w:rsidRDefault="00026C40" w:rsidP="00026C40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EE7C973" w14:textId="66EC4435" w:rsidR="00026C40" w:rsidRPr="003C5192" w:rsidRDefault="00026C40" w:rsidP="00026C40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Traductoare utilizate în automatizări</w:t>
            </w:r>
          </w:p>
        </w:tc>
        <w:tc>
          <w:tcPr>
            <w:tcW w:w="607" w:type="dxa"/>
            <w:hideMark/>
          </w:tcPr>
          <w:p w14:paraId="5D281BD0" w14:textId="77777777" w:rsidR="00026C40" w:rsidRPr="003C5192" w:rsidRDefault="00026C40" w:rsidP="00026C40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209</w:t>
            </w:r>
          </w:p>
        </w:tc>
      </w:tr>
      <w:tr w:rsidR="003C462E" w:rsidRPr="003C5192" w14:paraId="2C6BED23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6C40B72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9C033EF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2D951198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AD0CFC8" w14:textId="3F34E353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Transmisii mecanice și mecanisme</w:t>
            </w:r>
          </w:p>
        </w:tc>
        <w:tc>
          <w:tcPr>
            <w:tcW w:w="607" w:type="dxa"/>
            <w:hideMark/>
          </w:tcPr>
          <w:p w14:paraId="47C00425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210</w:t>
            </w:r>
          </w:p>
        </w:tc>
      </w:tr>
      <w:tr w:rsidR="003C462E" w:rsidRPr="003C5192" w14:paraId="4F80756C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43752E8F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187EB6F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65FBFB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24B9B44" w14:textId="6B01BE5E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Transportul, tratarea, depozitarea țițeiului</w:t>
            </w:r>
          </w:p>
        </w:tc>
        <w:tc>
          <w:tcPr>
            <w:tcW w:w="607" w:type="dxa"/>
            <w:hideMark/>
          </w:tcPr>
          <w:p w14:paraId="19904A56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211</w:t>
            </w:r>
          </w:p>
        </w:tc>
      </w:tr>
      <w:tr w:rsidR="003C462E" w:rsidRPr="003C5192" w14:paraId="017B4B6C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0E258236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000FA27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0898E45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823E0AE" w14:textId="371CD5A1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Tratamente termice</w:t>
            </w:r>
          </w:p>
        </w:tc>
        <w:tc>
          <w:tcPr>
            <w:tcW w:w="607" w:type="dxa"/>
            <w:hideMark/>
          </w:tcPr>
          <w:p w14:paraId="236F5778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212</w:t>
            </w:r>
          </w:p>
        </w:tc>
      </w:tr>
      <w:tr w:rsidR="003C462E" w:rsidRPr="003C5192" w14:paraId="770FF636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720923E1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3B2710A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4FA76D37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515B5FD" w14:textId="678A260A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623D3B">
              <w:rPr>
                <w:lang w:val="ro-RO"/>
              </w:rPr>
              <w:t>Tratamente termic</w:t>
            </w:r>
            <w:r>
              <w:rPr>
                <w:lang w:val="ro-RO"/>
              </w:rPr>
              <w:t>e ap</w:t>
            </w:r>
            <w:r w:rsidRPr="00623D3B">
              <w:rPr>
                <w:lang w:val="ro-RO"/>
              </w:rPr>
              <w:t>licate pieselor prelucrate la cald</w:t>
            </w:r>
          </w:p>
        </w:tc>
        <w:tc>
          <w:tcPr>
            <w:tcW w:w="607" w:type="dxa"/>
            <w:hideMark/>
          </w:tcPr>
          <w:p w14:paraId="0CF3910A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213</w:t>
            </w:r>
          </w:p>
        </w:tc>
      </w:tr>
      <w:tr w:rsidR="003C462E" w:rsidRPr="003C5192" w14:paraId="4C8CF010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3A655DB1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DC834A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499C7D5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A94214C" w14:textId="0C9BEA2C" w:rsidR="003C462E" w:rsidRPr="00A532DF" w:rsidRDefault="003C462E" w:rsidP="003C46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Tratarea oțelului în afara cuptorului</w:t>
            </w:r>
          </w:p>
        </w:tc>
        <w:tc>
          <w:tcPr>
            <w:tcW w:w="607" w:type="dxa"/>
            <w:hideMark/>
          </w:tcPr>
          <w:p w14:paraId="1FCE6888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214</w:t>
            </w:r>
          </w:p>
        </w:tc>
      </w:tr>
      <w:tr w:rsidR="003C462E" w:rsidRPr="003C5192" w14:paraId="073661DC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55E27AAA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C88B854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4144FEC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A4AEFAC" w14:textId="547349CA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Trefilarea, sârmelor, tragerea barelor</w:t>
            </w:r>
          </w:p>
        </w:tc>
        <w:tc>
          <w:tcPr>
            <w:tcW w:w="607" w:type="dxa"/>
            <w:hideMark/>
          </w:tcPr>
          <w:p w14:paraId="17D95248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215</w:t>
            </w:r>
          </w:p>
        </w:tc>
      </w:tr>
      <w:tr w:rsidR="003C462E" w:rsidRPr="003C5192" w14:paraId="6C6930E8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4C54F642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2782ACC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70ED8BC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F9D6B41" w14:textId="65E2B6DE" w:rsidR="003C462E" w:rsidRPr="00A532DF" w:rsidRDefault="003C462E" w:rsidP="003C46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Turnarea continuă a oțelului</w:t>
            </w:r>
          </w:p>
        </w:tc>
        <w:tc>
          <w:tcPr>
            <w:tcW w:w="607" w:type="dxa"/>
            <w:hideMark/>
          </w:tcPr>
          <w:p w14:paraId="352876FA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216</w:t>
            </w:r>
          </w:p>
        </w:tc>
      </w:tr>
      <w:tr w:rsidR="003C462E" w:rsidRPr="003C5192" w14:paraId="0E3D6B63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1A861730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5345D49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4EB92FB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C72A2BE" w14:textId="458E542A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Turnarea materialelor metalice</w:t>
            </w:r>
          </w:p>
        </w:tc>
        <w:tc>
          <w:tcPr>
            <w:tcW w:w="607" w:type="dxa"/>
            <w:hideMark/>
          </w:tcPr>
          <w:p w14:paraId="14DA1AA8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217</w:t>
            </w:r>
          </w:p>
        </w:tc>
      </w:tr>
      <w:tr w:rsidR="003C462E" w:rsidRPr="003C5192" w14:paraId="774CEA38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654D6BF6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633A2A4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5F36B75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66E4756" w14:textId="003FB038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Turnarea metalelor și aliajelor neferoase</w:t>
            </w:r>
          </w:p>
        </w:tc>
        <w:tc>
          <w:tcPr>
            <w:tcW w:w="607" w:type="dxa"/>
            <w:hideMark/>
          </w:tcPr>
          <w:p w14:paraId="0FB3944C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218</w:t>
            </w:r>
          </w:p>
        </w:tc>
      </w:tr>
      <w:tr w:rsidR="003C462E" w:rsidRPr="003C5192" w14:paraId="3D26CC77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5CC2528A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5E55D10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B2FFBF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AE2F633" w14:textId="04440162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portuare</w:t>
            </w:r>
          </w:p>
        </w:tc>
        <w:tc>
          <w:tcPr>
            <w:tcW w:w="607" w:type="dxa"/>
            <w:hideMark/>
          </w:tcPr>
          <w:p w14:paraId="600BBB8C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219</w:t>
            </w:r>
          </w:p>
        </w:tc>
      </w:tr>
      <w:tr w:rsidR="003C462E" w:rsidRPr="003C5192" w14:paraId="34187DCD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147ECC92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F7AC09F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33C8DD3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5198702" w14:textId="3FF5AEC5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specifice sectorului de laminare</w:t>
            </w:r>
          </w:p>
        </w:tc>
        <w:tc>
          <w:tcPr>
            <w:tcW w:w="607" w:type="dxa"/>
            <w:hideMark/>
          </w:tcPr>
          <w:p w14:paraId="7F5D29C6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220</w:t>
            </w:r>
          </w:p>
        </w:tc>
      </w:tr>
      <w:tr w:rsidR="003C462E" w:rsidRPr="003C5192" w14:paraId="744B6F9F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2A9EF877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FAEC2A6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E6E36D7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453ABC75" w14:textId="4F3E8ED0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specifice secțiilor de forjare, tratamente termice și termochimice</w:t>
            </w:r>
          </w:p>
        </w:tc>
        <w:tc>
          <w:tcPr>
            <w:tcW w:w="607" w:type="dxa"/>
            <w:hideMark/>
          </w:tcPr>
          <w:p w14:paraId="795CB2FC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221</w:t>
            </w:r>
          </w:p>
        </w:tc>
      </w:tr>
      <w:tr w:rsidR="003C462E" w:rsidRPr="003C5192" w14:paraId="60C45B39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0D060D31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C34CFF7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11B154A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70C9A91" w14:textId="2DF993D6" w:rsidR="003C462E" w:rsidRPr="001333FD" w:rsidRDefault="003C462E" w:rsidP="003C46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specifice secțiilor de tragere trefilare</w:t>
            </w:r>
          </w:p>
        </w:tc>
        <w:tc>
          <w:tcPr>
            <w:tcW w:w="607" w:type="dxa"/>
            <w:hideMark/>
          </w:tcPr>
          <w:p w14:paraId="5992689E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222</w:t>
            </w:r>
          </w:p>
        </w:tc>
      </w:tr>
      <w:tr w:rsidR="003C462E" w:rsidRPr="003C5192" w14:paraId="53096E11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67EC9423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9FBFB45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2E3903C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7F212589" w14:textId="5AA93D27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și instalații conexe furnalului</w:t>
            </w:r>
          </w:p>
        </w:tc>
        <w:tc>
          <w:tcPr>
            <w:tcW w:w="607" w:type="dxa"/>
            <w:hideMark/>
          </w:tcPr>
          <w:p w14:paraId="35A9ED82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223</w:t>
            </w:r>
          </w:p>
        </w:tc>
      </w:tr>
      <w:tr w:rsidR="003C462E" w:rsidRPr="003C5192" w14:paraId="2C0197E8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2BD053D9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722D8538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75CA9EE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8F00194" w14:textId="299BD4CA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și instalații conexe utilajelor de bază pentru elaborarea metalelor neferoase</w:t>
            </w:r>
          </w:p>
        </w:tc>
        <w:tc>
          <w:tcPr>
            <w:tcW w:w="607" w:type="dxa"/>
            <w:hideMark/>
          </w:tcPr>
          <w:p w14:paraId="4A7956BE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224</w:t>
            </w:r>
          </w:p>
        </w:tc>
      </w:tr>
      <w:tr w:rsidR="003C462E" w:rsidRPr="003C5192" w14:paraId="2AAA2021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542D73C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6EC0551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38E2AFA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01392F5" w14:textId="5B5FEAB3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Utilaje, instalații și echipamente forestiere</w:t>
            </w:r>
          </w:p>
        </w:tc>
        <w:tc>
          <w:tcPr>
            <w:tcW w:w="607" w:type="dxa"/>
            <w:hideMark/>
          </w:tcPr>
          <w:p w14:paraId="69F9AE8C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225</w:t>
            </w:r>
          </w:p>
        </w:tc>
      </w:tr>
      <w:tr w:rsidR="003C462E" w:rsidRPr="003C5192" w14:paraId="334D2FE7" w14:textId="77777777" w:rsidTr="003C462E">
        <w:trPr>
          <w:trHeight w:val="20"/>
        </w:trPr>
        <w:tc>
          <w:tcPr>
            <w:tcW w:w="1134" w:type="dxa"/>
            <w:vMerge/>
            <w:hideMark/>
          </w:tcPr>
          <w:p w14:paraId="5B9F61B6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C746726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8A5E316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F05AB5E" w14:textId="09BBCD4A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Utilajul și tehnologia de elaborare a oțelului</w:t>
            </w:r>
          </w:p>
        </w:tc>
        <w:tc>
          <w:tcPr>
            <w:tcW w:w="607" w:type="dxa"/>
            <w:hideMark/>
          </w:tcPr>
          <w:p w14:paraId="578C0FF6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226</w:t>
            </w:r>
          </w:p>
        </w:tc>
      </w:tr>
      <w:tr w:rsidR="003C462E" w:rsidRPr="003C5192" w14:paraId="1459432A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33337B19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906412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FFF460B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5F2F0702" w14:textId="04BF57D1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Utilajul și tehnologia elaborării fontei</w:t>
            </w:r>
          </w:p>
        </w:tc>
        <w:tc>
          <w:tcPr>
            <w:tcW w:w="607" w:type="dxa"/>
            <w:hideMark/>
          </w:tcPr>
          <w:p w14:paraId="2A2CD0F6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227</w:t>
            </w:r>
          </w:p>
        </w:tc>
      </w:tr>
      <w:tr w:rsidR="003C462E" w:rsidRPr="003C5192" w14:paraId="769163F3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3F7254E9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20304065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76231CAF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3C10560B" w14:textId="3B98AECA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Utilizarea materiilor prime, materialelor și SDV-urilor specifice forjării și tratamentelor termice</w:t>
            </w:r>
          </w:p>
        </w:tc>
        <w:tc>
          <w:tcPr>
            <w:tcW w:w="607" w:type="dxa"/>
            <w:hideMark/>
          </w:tcPr>
          <w:p w14:paraId="59C1B032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228</w:t>
            </w:r>
          </w:p>
        </w:tc>
      </w:tr>
      <w:tr w:rsidR="003C462E" w:rsidRPr="003C5192" w14:paraId="5AE5B153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42B44FCC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1A661BF4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5A4B271F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028B50B" w14:textId="6B764842" w:rsidR="003C462E" w:rsidRPr="001333FD" w:rsidRDefault="003C462E" w:rsidP="003C462E">
            <w:pPr>
              <w:rPr>
                <w:color w:val="FF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Utilizarea nomenclaturii navale</w:t>
            </w:r>
          </w:p>
        </w:tc>
        <w:tc>
          <w:tcPr>
            <w:tcW w:w="607" w:type="dxa"/>
            <w:hideMark/>
          </w:tcPr>
          <w:p w14:paraId="04B6263D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229</w:t>
            </w:r>
          </w:p>
        </w:tc>
      </w:tr>
      <w:tr w:rsidR="003C462E" w:rsidRPr="003C5192" w14:paraId="1528BD43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38D09BB6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35F277CC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31EAAF6B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13585B57" w14:textId="33BEF3C1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Utilizarea nomenclaturii navale și amenajări portuare</w:t>
            </w:r>
          </w:p>
        </w:tc>
        <w:tc>
          <w:tcPr>
            <w:tcW w:w="607" w:type="dxa"/>
            <w:hideMark/>
          </w:tcPr>
          <w:p w14:paraId="3FB4C650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230</w:t>
            </w:r>
          </w:p>
        </w:tc>
      </w:tr>
      <w:tr w:rsidR="003C462E" w:rsidRPr="003C5192" w14:paraId="3288630D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56F170C8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07808067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67CA976D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622030A6" w14:textId="69D6647F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Vitalitatea navei și salvarea vieții pe apă</w:t>
            </w:r>
          </w:p>
        </w:tc>
        <w:tc>
          <w:tcPr>
            <w:tcW w:w="607" w:type="dxa"/>
            <w:hideMark/>
          </w:tcPr>
          <w:p w14:paraId="07F73A68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231</w:t>
            </w:r>
          </w:p>
        </w:tc>
      </w:tr>
      <w:tr w:rsidR="003C462E" w:rsidRPr="003C5192" w14:paraId="6701AD41" w14:textId="77777777" w:rsidTr="00D87A8C">
        <w:trPr>
          <w:trHeight w:val="20"/>
        </w:trPr>
        <w:tc>
          <w:tcPr>
            <w:tcW w:w="1134" w:type="dxa"/>
            <w:vMerge/>
            <w:hideMark/>
          </w:tcPr>
          <w:p w14:paraId="354CB733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151" w:type="dxa"/>
            <w:vMerge/>
            <w:hideMark/>
          </w:tcPr>
          <w:p w14:paraId="5B1CF252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1921" w:type="dxa"/>
            <w:vMerge/>
            <w:hideMark/>
          </w:tcPr>
          <w:p w14:paraId="008928FB" w14:textId="77777777" w:rsidR="003C462E" w:rsidRPr="003C5192" w:rsidRDefault="003C462E" w:rsidP="003C462E">
            <w:pPr>
              <w:rPr>
                <w:color w:val="000000"/>
                <w:lang w:val="ro-RO"/>
              </w:rPr>
            </w:pPr>
          </w:p>
        </w:tc>
        <w:tc>
          <w:tcPr>
            <w:tcW w:w="4249" w:type="dxa"/>
          </w:tcPr>
          <w:p w14:paraId="28F5DBF5" w14:textId="60DA3D3E" w:rsidR="003C462E" w:rsidRPr="003C5192" w:rsidRDefault="003C462E" w:rsidP="003C462E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Zidirea cuptoarelor de încălzire și ardere</w:t>
            </w:r>
          </w:p>
        </w:tc>
        <w:tc>
          <w:tcPr>
            <w:tcW w:w="607" w:type="dxa"/>
            <w:hideMark/>
          </w:tcPr>
          <w:p w14:paraId="7B041760" w14:textId="77777777" w:rsidR="003C462E" w:rsidRPr="003C5192" w:rsidRDefault="003C462E" w:rsidP="003C462E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232</w:t>
            </w:r>
          </w:p>
        </w:tc>
      </w:tr>
    </w:tbl>
    <w:p w14:paraId="2F6C5CF3" w14:textId="77777777" w:rsidR="003C462E" w:rsidRDefault="003C462E"/>
    <w:p w14:paraId="54EE9465" w14:textId="50B38C76" w:rsidR="00884075" w:rsidRDefault="00884075" w:rsidP="003C5192"/>
    <w:p w14:paraId="13205978" w14:textId="77777777" w:rsidR="003C462E" w:rsidRDefault="003C462E" w:rsidP="003C5192"/>
    <w:p w14:paraId="5B1518D3" w14:textId="77777777" w:rsidR="003C462E" w:rsidRDefault="003C462E" w:rsidP="003C5192"/>
    <w:p w14:paraId="53663463" w14:textId="77777777" w:rsidR="003C462E" w:rsidRDefault="003C462E" w:rsidP="003C5192"/>
    <w:p w14:paraId="12F49CB9" w14:textId="77777777" w:rsidR="003C462E" w:rsidRDefault="003C462E" w:rsidP="003C5192"/>
    <w:p w14:paraId="4D2D281E" w14:textId="77777777" w:rsidR="003C462E" w:rsidRDefault="003C462E" w:rsidP="003C5192"/>
    <w:p w14:paraId="5868E89B" w14:textId="77777777" w:rsidR="003C462E" w:rsidRDefault="003C462E" w:rsidP="003C5192"/>
    <w:p w14:paraId="4BB056C1" w14:textId="77777777" w:rsidR="003C462E" w:rsidRDefault="003C462E" w:rsidP="003C5192"/>
    <w:p w14:paraId="46FCF8CA" w14:textId="77777777" w:rsidR="003C462E" w:rsidRDefault="003C462E" w:rsidP="003C5192"/>
    <w:p w14:paraId="71E12C94" w14:textId="77777777" w:rsidR="003C462E" w:rsidRDefault="003C462E" w:rsidP="003C5192"/>
    <w:p w14:paraId="667829BE" w14:textId="77777777" w:rsidR="003C462E" w:rsidRDefault="003C462E" w:rsidP="003C5192"/>
    <w:p w14:paraId="2AE64128" w14:textId="77777777" w:rsidR="003C462E" w:rsidRDefault="003C462E" w:rsidP="003C5192"/>
    <w:p w14:paraId="5E5E5AEB" w14:textId="77777777" w:rsidR="003C462E" w:rsidRDefault="003C462E" w:rsidP="003C5192"/>
    <w:p w14:paraId="64D2DCD5" w14:textId="77777777" w:rsidR="003C462E" w:rsidRDefault="003C462E" w:rsidP="003C5192"/>
    <w:p w14:paraId="086ED410" w14:textId="77777777" w:rsidR="003C462E" w:rsidRDefault="003C462E" w:rsidP="003C5192"/>
    <w:p w14:paraId="1ECA26E2" w14:textId="77777777" w:rsidR="003C462E" w:rsidRDefault="003C462E" w:rsidP="003C5192"/>
    <w:p w14:paraId="4C426100" w14:textId="77777777" w:rsidR="003C462E" w:rsidRDefault="003C462E" w:rsidP="003C5192"/>
    <w:p w14:paraId="29901FFB" w14:textId="77777777" w:rsidR="003C462E" w:rsidRDefault="003C462E" w:rsidP="003C5192"/>
    <w:p w14:paraId="1927B801" w14:textId="77777777" w:rsidR="003C462E" w:rsidRDefault="003C462E" w:rsidP="003C5192"/>
    <w:p w14:paraId="23CAAD58" w14:textId="77777777" w:rsidR="003C462E" w:rsidRDefault="003C462E" w:rsidP="003C5192"/>
    <w:p w14:paraId="3168DE8A" w14:textId="77777777" w:rsidR="003C462E" w:rsidRDefault="003C462E" w:rsidP="003C5192"/>
    <w:p w14:paraId="1F2E183F" w14:textId="77777777" w:rsidR="003C462E" w:rsidRDefault="003C462E" w:rsidP="003C5192"/>
    <w:p w14:paraId="4664E0A2" w14:textId="77777777" w:rsidR="003C462E" w:rsidRDefault="003C462E" w:rsidP="003C5192"/>
    <w:p w14:paraId="270A8616" w14:textId="77777777" w:rsidR="003C462E" w:rsidRDefault="003C462E" w:rsidP="003C5192"/>
    <w:p w14:paraId="59C6CEA9" w14:textId="77777777" w:rsidR="003C462E" w:rsidRDefault="003C462E" w:rsidP="003C5192"/>
    <w:p w14:paraId="3AF30CFA" w14:textId="77777777" w:rsidR="003C462E" w:rsidRDefault="003C462E" w:rsidP="003C5192"/>
    <w:p w14:paraId="194595A9" w14:textId="77777777" w:rsidR="003C462E" w:rsidRDefault="003C462E" w:rsidP="003C5192"/>
    <w:p w14:paraId="1D8B28C6" w14:textId="77777777" w:rsidR="003C462E" w:rsidRDefault="003C462E" w:rsidP="003C5192"/>
    <w:p w14:paraId="7EA7E621" w14:textId="77777777" w:rsidR="003C462E" w:rsidRDefault="003C462E" w:rsidP="003C5192"/>
    <w:p w14:paraId="0A3474A8" w14:textId="77777777" w:rsidR="003C462E" w:rsidRDefault="003C462E" w:rsidP="003C5192"/>
    <w:p w14:paraId="196BFD77" w14:textId="77777777" w:rsidR="003C462E" w:rsidRDefault="003C462E" w:rsidP="003C5192"/>
    <w:p w14:paraId="5EE78D0E" w14:textId="77777777" w:rsidR="003C462E" w:rsidRDefault="003C462E" w:rsidP="003C5192"/>
    <w:p w14:paraId="741B2F38" w14:textId="77777777" w:rsidR="003C462E" w:rsidRDefault="003C462E" w:rsidP="003C5192"/>
    <w:p w14:paraId="51EF6F14" w14:textId="77777777" w:rsidR="003C462E" w:rsidRDefault="003C462E" w:rsidP="003C5192"/>
    <w:p w14:paraId="6985364B" w14:textId="77777777" w:rsidR="003C462E" w:rsidRPr="003C5192" w:rsidRDefault="003C462E" w:rsidP="003C51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8"/>
        <w:gridCol w:w="1148"/>
        <w:gridCol w:w="1913"/>
        <w:gridCol w:w="4179"/>
        <w:gridCol w:w="604"/>
      </w:tblGrid>
      <w:tr w:rsidR="00157415" w:rsidRPr="003C5192" w14:paraId="7A0AD527" w14:textId="77777777" w:rsidTr="003C5192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276BBEFE" w14:textId="1DBC1E99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Nivel</w:t>
            </w:r>
          </w:p>
        </w:tc>
        <w:tc>
          <w:tcPr>
            <w:tcW w:w="1148" w:type="dxa"/>
            <w:shd w:val="clear" w:color="auto" w:fill="EDEDED" w:themeFill="accent3" w:themeFillTint="33"/>
            <w:vAlign w:val="center"/>
            <w:hideMark/>
          </w:tcPr>
          <w:p w14:paraId="6B8AF01C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Domeniul</w:t>
            </w:r>
          </w:p>
        </w:tc>
        <w:tc>
          <w:tcPr>
            <w:tcW w:w="1913" w:type="dxa"/>
            <w:shd w:val="clear" w:color="auto" w:fill="EDEDED" w:themeFill="accent3" w:themeFillTint="33"/>
            <w:vAlign w:val="center"/>
            <w:hideMark/>
          </w:tcPr>
          <w:p w14:paraId="4C2A5A35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Profilul postului/catedrei</w:t>
            </w:r>
          </w:p>
        </w:tc>
        <w:tc>
          <w:tcPr>
            <w:tcW w:w="4179" w:type="dxa"/>
            <w:shd w:val="clear" w:color="auto" w:fill="EDEDED" w:themeFill="accent3" w:themeFillTint="33"/>
            <w:vAlign w:val="center"/>
            <w:hideMark/>
          </w:tcPr>
          <w:p w14:paraId="0FD37CCC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Discipline/module din profilul postului / catedrei</w:t>
            </w:r>
          </w:p>
        </w:tc>
        <w:tc>
          <w:tcPr>
            <w:tcW w:w="604" w:type="dxa"/>
            <w:vMerge w:val="restart"/>
            <w:shd w:val="clear" w:color="auto" w:fill="EDEDED" w:themeFill="accent3" w:themeFillTint="33"/>
            <w:vAlign w:val="center"/>
            <w:hideMark/>
          </w:tcPr>
          <w:p w14:paraId="3F6753E9" w14:textId="77777777" w:rsidR="00157415" w:rsidRPr="003C5192" w:rsidRDefault="00157415" w:rsidP="00D87A8C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Nr. crt.</w:t>
            </w:r>
          </w:p>
        </w:tc>
      </w:tr>
      <w:tr w:rsidR="00157415" w:rsidRPr="003C5192" w14:paraId="3409ED1C" w14:textId="77777777" w:rsidTr="003C5192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0CA02C43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Învățământ profesional</w:t>
            </w:r>
          </w:p>
        </w:tc>
        <w:tc>
          <w:tcPr>
            <w:tcW w:w="1148" w:type="dxa"/>
            <w:shd w:val="clear" w:color="auto" w:fill="EDEDED" w:themeFill="accent3" w:themeFillTint="33"/>
            <w:vAlign w:val="center"/>
            <w:hideMark/>
          </w:tcPr>
          <w:p w14:paraId="77CEB9D0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1. Mecanică</w:t>
            </w:r>
          </w:p>
        </w:tc>
        <w:tc>
          <w:tcPr>
            <w:tcW w:w="1913" w:type="dxa"/>
            <w:shd w:val="clear" w:color="auto" w:fill="EDEDED" w:themeFill="accent3" w:themeFillTint="33"/>
            <w:vAlign w:val="center"/>
            <w:hideMark/>
          </w:tcPr>
          <w:p w14:paraId="50BB5899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1.5. Mecanică/ Mecanică nave</w:t>
            </w:r>
          </w:p>
        </w:tc>
        <w:tc>
          <w:tcPr>
            <w:tcW w:w="4179" w:type="dxa"/>
            <w:shd w:val="clear" w:color="auto" w:fill="EDEDED" w:themeFill="accent3" w:themeFillTint="33"/>
            <w:vAlign w:val="center"/>
            <w:hideMark/>
          </w:tcPr>
          <w:p w14:paraId="3E42BF1F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ANEXA 1.5</w:t>
            </w:r>
          </w:p>
        </w:tc>
        <w:tc>
          <w:tcPr>
            <w:tcW w:w="604" w:type="dxa"/>
            <w:vMerge/>
            <w:shd w:val="clear" w:color="auto" w:fill="EDEDED" w:themeFill="accent3" w:themeFillTint="33"/>
            <w:vAlign w:val="center"/>
            <w:hideMark/>
          </w:tcPr>
          <w:p w14:paraId="21AAE46D" w14:textId="5FBFC519" w:rsidR="00157415" w:rsidRPr="003C5192" w:rsidRDefault="00157415" w:rsidP="00D87A8C">
            <w:pPr>
              <w:jc w:val="center"/>
              <w:rPr>
                <w:b/>
                <w:color w:val="000000"/>
                <w:lang w:val="ro-RO"/>
              </w:rPr>
            </w:pPr>
          </w:p>
        </w:tc>
      </w:tr>
      <w:tr w:rsidR="00884075" w:rsidRPr="003C5192" w14:paraId="18364A1F" w14:textId="77777777" w:rsidTr="003C5192">
        <w:trPr>
          <w:trHeight w:val="20"/>
        </w:trPr>
        <w:tc>
          <w:tcPr>
            <w:tcW w:w="1218" w:type="dxa"/>
            <w:vMerge w:val="restart"/>
            <w:hideMark/>
          </w:tcPr>
          <w:p w14:paraId="7BDA17E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1148" w:type="dxa"/>
            <w:vMerge w:val="restart"/>
            <w:hideMark/>
          </w:tcPr>
          <w:p w14:paraId="78D3AC6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1913" w:type="dxa"/>
            <w:vMerge w:val="restart"/>
            <w:hideMark/>
          </w:tcPr>
          <w:p w14:paraId="6B89707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4179" w:type="dxa"/>
            <w:hideMark/>
          </w:tcPr>
          <w:p w14:paraId="12AB592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Aliaje pentru turnare</w:t>
            </w:r>
          </w:p>
        </w:tc>
        <w:tc>
          <w:tcPr>
            <w:tcW w:w="604" w:type="dxa"/>
            <w:hideMark/>
          </w:tcPr>
          <w:p w14:paraId="5286CB69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</w:t>
            </w:r>
          </w:p>
        </w:tc>
      </w:tr>
      <w:tr w:rsidR="00884075" w:rsidRPr="003C5192" w14:paraId="6E593E7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5C64BF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35D589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F1C571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D4717E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navei</w:t>
            </w:r>
          </w:p>
        </w:tc>
        <w:tc>
          <w:tcPr>
            <w:tcW w:w="604" w:type="dxa"/>
            <w:hideMark/>
          </w:tcPr>
          <w:p w14:paraId="6B6DCCD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</w:t>
            </w:r>
          </w:p>
        </w:tc>
      </w:tr>
      <w:tr w:rsidR="00884075" w:rsidRPr="003C5192" w14:paraId="763EFDF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0BDF83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2E8AE4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37382B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16B3A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ștanțelor și matrițelor</w:t>
            </w:r>
          </w:p>
        </w:tc>
        <w:tc>
          <w:tcPr>
            <w:tcW w:w="604" w:type="dxa"/>
            <w:hideMark/>
          </w:tcPr>
          <w:p w14:paraId="799F7B0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</w:t>
            </w:r>
          </w:p>
        </w:tc>
      </w:tr>
      <w:tr w:rsidR="00884075" w:rsidRPr="003C5192" w14:paraId="5E7B77C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9A147C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B4BFB9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D00406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DB27F6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Asamblări mecanice</w:t>
            </w:r>
          </w:p>
        </w:tc>
        <w:tc>
          <w:tcPr>
            <w:tcW w:w="604" w:type="dxa"/>
            <w:hideMark/>
          </w:tcPr>
          <w:p w14:paraId="73CEC57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</w:t>
            </w:r>
          </w:p>
        </w:tc>
      </w:tr>
      <w:tr w:rsidR="00884075" w:rsidRPr="003C5192" w14:paraId="34C4AF7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1AEAA4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4C7BE0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DD2415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621EA9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Automobile</w:t>
            </w:r>
          </w:p>
        </w:tc>
        <w:tc>
          <w:tcPr>
            <w:tcW w:w="604" w:type="dxa"/>
            <w:hideMark/>
          </w:tcPr>
          <w:p w14:paraId="3E328FD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</w:t>
            </w:r>
          </w:p>
        </w:tc>
      </w:tr>
      <w:tr w:rsidR="00884075" w:rsidRPr="003C5192" w14:paraId="3D52CAA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88BBD2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3E423A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237ECF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68ACE3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Calitatea produselor și serviciilor</w:t>
            </w:r>
          </w:p>
        </w:tc>
        <w:tc>
          <w:tcPr>
            <w:tcW w:w="604" w:type="dxa"/>
            <w:hideMark/>
          </w:tcPr>
          <w:p w14:paraId="06170CC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</w:t>
            </w:r>
          </w:p>
        </w:tc>
      </w:tr>
      <w:tr w:rsidR="00884075" w:rsidRPr="003C5192" w14:paraId="3F88048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C35024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8A5D5B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D0542A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DDA9A5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Componentele structurilor metalice</w:t>
            </w:r>
          </w:p>
        </w:tc>
        <w:tc>
          <w:tcPr>
            <w:tcW w:w="604" w:type="dxa"/>
            <w:hideMark/>
          </w:tcPr>
          <w:p w14:paraId="3660ED9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</w:t>
            </w:r>
          </w:p>
        </w:tc>
      </w:tr>
      <w:tr w:rsidR="00884075" w:rsidRPr="003C5192" w14:paraId="2BA05D1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022E29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55ADCF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9DBFF7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7E37AB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Conducere și elemente de legislație rutieră</w:t>
            </w:r>
          </w:p>
        </w:tc>
        <w:tc>
          <w:tcPr>
            <w:tcW w:w="604" w:type="dxa"/>
            <w:hideMark/>
          </w:tcPr>
          <w:p w14:paraId="3CE801F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</w:t>
            </w:r>
          </w:p>
        </w:tc>
      </w:tr>
      <w:tr w:rsidR="00884075" w:rsidRPr="003C5192" w14:paraId="084767C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220E91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39B031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CD2DDE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098B2F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Conducerea automobilului</w:t>
            </w:r>
          </w:p>
        </w:tc>
        <w:tc>
          <w:tcPr>
            <w:tcW w:w="604" w:type="dxa"/>
            <w:hideMark/>
          </w:tcPr>
          <w:p w14:paraId="2D17E20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</w:t>
            </w:r>
          </w:p>
        </w:tc>
      </w:tr>
      <w:tr w:rsidR="00884075" w:rsidRPr="003C5192" w14:paraId="71D786F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6654EC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78D04E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803255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BBC05E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Consiliere și orientare clasa a IX-a</w:t>
            </w:r>
          </w:p>
        </w:tc>
        <w:tc>
          <w:tcPr>
            <w:tcW w:w="604" w:type="dxa"/>
            <w:hideMark/>
          </w:tcPr>
          <w:p w14:paraId="173BF29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</w:t>
            </w:r>
          </w:p>
        </w:tc>
      </w:tr>
      <w:tr w:rsidR="00884075" w:rsidRPr="003C5192" w14:paraId="375DA43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4619D5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FDD730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D93F4A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01E256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Consiliere și orientare clasa a X-a</w:t>
            </w:r>
          </w:p>
        </w:tc>
        <w:tc>
          <w:tcPr>
            <w:tcW w:w="604" w:type="dxa"/>
            <w:hideMark/>
          </w:tcPr>
          <w:p w14:paraId="5F8CCB3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</w:t>
            </w:r>
          </w:p>
        </w:tc>
      </w:tr>
      <w:tr w:rsidR="00884075" w:rsidRPr="003C5192" w14:paraId="38FC740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E71057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0EC081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9FE397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8F024A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Consiliere și orientare clasa a XI-a</w:t>
            </w:r>
          </w:p>
        </w:tc>
        <w:tc>
          <w:tcPr>
            <w:tcW w:w="604" w:type="dxa"/>
            <w:hideMark/>
          </w:tcPr>
          <w:p w14:paraId="4FBA4BD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</w:t>
            </w:r>
          </w:p>
        </w:tc>
      </w:tr>
      <w:tr w:rsidR="00884075" w:rsidRPr="003C5192" w14:paraId="25E4D82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7FB691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2FA59B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9507F3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02D7AF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structurii aeronavelor</w:t>
            </w:r>
          </w:p>
        </w:tc>
        <w:tc>
          <w:tcPr>
            <w:tcW w:w="604" w:type="dxa"/>
            <w:hideMark/>
          </w:tcPr>
          <w:p w14:paraId="3BD2ED4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</w:t>
            </w:r>
          </w:p>
        </w:tc>
      </w:tr>
      <w:tr w:rsidR="00884075" w:rsidRPr="003C5192" w14:paraId="1BC3356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7459F4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4FBF60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119595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484EAF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și funcționarea automobilului</w:t>
            </w:r>
          </w:p>
        </w:tc>
        <w:tc>
          <w:tcPr>
            <w:tcW w:w="604" w:type="dxa"/>
            <w:hideMark/>
          </w:tcPr>
          <w:p w14:paraId="2A3704E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</w:t>
            </w:r>
          </w:p>
        </w:tc>
      </w:tr>
      <w:tr w:rsidR="00884075" w:rsidRPr="003C5192" w14:paraId="469169E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AE3BDE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DFA185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E83D8D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323261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Economia întreprinderii</w:t>
            </w:r>
          </w:p>
        </w:tc>
        <w:tc>
          <w:tcPr>
            <w:tcW w:w="604" w:type="dxa"/>
            <w:hideMark/>
          </w:tcPr>
          <w:p w14:paraId="16794D2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</w:t>
            </w:r>
          </w:p>
        </w:tc>
      </w:tr>
      <w:tr w:rsidR="00884075" w:rsidRPr="003C5192" w14:paraId="0D98153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3984DC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4ECD87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D38E26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A53A5A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Elaborarea fontei</w:t>
            </w:r>
          </w:p>
        </w:tc>
        <w:tc>
          <w:tcPr>
            <w:tcW w:w="604" w:type="dxa"/>
            <w:hideMark/>
          </w:tcPr>
          <w:p w14:paraId="2607A029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</w:t>
            </w:r>
          </w:p>
        </w:tc>
      </w:tr>
      <w:tr w:rsidR="00884075" w:rsidRPr="003C5192" w14:paraId="5107751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E72D46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64AF25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440EB8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998325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Elaborarea oțelului</w:t>
            </w:r>
          </w:p>
        </w:tc>
        <w:tc>
          <w:tcPr>
            <w:tcW w:w="604" w:type="dxa"/>
            <w:hideMark/>
          </w:tcPr>
          <w:p w14:paraId="5ECF47E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</w:t>
            </w:r>
          </w:p>
        </w:tc>
      </w:tr>
      <w:tr w:rsidR="00884075" w:rsidRPr="003C5192" w14:paraId="65D3A49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622CD7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031223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7FAD64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CFC098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ștanțelor și matrițelor</w:t>
            </w:r>
          </w:p>
        </w:tc>
        <w:tc>
          <w:tcPr>
            <w:tcW w:w="604" w:type="dxa"/>
            <w:hideMark/>
          </w:tcPr>
          <w:p w14:paraId="3C06A42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</w:t>
            </w:r>
          </w:p>
        </w:tc>
      </w:tr>
      <w:tr w:rsidR="00884075" w:rsidRPr="003C5192" w14:paraId="70E0B1B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35EE2F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A3605F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58F54E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6B8238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utilajelor tehnologice</w:t>
            </w:r>
          </w:p>
        </w:tc>
        <w:tc>
          <w:tcPr>
            <w:tcW w:w="604" w:type="dxa"/>
            <w:hideMark/>
          </w:tcPr>
          <w:p w14:paraId="7137486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</w:t>
            </w:r>
          </w:p>
        </w:tc>
      </w:tr>
      <w:tr w:rsidR="00884075" w:rsidRPr="003C5192" w14:paraId="3C4B976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70F8D4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AABD31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CCE857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9E29A6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Fabricația structurii aeronavelor</w:t>
            </w:r>
          </w:p>
        </w:tc>
        <w:tc>
          <w:tcPr>
            <w:tcW w:w="604" w:type="dxa"/>
            <w:hideMark/>
          </w:tcPr>
          <w:p w14:paraId="4549D3B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</w:t>
            </w:r>
          </w:p>
        </w:tc>
      </w:tr>
      <w:tr w:rsidR="00884075" w:rsidRPr="003C5192" w14:paraId="6DB0EF8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AFB28C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058FBA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0BB95A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768186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Forme de turnare</w:t>
            </w:r>
          </w:p>
        </w:tc>
        <w:tc>
          <w:tcPr>
            <w:tcW w:w="604" w:type="dxa"/>
            <w:hideMark/>
          </w:tcPr>
          <w:p w14:paraId="2F7D1C3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</w:t>
            </w:r>
          </w:p>
        </w:tc>
      </w:tr>
      <w:tr w:rsidR="00884075" w:rsidRPr="003C5192" w14:paraId="304B386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7E2F88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965E44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4F46F2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05A38A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Garnituri de model</w:t>
            </w:r>
          </w:p>
        </w:tc>
        <w:tc>
          <w:tcPr>
            <w:tcW w:w="604" w:type="dxa"/>
            <w:hideMark/>
          </w:tcPr>
          <w:p w14:paraId="003C9C7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</w:t>
            </w:r>
          </w:p>
        </w:tc>
      </w:tr>
      <w:tr w:rsidR="00884075" w:rsidRPr="003C5192" w14:paraId="23A18C5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0BEAF1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E4FE30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9C4EC3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2A7CD8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de tubulatură navală</w:t>
            </w:r>
          </w:p>
        </w:tc>
        <w:tc>
          <w:tcPr>
            <w:tcW w:w="604" w:type="dxa"/>
            <w:hideMark/>
          </w:tcPr>
          <w:p w14:paraId="6A85A1E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23</w:t>
            </w:r>
          </w:p>
        </w:tc>
      </w:tr>
      <w:tr w:rsidR="00884075" w:rsidRPr="003C5192" w14:paraId="3D73718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791A28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914BC0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B7D5D9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37C1AA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și aparatele de bord ale aeronavelor</w:t>
            </w:r>
          </w:p>
        </w:tc>
        <w:tc>
          <w:tcPr>
            <w:tcW w:w="604" w:type="dxa"/>
            <w:hideMark/>
          </w:tcPr>
          <w:p w14:paraId="4B169C3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24</w:t>
            </w:r>
          </w:p>
        </w:tc>
      </w:tr>
      <w:tr w:rsidR="00884075" w:rsidRPr="003C5192" w14:paraId="68559E2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0D7EEF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6F72AC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33220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504EFF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și echipamente pentru aeronave</w:t>
            </w:r>
          </w:p>
        </w:tc>
        <w:tc>
          <w:tcPr>
            <w:tcW w:w="604" w:type="dxa"/>
            <w:hideMark/>
          </w:tcPr>
          <w:p w14:paraId="29777F2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25</w:t>
            </w:r>
          </w:p>
        </w:tc>
      </w:tr>
      <w:tr w:rsidR="00884075" w:rsidRPr="003C5192" w14:paraId="6BFB046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7A15E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4A27D7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8B4A03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473313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mașinilor și utilajelor agricole</w:t>
            </w:r>
          </w:p>
        </w:tc>
        <w:tc>
          <w:tcPr>
            <w:tcW w:w="604" w:type="dxa"/>
            <w:hideMark/>
          </w:tcPr>
          <w:p w14:paraId="4234505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26</w:t>
            </w:r>
          </w:p>
        </w:tc>
      </w:tr>
      <w:tr w:rsidR="00884075" w:rsidRPr="003C5192" w14:paraId="17AD114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7E3D0D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9D056A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899DAA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1660E2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repararea elementelor de caroserie</w:t>
            </w:r>
          </w:p>
        </w:tc>
        <w:tc>
          <w:tcPr>
            <w:tcW w:w="604" w:type="dxa"/>
            <w:hideMark/>
          </w:tcPr>
          <w:p w14:paraId="733A1E6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27</w:t>
            </w:r>
          </w:p>
        </w:tc>
      </w:tr>
      <w:tr w:rsidR="00884075" w:rsidRPr="003C5192" w14:paraId="4F664AD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57CFC7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6EDCD4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BE9D0A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3F73E3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repararea navei</w:t>
            </w:r>
          </w:p>
        </w:tc>
        <w:tc>
          <w:tcPr>
            <w:tcW w:w="604" w:type="dxa"/>
            <w:hideMark/>
          </w:tcPr>
          <w:p w14:paraId="3F1979E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28</w:t>
            </w:r>
          </w:p>
        </w:tc>
      </w:tr>
      <w:tr w:rsidR="00884075" w:rsidRPr="003C5192" w14:paraId="7243413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250FAB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7AFCAB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E00FF8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7580CE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Lăcătușerie generală</w:t>
            </w:r>
          </w:p>
        </w:tc>
        <w:tc>
          <w:tcPr>
            <w:tcW w:w="604" w:type="dxa"/>
            <w:hideMark/>
          </w:tcPr>
          <w:p w14:paraId="27F4B7F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29</w:t>
            </w:r>
          </w:p>
        </w:tc>
      </w:tr>
      <w:tr w:rsidR="00884075" w:rsidRPr="003C5192" w14:paraId="51FA996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929F92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A48381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F9CABE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87BF6A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Legislație navală</w:t>
            </w:r>
          </w:p>
        </w:tc>
        <w:tc>
          <w:tcPr>
            <w:tcW w:w="604" w:type="dxa"/>
            <w:hideMark/>
          </w:tcPr>
          <w:p w14:paraId="46B2BC9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30</w:t>
            </w:r>
          </w:p>
        </w:tc>
      </w:tr>
      <w:tr w:rsidR="00884075" w:rsidRPr="003C5192" w14:paraId="2910C1F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5DB80A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0E41D2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A40274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A2ED5A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Manipularea mărfurilor în port</w:t>
            </w:r>
          </w:p>
        </w:tc>
        <w:tc>
          <w:tcPr>
            <w:tcW w:w="604" w:type="dxa"/>
            <w:hideMark/>
          </w:tcPr>
          <w:p w14:paraId="31C68CB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31</w:t>
            </w:r>
          </w:p>
        </w:tc>
      </w:tr>
      <w:tr w:rsidR="00884075" w:rsidRPr="003C5192" w14:paraId="297621F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2EDDBC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A1519D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68E127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366843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Marinărie și manevră</w:t>
            </w:r>
          </w:p>
        </w:tc>
        <w:tc>
          <w:tcPr>
            <w:tcW w:w="604" w:type="dxa"/>
            <w:hideMark/>
          </w:tcPr>
          <w:p w14:paraId="6EEA316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32</w:t>
            </w:r>
          </w:p>
        </w:tc>
      </w:tr>
      <w:tr w:rsidR="00884075" w:rsidRPr="003C5192" w14:paraId="1BC62FB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4011F8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A24278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80C846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340965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de ridicat și transportat</w:t>
            </w:r>
          </w:p>
        </w:tc>
        <w:tc>
          <w:tcPr>
            <w:tcW w:w="604" w:type="dxa"/>
            <w:hideMark/>
          </w:tcPr>
          <w:p w14:paraId="7FD4A4E0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33</w:t>
            </w:r>
          </w:p>
        </w:tc>
      </w:tr>
      <w:tr w:rsidR="00884075" w:rsidRPr="003C5192" w14:paraId="52C946A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D207F2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2B9E91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12EB6A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821BBB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hidraulice, pneumatice și mașini electrice navale</w:t>
            </w:r>
          </w:p>
        </w:tc>
        <w:tc>
          <w:tcPr>
            <w:tcW w:w="604" w:type="dxa"/>
            <w:hideMark/>
          </w:tcPr>
          <w:p w14:paraId="712C7D2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34</w:t>
            </w:r>
          </w:p>
        </w:tc>
      </w:tr>
      <w:tr w:rsidR="00884075" w:rsidRPr="003C5192" w14:paraId="4280C28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EA89BF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574DD2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F55DDE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C2E45E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Mașini, aparate și elemente de automatizare</w:t>
            </w:r>
          </w:p>
        </w:tc>
        <w:tc>
          <w:tcPr>
            <w:tcW w:w="604" w:type="dxa"/>
            <w:hideMark/>
          </w:tcPr>
          <w:p w14:paraId="563B783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35</w:t>
            </w:r>
          </w:p>
        </w:tc>
      </w:tr>
      <w:tr w:rsidR="00884075" w:rsidRPr="003C5192" w14:paraId="286789F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0B2C2D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4EA05E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0F2420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8DC7DE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Materii prime și materiale</w:t>
            </w:r>
          </w:p>
        </w:tc>
        <w:tc>
          <w:tcPr>
            <w:tcW w:w="604" w:type="dxa"/>
            <w:hideMark/>
          </w:tcPr>
          <w:p w14:paraId="4DD6116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36</w:t>
            </w:r>
          </w:p>
        </w:tc>
      </w:tr>
      <w:tr w:rsidR="00884075" w:rsidRPr="003C5192" w14:paraId="307E6D1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725B7B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D064E5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5F8051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6E7567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Măsurări tehnice</w:t>
            </w:r>
          </w:p>
        </w:tc>
        <w:tc>
          <w:tcPr>
            <w:tcW w:w="604" w:type="dxa"/>
            <w:hideMark/>
          </w:tcPr>
          <w:p w14:paraId="63EDAFC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37</w:t>
            </w:r>
          </w:p>
        </w:tc>
      </w:tr>
      <w:tr w:rsidR="00884075" w:rsidRPr="003C5192" w14:paraId="23F9113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D2C03D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C9C2BF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E4E987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83CC86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Mecanisme hidraulice, pneumatice și mașini electrice navale</w:t>
            </w:r>
          </w:p>
        </w:tc>
        <w:tc>
          <w:tcPr>
            <w:tcW w:w="604" w:type="dxa"/>
            <w:hideMark/>
          </w:tcPr>
          <w:p w14:paraId="6EE00A5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38</w:t>
            </w:r>
          </w:p>
        </w:tc>
      </w:tr>
      <w:tr w:rsidR="00884075" w:rsidRPr="003C5192" w14:paraId="5365EAB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516E0A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9B5F0F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3E9FC5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282498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Mentenanța automobilului</w:t>
            </w:r>
          </w:p>
        </w:tc>
        <w:tc>
          <w:tcPr>
            <w:tcW w:w="604" w:type="dxa"/>
            <w:hideMark/>
          </w:tcPr>
          <w:p w14:paraId="6B4BBB8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39</w:t>
            </w:r>
          </w:p>
        </w:tc>
      </w:tr>
      <w:tr w:rsidR="00884075" w:rsidRPr="003C5192" w14:paraId="0D85185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7E9F24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50157E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F9704C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F9F0C6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spațială a structurilor metalice</w:t>
            </w:r>
          </w:p>
        </w:tc>
        <w:tc>
          <w:tcPr>
            <w:tcW w:w="604" w:type="dxa"/>
            <w:hideMark/>
          </w:tcPr>
          <w:p w14:paraId="03AC8C0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40</w:t>
            </w:r>
          </w:p>
        </w:tc>
      </w:tr>
      <w:tr w:rsidR="00884075" w:rsidRPr="003C5192" w14:paraId="54E2FF0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60306F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D2DF66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752F01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3D1630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Nave și instalații de punte</w:t>
            </w:r>
          </w:p>
        </w:tc>
        <w:tc>
          <w:tcPr>
            <w:tcW w:w="604" w:type="dxa"/>
            <w:hideMark/>
          </w:tcPr>
          <w:p w14:paraId="42D0874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41</w:t>
            </w:r>
          </w:p>
        </w:tc>
      </w:tr>
      <w:tr w:rsidR="00884075" w:rsidRPr="003C5192" w14:paraId="3D31F41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35E343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004F95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9DD772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03043F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Nave, vitalitate și salvare</w:t>
            </w:r>
          </w:p>
        </w:tc>
        <w:tc>
          <w:tcPr>
            <w:tcW w:w="604" w:type="dxa"/>
            <w:hideMark/>
          </w:tcPr>
          <w:p w14:paraId="26AC5B29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42</w:t>
            </w:r>
          </w:p>
        </w:tc>
      </w:tr>
      <w:tr w:rsidR="00884075" w:rsidRPr="003C5192" w14:paraId="325F3E9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06EA33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F77AAE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CE33AE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458712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Nomenclatura și structura navei</w:t>
            </w:r>
          </w:p>
        </w:tc>
        <w:tc>
          <w:tcPr>
            <w:tcW w:w="604" w:type="dxa"/>
            <w:hideMark/>
          </w:tcPr>
          <w:p w14:paraId="1FF919C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43</w:t>
            </w:r>
          </w:p>
        </w:tc>
      </w:tr>
      <w:tr w:rsidR="00884075" w:rsidRPr="003C5192" w14:paraId="585A072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AEFEE8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19EB78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0F404B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C64F92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Nomenclatură navală</w:t>
            </w:r>
          </w:p>
        </w:tc>
        <w:tc>
          <w:tcPr>
            <w:tcW w:w="604" w:type="dxa"/>
            <w:hideMark/>
          </w:tcPr>
          <w:p w14:paraId="68B73AD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44</w:t>
            </w:r>
          </w:p>
        </w:tc>
      </w:tr>
      <w:tr w:rsidR="00884075" w:rsidRPr="003C5192" w14:paraId="7C39FF3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0D0447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0DF946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C4BE61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6C7CC1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Organe de mașini</w:t>
            </w:r>
          </w:p>
        </w:tc>
        <w:tc>
          <w:tcPr>
            <w:tcW w:w="604" w:type="dxa"/>
            <w:hideMark/>
          </w:tcPr>
          <w:p w14:paraId="79EC605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45</w:t>
            </w:r>
          </w:p>
        </w:tc>
      </w:tr>
      <w:tr w:rsidR="00884075" w:rsidRPr="003C5192" w14:paraId="24FEE38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7FFDD2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DD51A9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3699D0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5BAA3C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Porturi și nave</w:t>
            </w:r>
          </w:p>
        </w:tc>
        <w:tc>
          <w:tcPr>
            <w:tcW w:w="604" w:type="dxa"/>
            <w:hideMark/>
          </w:tcPr>
          <w:p w14:paraId="242B1CD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46</w:t>
            </w:r>
          </w:p>
        </w:tc>
      </w:tr>
      <w:tr w:rsidR="00884075" w:rsidRPr="003C5192" w14:paraId="6E4B028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16BE0C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29AFC4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ECBE17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E947CC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Pregătirea automobilului pentru exploatare</w:t>
            </w:r>
          </w:p>
        </w:tc>
        <w:tc>
          <w:tcPr>
            <w:tcW w:w="604" w:type="dxa"/>
            <w:hideMark/>
          </w:tcPr>
          <w:p w14:paraId="6182B44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47</w:t>
            </w:r>
          </w:p>
        </w:tc>
      </w:tr>
      <w:tr w:rsidR="00884075" w:rsidRPr="003C5192" w14:paraId="30D70C3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EACBCC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3D1E52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6509CA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D966ED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materialului lemnos</w:t>
            </w:r>
          </w:p>
        </w:tc>
        <w:tc>
          <w:tcPr>
            <w:tcW w:w="604" w:type="dxa"/>
            <w:hideMark/>
          </w:tcPr>
          <w:p w14:paraId="1F26DC1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48</w:t>
            </w:r>
          </w:p>
        </w:tc>
      </w:tr>
      <w:tr w:rsidR="00884075" w:rsidRPr="003C5192" w14:paraId="27C55A3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4FD79D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B382CB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518026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52123C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pieselor cu dantură</w:t>
            </w:r>
          </w:p>
        </w:tc>
        <w:tc>
          <w:tcPr>
            <w:tcW w:w="604" w:type="dxa"/>
            <w:hideMark/>
          </w:tcPr>
          <w:p w14:paraId="2366548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49</w:t>
            </w:r>
          </w:p>
        </w:tc>
      </w:tr>
      <w:tr w:rsidR="00884075" w:rsidRPr="003C5192" w14:paraId="2FFD153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923D3E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E84A3B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189DE8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129BCB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pieselor prismatice, a canalelor și canelurilor</w:t>
            </w:r>
          </w:p>
        </w:tc>
        <w:tc>
          <w:tcPr>
            <w:tcW w:w="604" w:type="dxa"/>
            <w:hideMark/>
          </w:tcPr>
          <w:p w14:paraId="2939F87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50</w:t>
            </w:r>
          </w:p>
        </w:tc>
      </w:tr>
      <w:tr w:rsidR="00884075" w:rsidRPr="003C5192" w14:paraId="6F462A5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B22C23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F822B9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FCE6D9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D4EDC6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prin frezare, rabotare, mortezare</w:t>
            </w:r>
          </w:p>
        </w:tc>
        <w:tc>
          <w:tcPr>
            <w:tcW w:w="604" w:type="dxa"/>
            <w:hideMark/>
          </w:tcPr>
          <w:p w14:paraId="256A04C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51</w:t>
            </w:r>
          </w:p>
        </w:tc>
      </w:tr>
      <w:tr w:rsidR="00884075" w:rsidRPr="003C5192" w14:paraId="4105DF8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1D2786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26322D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03CC7A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6C4564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semifabricatelor</w:t>
            </w:r>
          </w:p>
        </w:tc>
        <w:tc>
          <w:tcPr>
            <w:tcW w:w="604" w:type="dxa"/>
            <w:hideMark/>
          </w:tcPr>
          <w:p w14:paraId="452F420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52</w:t>
            </w:r>
          </w:p>
        </w:tc>
      </w:tr>
      <w:tr w:rsidR="00884075" w:rsidRPr="003C5192" w14:paraId="39865FB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95C88E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DFD818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15EEFE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227802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mecanice</w:t>
            </w:r>
          </w:p>
        </w:tc>
        <w:tc>
          <w:tcPr>
            <w:tcW w:w="604" w:type="dxa"/>
            <w:hideMark/>
          </w:tcPr>
          <w:p w14:paraId="006B902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53</w:t>
            </w:r>
          </w:p>
        </w:tc>
      </w:tr>
      <w:tr w:rsidR="00884075" w:rsidRPr="003C5192" w14:paraId="3E68E35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313D69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B1D1B2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6A68F9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EDF5C1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pe strunguri semiautomate</w:t>
            </w:r>
          </w:p>
        </w:tc>
        <w:tc>
          <w:tcPr>
            <w:tcW w:w="604" w:type="dxa"/>
            <w:hideMark/>
          </w:tcPr>
          <w:p w14:paraId="19DC95B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54</w:t>
            </w:r>
          </w:p>
        </w:tc>
      </w:tr>
      <w:tr w:rsidR="00884075" w:rsidRPr="003C5192" w14:paraId="50BDBE9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8E5D06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379C74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1DFCFC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232FA5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prin netezire</w:t>
            </w:r>
          </w:p>
        </w:tc>
        <w:tc>
          <w:tcPr>
            <w:tcW w:w="604" w:type="dxa"/>
            <w:hideMark/>
          </w:tcPr>
          <w:p w14:paraId="68BA5E3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55</w:t>
            </w:r>
          </w:p>
        </w:tc>
      </w:tr>
      <w:tr w:rsidR="00884075" w:rsidRPr="003C5192" w14:paraId="3EF8FB4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A46B4A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58D2AC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3B00D4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3F9707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prin rectificare</w:t>
            </w:r>
          </w:p>
        </w:tc>
        <w:tc>
          <w:tcPr>
            <w:tcW w:w="604" w:type="dxa"/>
            <w:hideMark/>
          </w:tcPr>
          <w:p w14:paraId="135BAC9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56</w:t>
            </w:r>
          </w:p>
        </w:tc>
      </w:tr>
      <w:tr w:rsidR="00884075" w:rsidRPr="003C5192" w14:paraId="7798297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0CC347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504E3F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7AA399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870654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prin strunjire</w:t>
            </w:r>
          </w:p>
        </w:tc>
        <w:tc>
          <w:tcPr>
            <w:tcW w:w="604" w:type="dxa"/>
            <w:hideMark/>
          </w:tcPr>
          <w:p w14:paraId="7AE9D4D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57</w:t>
            </w:r>
          </w:p>
        </w:tc>
      </w:tr>
      <w:tr w:rsidR="00884075" w:rsidRPr="003C5192" w14:paraId="39CFB33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37B3B0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99561E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2DA92C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63D68F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Reglementări și legislație portuară</w:t>
            </w:r>
          </w:p>
        </w:tc>
        <w:tc>
          <w:tcPr>
            <w:tcW w:w="604" w:type="dxa"/>
            <w:hideMark/>
          </w:tcPr>
          <w:p w14:paraId="4CF04D3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58</w:t>
            </w:r>
          </w:p>
        </w:tc>
      </w:tr>
      <w:tr w:rsidR="00884075" w:rsidRPr="003C5192" w14:paraId="0076DB8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01A21B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58C24D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C6D871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0E498C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Repararea mașinilor și utilajelor agricole</w:t>
            </w:r>
          </w:p>
        </w:tc>
        <w:tc>
          <w:tcPr>
            <w:tcW w:w="604" w:type="dxa"/>
            <w:hideMark/>
          </w:tcPr>
          <w:p w14:paraId="0CC519A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59</w:t>
            </w:r>
          </w:p>
        </w:tc>
      </w:tr>
      <w:tr w:rsidR="00884075" w:rsidRPr="003C5192" w14:paraId="23B1D55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AD100D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F1B264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F98713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63D56A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Reprezentarea organelor de mașini</w:t>
            </w:r>
          </w:p>
        </w:tc>
        <w:tc>
          <w:tcPr>
            <w:tcW w:w="604" w:type="dxa"/>
            <w:hideMark/>
          </w:tcPr>
          <w:p w14:paraId="4A330E2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60</w:t>
            </w:r>
          </w:p>
        </w:tc>
      </w:tr>
      <w:tr w:rsidR="00884075" w:rsidRPr="003C5192" w14:paraId="2EE75C4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851494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1754C9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C07F30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80339E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Reprezentarea pieselor mecanice</w:t>
            </w:r>
          </w:p>
        </w:tc>
        <w:tc>
          <w:tcPr>
            <w:tcW w:w="604" w:type="dxa"/>
            <w:hideMark/>
          </w:tcPr>
          <w:p w14:paraId="7ED0E4D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61</w:t>
            </w:r>
          </w:p>
        </w:tc>
      </w:tr>
      <w:tr w:rsidR="00884075" w:rsidRPr="003C5192" w14:paraId="5D8B271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CCCD44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8F9A87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CC118C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6E0569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Revizia și întreținerea construcțiilor metalice</w:t>
            </w:r>
          </w:p>
        </w:tc>
        <w:tc>
          <w:tcPr>
            <w:tcW w:w="604" w:type="dxa"/>
            <w:hideMark/>
          </w:tcPr>
          <w:p w14:paraId="3765F59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62</w:t>
            </w:r>
          </w:p>
        </w:tc>
      </w:tr>
      <w:tr w:rsidR="00884075" w:rsidRPr="003C5192" w14:paraId="6FE94E3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E67DF5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1F0171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2B2012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1E3196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Sisteme de propulsie pentru aeronave</w:t>
            </w:r>
          </w:p>
        </w:tc>
        <w:tc>
          <w:tcPr>
            <w:tcW w:w="604" w:type="dxa"/>
            <w:hideMark/>
          </w:tcPr>
          <w:p w14:paraId="60531F6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63</w:t>
            </w:r>
          </w:p>
        </w:tc>
      </w:tr>
      <w:tr w:rsidR="00884075" w:rsidRPr="003C5192" w14:paraId="494481F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46BA2D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0524DB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07B85B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DC5DEC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Stagiu de pregătire practică – CDL clasa a IX-a</w:t>
            </w:r>
          </w:p>
        </w:tc>
        <w:tc>
          <w:tcPr>
            <w:tcW w:w="604" w:type="dxa"/>
            <w:hideMark/>
          </w:tcPr>
          <w:p w14:paraId="0B013B1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64</w:t>
            </w:r>
          </w:p>
        </w:tc>
      </w:tr>
      <w:tr w:rsidR="00884075" w:rsidRPr="003C5192" w14:paraId="72AE7A4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43A21A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5296CA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13A98A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FFF829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Stagiu de pregătire practică – CDL clasa a X-a</w:t>
            </w:r>
          </w:p>
        </w:tc>
        <w:tc>
          <w:tcPr>
            <w:tcW w:w="604" w:type="dxa"/>
            <w:hideMark/>
          </w:tcPr>
          <w:p w14:paraId="08424DC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65</w:t>
            </w:r>
          </w:p>
        </w:tc>
      </w:tr>
      <w:tr w:rsidR="00884075" w:rsidRPr="003C5192" w14:paraId="329B1EF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A95A50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9E7B54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921910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7C56A2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Stagiu de pregătire practică – CDL clasa a XI-a</w:t>
            </w:r>
          </w:p>
        </w:tc>
        <w:tc>
          <w:tcPr>
            <w:tcW w:w="604" w:type="dxa"/>
            <w:hideMark/>
          </w:tcPr>
          <w:p w14:paraId="6B86EF6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66</w:t>
            </w:r>
          </w:p>
        </w:tc>
      </w:tr>
      <w:tr w:rsidR="00884075" w:rsidRPr="003C5192" w14:paraId="6FD01D0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3FF5D1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6A23AA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8B00A1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47F882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Subansamblurile construcțiilor metalice</w:t>
            </w:r>
          </w:p>
        </w:tc>
        <w:tc>
          <w:tcPr>
            <w:tcW w:w="604" w:type="dxa"/>
            <w:hideMark/>
          </w:tcPr>
          <w:p w14:paraId="4B96B5F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67</w:t>
            </w:r>
          </w:p>
        </w:tc>
      </w:tr>
      <w:tr w:rsidR="00884075" w:rsidRPr="003C5192" w14:paraId="1FDEEEF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DF73E6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1220F1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2A9FA7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DFA6C8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Sudarea prin topire și presiune</w:t>
            </w:r>
          </w:p>
        </w:tc>
        <w:tc>
          <w:tcPr>
            <w:tcW w:w="604" w:type="dxa"/>
            <w:hideMark/>
          </w:tcPr>
          <w:p w14:paraId="1B22C4A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68</w:t>
            </w:r>
          </w:p>
        </w:tc>
      </w:tr>
      <w:tr w:rsidR="00884075" w:rsidRPr="003C5192" w14:paraId="69339BA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68271B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55065B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85B3C8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F2EDEF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Tăierea termică a metalelor</w:t>
            </w:r>
          </w:p>
        </w:tc>
        <w:tc>
          <w:tcPr>
            <w:tcW w:w="604" w:type="dxa"/>
            <w:hideMark/>
          </w:tcPr>
          <w:p w14:paraId="742C793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69</w:t>
            </w:r>
          </w:p>
        </w:tc>
      </w:tr>
      <w:tr w:rsidR="00884075" w:rsidRPr="003C5192" w14:paraId="1638D20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BE66F8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251EB3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BBA18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D3A11A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așchierii pe mașini unelte convenționale</w:t>
            </w:r>
          </w:p>
        </w:tc>
        <w:tc>
          <w:tcPr>
            <w:tcW w:w="604" w:type="dxa"/>
            <w:hideMark/>
          </w:tcPr>
          <w:p w14:paraId="57C4067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70</w:t>
            </w:r>
          </w:p>
        </w:tc>
      </w:tr>
      <w:tr w:rsidR="00884075" w:rsidRPr="003C5192" w14:paraId="106EE84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CDF403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BAF9C1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B038F2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2975D2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Tehnologii de asamblare mecanică</w:t>
            </w:r>
          </w:p>
        </w:tc>
        <w:tc>
          <w:tcPr>
            <w:tcW w:w="604" w:type="dxa"/>
            <w:hideMark/>
          </w:tcPr>
          <w:p w14:paraId="73DD6B6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71</w:t>
            </w:r>
          </w:p>
        </w:tc>
      </w:tr>
      <w:tr w:rsidR="00884075" w:rsidRPr="003C5192" w14:paraId="0967524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9D2925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E44C83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FC1605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89A91C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Tratamente termice</w:t>
            </w:r>
          </w:p>
        </w:tc>
        <w:tc>
          <w:tcPr>
            <w:tcW w:w="604" w:type="dxa"/>
            <w:hideMark/>
          </w:tcPr>
          <w:p w14:paraId="7CD819E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72</w:t>
            </w:r>
          </w:p>
        </w:tc>
      </w:tr>
      <w:tr w:rsidR="00884075" w:rsidRPr="003C5192" w14:paraId="440F415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BCBEB5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90F82D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31BCBC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C6537F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Tratarea oțelului lichid</w:t>
            </w:r>
          </w:p>
        </w:tc>
        <w:tc>
          <w:tcPr>
            <w:tcW w:w="604" w:type="dxa"/>
            <w:hideMark/>
          </w:tcPr>
          <w:p w14:paraId="5220815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73</w:t>
            </w:r>
          </w:p>
        </w:tc>
      </w:tr>
      <w:tr w:rsidR="00884075" w:rsidRPr="003C5192" w14:paraId="14457D0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849C8A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1A3445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F80EA9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FB44C7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Turnarea oțelului</w:t>
            </w:r>
          </w:p>
        </w:tc>
        <w:tc>
          <w:tcPr>
            <w:tcW w:w="604" w:type="dxa"/>
            <w:hideMark/>
          </w:tcPr>
          <w:p w14:paraId="62E55D9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74</w:t>
            </w:r>
          </w:p>
        </w:tc>
      </w:tr>
      <w:tr w:rsidR="00884075" w:rsidRPr="003C5192" w14:paraId="45F34A9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8DAF87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37BF06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4C1CE0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A0A722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portuare</w:t>
            </w:r>
          </w:p>
        </w:tc>
        <w:tc>
          <w:tcPr>
            <w:tcW w:w="604" w:type="dxa"/>
            <w:hideMark/>
          </w:tcPr>
          <w:p w14:paraId="2DCA538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75</w:t>
            </w:r>
          </w:p>
        </w:tc>
      </w:tr>
      <w:tr w:rsidR="00884075" w:rsidRPr="003C5192" w14:paraId="11889F9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180856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A8B7DE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4695EC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965048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și instalații auxiliare</w:t>
            </w:r>
          </w:p>
        </w:tc>
        <w:tc>
          <w:tcPr>
            <w:tcW w:w="604" w:type="dxa"/>
            <w:hideMark/>
          </w:tcPr>
          <w:p w14:paraId="436B96E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76</w:t>
            </w:r>
          </w:p>
        </w:tc>
      </w:tr>
      <w:tr w:rsidR="00884075" w:rsidRPr="003C5192" w14:paraId="65004A5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15F39E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D3C0DE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3EF4F3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EBE85E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și instalații conexe furnalului</w:t>
            </w:r>
          </w:p>
        </w:tc>
        <w:tc>
          <w:tcPr>
            <w:tcW w:w="604" w:type="dxa"/>
            <w:hideMark/>
          </w:tcPr>
          <w:p w14:paraId="3E2322F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77</w:t>
            </w:r>
          </w:p>
        </w:tc>
      </w:tr>
      <w:tr w:rsidR="00884075" w:rsidRPr="003C5192" w14:paraId="1251AC7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731072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EEC66A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E2B7F7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5C6E8A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Vitalitate și salvare</w:t>
            </w:r>
          </w:p>
        </w:tc>
        <w:tc>
          <w:tcPr>
            <w:tcW w:w="604" w:type="dxa"/>
            <w:hideMark/>
          </w:tcPr>
          <w:p w14:paraId="3AD82D6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78</w:t>
            </w:r>
          </w:p>
        </w:tc>
      </w:tr>
      <w:tr w:rsidR="00884075" w:rsidRPr="003C5192" w14:paraId="0426861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25337D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D91F35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3305DD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18BEA4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Vopsirea elementelor de caroserie</w:t>
            </w:r>
          </w:p>
        </w:tc>
        <w:tc>
          <w:tcPr>
            <w:tcW w:w="604" w:type="dxa"/>
            <w:hideMark/>
          </w:tcPr>
          <w:p w14:paraId="6FA766F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79</w:t>
            </w:r>
          </w:p>
        </w:tc>
      </w:tr>
    </w:tbl>
    <w:p w14:paraId="5C9D5AA0" w14:textId="77777777" w:rsidR="00884075" w:rsidRPr="003C5192" w:rsidRDefault="00884075" w:rsidP="003C5192">
      <w:r w:rsidRPr="003C5192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8"/>
        <w:gridCol w:w="1148"/>
        <w:gridCol w:w="1913"/>
        <w:gridCol w:w="4179"/>
        <w:gridCol w:w="604"/>
      </w:tblGrid>
      <w:tr w:rsidR="00157415" w:rsidRPr="003C5192" w14:paraId="431C5462" w14:textId="77777777" w:rsidTr="003C5192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54F252A7" w14:textId="28C65AFD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Nivel</w:t>
            </w:r>
          </w:p>
        </w:tc>
        <w:tc>
          <w:tcPr>
            <w:tcW w:w="1148" w:type="dxa"/>
            <w:shd w:val="clear" w:color="auto" w:fill="EDEDED" w:themeFill="accent3" w:themeFillTint="33"/>
            <w:vAlign w:val="center"/>
            <w:hideMark/>
          </w:tcPr>
          <w:p w14:paraId="6F59C302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Domeniul</w:t>
            </w:r>
          </w:p>
        </w:tc>
        <w:tc>
          <w:tcPr>
            <w:tcW w:w="1913" w:type="dxa"/>
            <w:shd w:val="clear" w:color="auto" w:fill="EDEDED" w:themeFill="accent3" w:themeFillTint="33"/>
            <w:vAlign w:val="center"/>
            <w:hideMark/>
          </w:tcPr>
          <w:p w14:paraId="619B049B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Profilul postului/catedrei</w:t>
            </w:r>
          </w:p>
        </w:tc>
        <w:tc>
          <w:tcPr>
            <w:tcW w:w="4179" w:type="dxa"/>
            <w:shd w:val="clear" w:color="auto" w:fill="EDEDED" w:themeFill="accent3" w:themeFillTint="33"/>
            <w:vAlign w:val="center"/>
            <w:hideMark/>
          </w:tcPr>
          <w:p w14:paraId="130CA945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Discipline/module din profilul postului / catedrei</w:t>
            </w:r>
          </w:p>
        </w:tc>
        <w:tc>
          <w:tcPr>
            <w:tcW w:w="604" w:type="dxa"/>
            <w:vMerge w:val="restart"/>
            <w:shd w:val="clear" w:color="auto" w:fill="EDEDED" w:themeFill="accent3" w:themeFillTint="33"/>
            <w:vAlign w:val="center"/>
            <w:hideMark/>
          </w:tcPr>
          <w:p w14:paraId="67C67250" w14:textId="77777777" w:rsidR="00157415" w:rsidRPr="003C5192" w:rsidRDefault="00157415" w:rsidP="00D87A8C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Nr. crt.</w:t>
            </w:r>
          </w:p>
        </w:tc>
      </w:tr>
      <w:tr w:rsidR="00157415" w:rsidRPr="003C5192" w14:paraId="7B6736F6" w14:textId="77777777" w:rsidTr="003C5192">
        <w:trPr>
          <w:trHeight w:val="20"/>
          <w:tblHeader/>
        </w:trPr>
        <w:tc>
          <w:tcPr>
            <w:tcW w:w="1218" w:type="dxa"/>
            <w:shd w:val="clear" w:color="auto" w:fill="EDEDED" w:themeFill="accent3" w:themeFillTint="33"/>
            <w:vAlign w:val="center"/>
            <w:hideMark/>
          </w:tcPr>
          <w:p w14:paraId="30DE0DF7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Stagii de pregătire practică</w:t>
            </w:r>
          </w:p>
        </w:tc>
        <w:tc>
          <w:tcPr>
            <w:tcW w:w="1148" w:type="dxa"/>
            <w:shd w:val="clear" w:color="auto" w:fill="EDEDED" w:themeFill="accent3" w:themeFillTint="33"/>
            <w:vAlign w:val="center"/>
            <w:hideMark/>
          </w:tcPr>
          <w:p w14:paraId="51CA98D1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1. Mecanică</w:t>
            </w:r>
          </w:p>
        </w:tc>
        <w:tc>
          <w:tcPr>
            <w:tcW w:w="1913" w:type="dxa"/>
            <w:shd w:val="clear" w:color="auto" w:fill="EDEDED" w:themeFill="accent3" w:themeFillTint="33"/>
            <w:vAlign w:val="center"/>
            <w:hideMark/>
          </w:tcPr>
          <w:p w14:paraId="64556CD4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1.5. Mecanică/ Mecanică nave</w:t>
            </w:r>
          </w:p>
        </w:tc>
        <w:tc>
          <w:tcPr>
            <w:tcW w:w="4179" w:type="dxa"/>
            <w:shd w:val="clear" w:color="auto" w:fill="EDEDED" w:themeFill="accent3" w:themeFillTint="33"/>
            <w:vAlign w:val="center"/>
            <w:hideMark/>
          </w:tcPr>
          <w:p w14:paraId="3C3CF83A" w14:textId="77777777" w:rsidR="00157415" w:rsidRPr="003C5192" w:rsidRDefault="00157415" w:rsidP="003C5192">
            <w:pPr>
              <w:jc w:val="center"/>
              <w:rPr>
                <w:b/>
                <w:color w:val="000000"/>
                <w:lang w:val="ro-RO"/>
              </w:rPr>
            </w:pPr>
            <w:r w:rsidRPr="003C5192">
              <w:rPr>
                <w:b/>
                <w:color w:val="000000"/>
                <w:lang w:val="ro-RO"/>
              </w:rPr>
              <w:t>ANEXA 1.5</w:t>
            </w:r>
          </w:p>
        </w:tc>
        <w:tc>
          <w:tcPr>
            <w:tcW w:w="604" w:type="dxa"/>
            <w:vMerge/>
            <w:shd w:val="clear" w:color="auto" w:fill="EDEDED" w:themeFill="accent3" w:themeFillTint="33"/>
            <w:vAlign w:val="center"/>
            <w:hideMark/>
          </w:tcPr>
          <w:p w14:paraId="0A0BA28A" w14:textId="1BAA873E" w:rsidR="00157415" w:rsidRPr="003C5192" w:rsidRDefault="00157415" w:rsidP="00D87A8C">
            <w:pPr>
              <w:jc w:val="center"/>
              <w:rPr>
                <w:b/>
                <w:color w:val="000000"/>
                <w:lang w:val="ro-RO"/>
              </w:rPr>
            </w:pPr>
          </w:p>
        </w:tc>
      </w:tr>
      <w:tr w:rsidR="00884075" w:rsidRPr="003C5192" w14:paraId="125C10E8" w14:textId="77777777" w:rsidTr="003C5192">
        <w:trPr>
          <w:trHeight w:val="20"/>
        </w:trPr>
        <w:tc>
          <w:tcPr>
            <w:tcW w:w="1218" w:type="dxa"/>
            <w:vMerge w:val="restart"/>
            <w:hideMark/>
          </w:tcPr>
          <w:p w14:paraId="41B4695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1148" w:type="dxa"/>
            <w:vMerge w:val="restart"/>
            <w:hideMark/>
          </w:tcPr>
          <w:p w14:paraId="413AE12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1913" w:type="dxa"/>
            <w:vMerge w:val="restart"/>
            <w:hideMark/>
          </w:tcPr>
          <w:p w14:paraId="0ADBD91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 </w:t>
            </w:r>
          </w:p>
        </w:tc>
        <w:tc>
          <w:tcPr>
            <w:tcW w:w="4179" w:type="dxa"/>
            <w:hideMark/>
          </w:tcPr>
          <w:p w14:paraId="2F23942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Agregate rotative aferente cazanului de abur</w:t>
            </w:r>
          </w:p>
        </w:tc>
        <w:tc>
          <w:tcPr>
            <w:tcW w:w="604" w:type="dxa"/>
            <w:hideMark/>
          </w:tcPr>
          <w:p w14:paraId="02F8803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</w:t>
            </w:r>
          </w:p>
        </w:tc>
      </w:tr>
      <w:tr w:rsidR="00884075" w:rsidRPr="003C5192" w14:paraId="0018BBA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10153F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AFF511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FD602A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0313FE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Aliaje pentru turnare</w:t>
            </w:r>
          </w:p>
        </w:tc>
        <w:tc>
          <w:tcPr>
            <w:tcW w:w="604" w:type="dxa"/>
            <w:hideMark/>
          </w:tcPr>
          <w:p w14:paraId="1C6C417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</w:t>
            </w:r>
          </w:p>
        </w:tc>
      </w:tr>
      <w:tr w:rsidR="00884075" w:rsidRPr="003C5192" w14:paraId="054DC0E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FE33FA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C0D783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BC9538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5957C4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navei</w:t>
            </w:r>
          </w:p>
        </w:tc>
        <w:tc>
          <w:tcPr>
            <w:tcW w:w="604" w:type="dxa"/>
            <w:hideMark/>
          </w:tcPr>
          <w:p w14:paraId="12CE097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</w:t>
            </w:r>
          </w:p>
        </w:tc>
      </w:tr>
      <w:tr w:rsidR="00884075" w:rsidRPr="003C5192" w14:paraId="4BBBD48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2EDE08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ACBF5A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D9D157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E4D365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Asamblarea ștanțelor și matrițelor</w:t>
            </w:r>
          </w:p>
        </w:tc>
        <w:tc>
          <w:tcPr>
            <w:tcW w:w="604" w:type="dxa"/>
            <w:hideMark/>
          </w:tcPr>
          <w:p w14:paraId="532BA09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</w:t>
            </w:r>
          </w:p>
        </w:tc>
      </w:tr>
      <w:tr w:rsidR="00884075" w:rsidRPr="003C5192" w14:paraId="58092AD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FD4666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2695BD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EF4A8C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AFB050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Asigurarea calității pieselor</w:t>
            </w:r>
          </w:p>
        </w:tc>
        <w:tc>
          <w:tcPr>
            <w:tcW w:w="604" w:type="dxa"/>
            <w:hideMark/>
          </w:tcPr>
          <w:p w14:paraId="4AFC9C6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</w:t>
            </w:r>
          </w:p>
        </w:tc>
      </w:tr>
      <w:tr w:rsidR="00884075" w:rsidRPr="003C5192" w14:paraId="523755A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2BCFA2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6D6978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17F96D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6CB9C6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Automobile</w:t>
            </w:r>
          </w:p>
        </w:tc>
        <w:tc>
          <w:tcPr>
            <w:tcW w:w="604" w:type="dxa"/>
            <w:hideMark/>
          </w:tcPr>
          <w:p w14:paraId="1C3C593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</w:t>
            </w:r>
          </w:p>
        </w:tc>
      </w:tr>
      <w:tr w:rsidR="00884075" w:rsidRPr="003C5192" w14:paraId="527B64B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FDCDDF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73D02A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A9AE4E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34B786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Cazane și instalații auxiliare</w:t>
            </w:r>
          </w:p>
        </w:tc>
        <w:tc>
          <w:tcPr>
            <w:tcW w:w="604" w:type="dxa"/>
            <w:hideMark/>
          </w:tcPr>
          <w:p w14:paraId="31562FF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</w:t>
            </w:r>
          </w:p>
        </w:tc>
      </w:tr>
      <w:tr w:rsidR="00884075" w:rsidRPr="003C5192" w14:paraId="28C895E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2D35A4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13A5C0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6E998B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A9571D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Componentele structurilor metalice</w:t>
            </w:r>
          </w:p>
        </w:tc>
        <w:tc>
          <w:tcPr>
            <w:tcW w:w="604" w:type="dxa"/>
            <w:hideMark/>
          </w:tcPr>
          <w:p w14:paraId="723CFD2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</w:t>
            </w:r>
          </w:p>
        </w:tc>
      </w:tr>
      <w:tr w:rsidR="00884075" w:rsidRPr="003C5192" w14:paraId="5C4903E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22BF64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B937AC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3D8EEB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44BC47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Conducerea automobilului</w:t>
            </w:r>
          </w:p>
        </w:tc>
        <w:tc>
          <w:tcPr>
            <w:tcW w:w="604" w:type="dxa"/>
            <w:hideMark/>
          </w:tcPr>
          <w:p w14:paraId="19BBFF9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</w:t>
            </w:r>
          </w:p>
        </w:tc>
      </w:tr>
      <w:tr w:rsidR="00884075" w:rsidRPr="003C5192" w14:paraId="7BFBA9B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82833D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958FD3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5F81A6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A19A3F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Construcția și funcționarea automobilului</w:t>
            </w:r>
          </w:p>
        </w:tc>
        <w:tc>
          <w:tcPr>
            <w:tcW w:w="604" w:type="dxa"/>
            <w:hideMark/>
          </w:tcPr>
          <w:p w14:paraId="04B3ACD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</w:t>
            </w:r>
          </w:p>
        </w:tc>
      </w:tr>
      <w:tr w:rsidR="00884075" w:rsidRPr="003C5192" w14:paraId="5329636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0AA04D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58819E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156611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9D6F70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Distribuția gazelor</w:t>
            </w:r>
          </w:p>
        </w:tc>
        <w:tc>
          <w:tcPr>
            <w:tcW w:w="604" w:type="dxa"/>
            <w:hideMark/>
          </w:tcPr>
          <w:p w14:paraId="16D0611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11</w:t>
            </w:r>
          </w:p>
        </w:tc>
      </w:tr>
      <w:tr w:rsidR="00884075" w:rsidRPr="003C5192" w14:paraId="179EF48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5D6E61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045814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57C7B5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394CBE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Echipamente pentru extracție</w:t>
            </w:r>
          </w:p>
        </w:tc>
        <w:tc>
          <w:tcPr>
            <w:tcW w:w="604" w:type="dxa"/>
            <w:hideMark/>
          </w:tcPr>
          <w:p w14:paraId="5E5FADE4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12</w:t>
            </w:r>
          </w:p>
        </w:tc>
      </w:tr>
      <w:tr w:rsidR="00884075" w:rsidRPr="003C5192" w14:paraId="20018D0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817735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6B0FFC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F51B5C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CB7ABD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Echipamentul pentru forajul sondelor</w:t>
            </w:r>
          </w:p>
        </w:tc>
        <w:tc>
          <w:tcPr>
            <w:tcW w:w="604" w:type="dxa"/>
            <w:hideMark/>
          </w:tcPr>
          <w:p w14:paraId="3D4876C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13</w:t>
            </w:r>
          </w:p>
        </w:tc>
      </w:tr>
      <w:tr w:rsidR="00884075" w:rsidRPr="003C5192" w14:paraId="28086B9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68D26F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01D3D4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CC5B62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7EA91D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Elaborarea fontei</w:t>
            </w:r>
          </w:p>
        </w:tc>
        <w:tc>
          <w:tcPr>
            <w:tcW w:w="604" w:type="dxa"/>
            <w:hideMark/>
          </w:tcPr>
          <w:p w14:paraId="2CE9FFD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14</w:t>
            </w:r>
          </w:p>
        </w:tc>
      </w:tr>
      <w:tr w:rsidR="00884075" w:rsidRPr="003C5192" w14:paraId="51107CA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614583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58855E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A551DD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E65C80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Elaborarea metalelor și aliajelor neferoase</w:t>
            </w:r>
          </w:p>
        </w:tc>
        <w:tc>
          <w:tcPr>
            <w:tcW w:w="604" w:type="dxa"/>
            <w:hideMark/>
          </w:tcPr>
          <w:p w14:paraId="61B753A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15</w:t>
            </w:r>
          </w:p>
        </w:tc>
      </w:tr>
      <w:tr w:rsidR="00884075" w:rsidRPr="003C5192" w14:paraId="4A8FA2C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08B678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F0FF48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225696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049E2B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Elaborarea oțelului</w:t>
            </w:r>
          </w:p>
        </w:tc>
        <w:tc>
          <w:tcPr>
            <w:tcW w:w="604" w:type="dxa"/>
            <w:hideMark/>
          </w:tcPr>
          <w:p w14:paraId="7D8AA2A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16</w:t>
            </w:r>
          </w:p>
        </w:tc>
      </w:tr>
      <w:tr w:rsidR="00884075" w:rsidRPr="003C5192" w14:paraId="208400B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364CE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D421BD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C340E9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4212CE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Elemente de construcție ale cuptoarelor metalurgice</w:t>
            </w:r>
          </w:p>
        </w:tc>
        <w:tc>
          <w:tcPr>
            <w:tcW w:w="604" w:type="dxa"/>
            <w:hideMark/>
          </w:tcPr>
          <w:p w14:paraId="37C520B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17</w:t>
            </w:r>
          </w:p>
        </w:tc>
      </w:tr>
      <w:tr w:rsidR="00884075" w:rsidRPr="003C5192" w14:paraId="729F550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31D35B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2A28C4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0EBDDE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3ADBA0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Elemente de programare</w:t>
            </w:r>
          </w:p>
        </w:tc>
        <w:tc>
          <w:tcPr>
            <w:tcW w:w="604" w:type="dxa"/>
            <w:hideMark/>
          </w:tcPr>
          <w:p w14:paraId="6AC715E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18</w:t>
            </w:r>
          </w:p>
        </w:tc>
      </w:tr>
      <w:tr w:rsidR="00884075" w:rsidRPr="003C5192" w14:paraId="65AE79E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58E6E0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41FACB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E323F8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8BBDD5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construcțiilor metalice</w:t>
            </w:r>
          </w:p>
        </w:tc>
        <w:tc>
          <w:tcPr>
            <w:tcW w:w="604" w:type="dxa"/>
            <w:hideMark/>
          </w:tcPr>
          <w:p w14:paraId="7A27D8A0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19</w:t>
            </w:r>
          </w:p>
        </w:tc>
      </w:tr>
      <w:tr w:rsidR="00884075" w:rsidRPr="003C5192" w14:paraId="422CE27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187251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8A81BC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43EBBD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5BA294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pieselor de mecanică fină</w:t>
            </w:r>
          </w:p>
        </w:tc>
        <w:tc>
          <w:tcPr>
            <w:tcW w:w="604" w:type="dxa"/>
            <w:hideMark/>
          </w:tcPr>
          <w:p w14:paraId="11CEB61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20</w:t>
            </w:r>
          </w:p>
        </w:tc>
      </w:tr>
      <w:tr w:rsidR="00884075" w:rsidRPr="003C5192" w14:paraId="6584BF0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EF8624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9DEBAA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0AB340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2F762C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ștanțelor și matrițelor</w:t>
            </w:r>
          </w:p>
        </w:tc>
        <w:tc>
          <w:tcPr>
            <w:tcW w:w="604" w:type="dxa"/>
            <w:hideMark/>
          </w:tcPr>
          <w:p w14:paraId="0794762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21</w:t>
            </w:r>
          </w:p>
        </w:tc>
      </w:tr>
      <w:tr w:rsidR="00884075" w:rsidRPr="003C5192" w14:paraId="1AD849A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0A1771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D62776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58AD62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A45563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Executarea utilajelor tehnologice</w:t>
            </w:r>
          </w:p>
        </w:tc>
        <w:tc>
          <w:tcPr>
            <w:tcW w:w="604" w:type="dxa"/>
            <w:hideMark/>
          </w:tcPr>
          <w:p w14:paraId="1108D4C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22</w:t>
            </w:r>
          </w:p>
        </w:tc>
      </w:tr>
      <w:tr w:rsidR="00884075" w:rsidRPr="003C5192" w14:paraId="4B57787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68EB10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B2A7B8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7D22BE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4EA534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Exploatarea sondelor de gaze</w:t>
            </w:r>
          </w:p>
        </w:tc>
        <w:tc>
          <w:tcPr>
            <w:tcW w:w="604" w:type="dxa"/>
            <w:hideMark/>
          </w:tcPr>
          <w:p w14:paraId="4C89538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23</w:t>
            </w:r>
          </w:p>
        </w:tc>
      </w:tr>
      <w:tr w:rsidR="00884075" w:rsidRPr="003C5192" w14:paraId="24606E4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5B4DC5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677075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F629FD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59B4DF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Exploatarea și întreținerea instalațiilor hidropneumatice</w:t>
            </w:r>
          </w:p>
        </w:tc>
        <w:tc>
          <w:tcPr>
            <w:tcW w:w="604" w:type="dxa"/>
            <w:hideMark/>
          </w:tcPr>
          <w:p w14:paraId="420A68B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24</w:t>
            </w:r>
          </w:p>
        </w:tc>
      </w:tr>
      <w:tr w:rsidR="00884075" w:rsidRPr="003C5192" w14:paraId="7046941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2746BC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758333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DB0E6F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698AD5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Extracția țițeiului și gazelor</w:t>
            </w:r>
          </w:p>
        </w:tc>
        <w:tc>
          <w:tcPr>
            <w:tcW w:w="604" w:type="dxa"/>
            <w:hideMark/>
          </w:tcPr>
          <w:p w14:paraId="6A3E3A1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25</w:t>
            </w:r>
          </w:p>
        </w:tc>
      </w:tr>
      <w:tr w:rsidR="00884075" w:rsidRPr="003C5192" w14:paraId="405251E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EACF2A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BE4D91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5690F9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A87CB3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Finisarea produselor trefilate și trase</w:t>
            </w:r>
          </w:p>
        </w:tc>
        <w:tc>
          <w:tcPr>
            <w:tcW w:w="604" w:type="dxa"/>
            <w:hideMark/>
          </w:tcPr>
          <w:p w14:paraId="368C52D4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26</w:t>
            </w:r>
          </w:p>
        </w:tc>
      </w:tr>
      <w:tr w:rsidR="00884075" w:rsidRPr="003C5192" w14:paraId="480A865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11DD2C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02CFD4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8FD81D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06A979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Forjarea în matriță</w:t>
            </w:r>
          </w:p>
        </w:tc>
        <w:tc>
          <w:tcPr>
            <w:tcW w:w="604" w:type="dxa"/>
            <w:hideMark/>
          </w:tcPr>
          <w:p w14:paraId="4445E26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27</w:t>
            </w:r>
          </w:p>
        </w:tc>
      </w:tr>
      <w:tr w:rsidR="00884075" w:rsidRPr="003C5192" w14:paraId="43EA928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6D1A9E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46FD00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08C262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B9FC9C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Forjarea liberă</w:t>
            </w:r>
          </w:p>
        </w:tc>
        <w:tc>
          <w:tcPr>
            <w:tcW w:w="604" w:type="dxa"/>
            <w:hideMark/>
          </w:tcPr>
          <w:p w14:paraId="6C0CD8E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28</w:t>
            </w:r>
          </w:p>
        </w:tc>
      </w:tr>
      <w:tr w:rsidR="00884075" w:rsidRPr="003C5192" w14:paraId="14B7A4A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9031E5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7AF509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BB35CB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AF7AFB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Forme de turnare</w:t>
            </w:r>
          </w:p>
        </w:tc>
        <w:tc>
          <w:tcPr>
            <w:tcW w:w="604" w:type="dxa"/>
            <w:hideMark/>
          </w:tcPr>
          <w:p w14:paraId="0B1DE3C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29</w:t>
            </w:r>
          </w:p>
        </w:tc>
      </w:tr>
      <w:tr w:rsidR="00884075" w:rsidRPr="003C5192" w14:paraId="163111D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4347B5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C6C052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70DA4F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17F949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de foraj și de intervenție</w:t>
            </w:r>
          </w:p>
        </w:tc>
        <w:tc>
          <w:tcPr>
            <w:tcW w:w="604" w:type="dxa"/>
            <w:hideMark/>
          </w:tcPr>
          <w:p w14:paraId="6674496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30</w:t>
            </w:r>
          </w:p>
        </w:tc>
      </w:tr>
      <w:tr w:rsidR="00884075" w:rsidRPr="003C5192" w14:paraId="6CE0283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38656F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3C4521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D8D69D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522F74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de iluminat și instalații de forță navale</w:t>
            </w:r>
          </w:p>
        </w:tc>
        <w:tc>
          <w:tcPr>
            <w:tcW w:w="604" w:type="dxa"/>
            <w:hideMark/>
          </w:tcPr>
          <w:p w14:paraId="3975879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31</w:t>
            </w:r>
          </w:p>
        </w:tc>
      </w:tr>
      <w:tr w:rsidR="00884075" w:rsidRPr="003C5192" w14:paraId="147EED3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E7396D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36E1C8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24A4FD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7E51C2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de ridicat și transportat</w:t>
            </w:r>
          </w:p>
        </w:tc>
        <w:tc>
          <w:tcPr>
            <w:tcW w:w="604" w:type="dxa"/>
            <w:hideMark/>
          </w:tcPr>
          <w:p w14:paraId="3B750CF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32</w:t>
            </w:r>
          </w:p>
        </w:tc>
      </w:tr>
      <w:tr w:rsidR="00884075" w:rsidRPr="003C5192" w14:paraId="60476A1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45F4B7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6E00BE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C362CD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562C7E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de tubulatură navală</w:t>
            </w:r>
          </w:p>
        </w:tc>
        <w:tc>
          <w:tcPr>
            <w:tcW w:w="604" w:type="dxa"/>
            <w:hideMark/>
          </w:tcPr>
          <w:p w14:paraId="499B278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33</w:t>
            </w:r>
          </w:p>
        </w:tc>
      </w:tr>
      <w:tr w:rsidR="00884075" w:rsidRPr="003C5192" w14:paraId="60F16CA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EBEA3B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29C754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74B388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BC4347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electrohidraulice specifice navei</w:t>
            </w:r>
          </w:p>
        </w:tc>
        <w:tc>
          <w:tcPr>
            <w:tcW w:w="604" w:type="dxa"/>
            <w:hideMark/>
          </w:tcPr>
          <w:p w14:paraId="011D6D29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34</w:t>
            </w:r>
          </w:p>
        </w:tc>
      </w:tr>
      <w:tr w:rsidR="00884075" w:rsidRPr="003C5192" w14:paraId="17A2444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8E2035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1A6AFD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2B3B9E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3EF5F4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electropneumatice ale navei</w:t>
            </w:r>
          </w:p>
        </w:tc>
        <w:tc>
          <w:tcPr>
            <w:tcW w:w="604" w:type="dxa"/>
            <w:hideMark/>
          </w:tcPr>
          <w:p w14:paraId="4127317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35</w:t>
            </w:r>
          </w:p>
        </w:tc>
      </w:tr>
      <w:tr w:rsidR="00884075" w:rsidRPr="003C5192" w14:paraId="2559429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72236A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6977CD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C9DD5B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E1DC15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energetice specifice forajului și extracției</w:t>
            </w:r>
          </w:p>
        </w:tc>
        <w:tc>
          <w:tcPr>
            <w:tcW w:w="604" w:type="dxa"/>
            <w:hideMark/>
          </w:tcPr>
          <w:p w14:paraId="668F5FC0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36</w:t>
            </w:r>
          </w:p>
        </w:tc>
      </w:tr>
      <w:tr w:rsidR="00884075" w:rsidRPr="003C5192" w14:paraId="55B19AF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C5C354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875CFB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AAFA72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FAB878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Instalații și echipamente navale</w:t>
            </w:r>
          </w:p>
        </w:tc>
        <w:tc>
          <w:tcPr>
            <w:tcW w:w="604" w:type="dxa"/>
            <w:hideMark/>
          </w:tcPr>
          <w:p w14:paraId="027B77D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37</w:t>
            </w:r>
          </w:p>
        </w:tc>
      </w:tr>
      <w:tr w:rsidR="00884075" w:rsidRPr="003C5192" w14:paraId="5CA5D2F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9920AF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2BB50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6FB67B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5C641D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Intervenții, instrumentații și reparații sonde</w:t>
            </w:r>
          </w:p>
        </w:tc>
        <w:tc>
          <w:tcPr>
            <w:tcW w:w="604" w:type="dxa"/>
            <w:hideMark/>
          </w:tcPr>
          <w:p w14:paraId="01D828E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38</w:t>
            </w:r>
          </w:p>
        </w:tc>
      </w:tr>
      <w:tr w:rsidR="00884075" w:rsidRPr="003C5192" w14:paraId="000A0C1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09A947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53F529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94FE96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9BB0FD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aparatelor de mecanică fină</w:t>
            </w:r>
          </w:p>
        </w:tc>
        <w:tc>
          <w:tcPr>
            <w:tcW w:w="604" w:type="dxa"/>
            <w:hideMark/>
          </w:tcPr>
          <w:p w14:paraId="785C17C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39</w:t>
            </w:r>
          </w:p>
        </w:tc>
      </w:tr>
      <w:tr w:rsidR="00884075" w:rsidRPr="003C5192" w14:paraId="4B8A3F4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C7F52B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B95B17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8C702E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5C7CA8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instalațiilor automate navale</w:t>
            </w:r>
          </w:p>
        </w:tc>
        <w:tc>
          <w:tcPr>
            <w:tcW w:w="604" w:type="dxa"/>
            <w:hideMark/>
          </w:tcPr>
          <w:p w14:paraId="7CB1C97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40</w:t>
            </w:r>
          </w:p>
        </w:tc>
      </w:tr>
      <w:tr w:rsidR="00884075" w:rsidRPr="003C5192" w14:paraId="18A90D4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1A991D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14C5D7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9AA63D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8C4FF2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instalațiilor specifice</w:t>
            </w:r>
          </w:p>
        </w:tc>
        <w:tc>
          <w:tcPr>
            <w:tcW w:w="604" w:type="dxa"/>
            <w:hideMark/>
          </w:tcPr>
          <w:p w14:paraId="387C6E8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41</w:t>
            </w:r>
          </w:p>
        </w:tc>
      </w:tr>
      <w:tr w:rsidR="00884075" w:rsidRPr="003C5192" w14:paraId="0F2EBD4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86F4DA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1022ED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BCB088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7120B0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mașinilor, utilajelor și instalațiilor</w:t>
            </w:r>
          </w:p>
        </w:tc>
        <w:tc>
          <w:tcPr>
            <w:tcW w:w="604" w:type="dxa"/>
            <w:hideMark/>
          </w:tcPr>
          <w:p w14:paraId="2A3D5D3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42</w:t>
            </w:r>
          </w:p>
        </w:tc>
      </w:tr>
      <w:tr w:rsidR="00884075" w:rsidRPr="003C5192" w14:paraId="0B8AE32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F1F6D7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3B8061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5CE643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9E867B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repararea corpului navei</w:t>
            </w:r>
          </w:p>
        </w:tc>
        <w:tc>
          <w:tcPr>
            <w:tcW w:w="604" w:type="dxa"/>
            <w:hideMark/>
          </w:tcPr>
          <w:p w14:paraId="43E0362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43</w:t>
            </w:r>
          </w:p>
        </w:tc>
      </w:tr>
      <w:tr w:rsidR="00884075" w:rsidRPr="003C5192" w14:paraId="199587A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A39B06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23139B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57FA9D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DA4B70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Întreținerea și repararea elementelor de caroserie</w:t>
            </w:r>
          </w:p>
        </w:tc>
        <w:tc>
          <w:tcPr>
            <w:tcW w:w="604" w:type="dxa"/>
            <w:hideMark/>
          </w:tcPr>
          <w:p w14:paraId="730ECB2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44</w:t>
            </w:r>
          </w:p>
        </w:tc>
      </w:tr>
      <w:tr w:rsidR="00884075" w:rsidRPr="003C5192" w14:paraId="306DB5A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8826A9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E3FD08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130F68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E6DBD0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Laminarea produselor plate</w:t>
            </w:r>
          </w:p>
        </w:tc>
        <w:tc>
          <w:tcPr>
            <w:tcW w:w="604" w:type="dxa"/>
            <w:hideMark/>
          </w:tcPr>
          <w:p w14:paraId="32F9B3A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45</w:t>
            </w:r>
          </w:p>
        </w:tc>
      </w:tr>
      <w:tr w:rsidR="00884075" w:rsidRPr="003C5192" w14:paraId="5850DCF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BDFADE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F1F3AA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C19FA4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BA4297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Laminarea semifabricatelor și profilelor</w:t>
            </w:r>
          </w:p>
        </w:tc>
        <w:tc>
          <w:tcPr>
            <w:tcW w:w="604" w:type="dxa"/>
            <w:hideMark/>
          </w:tcPr>
          <w:p w14:paraId="33D6F3B9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46</w:t>
            </w:r>
          </w:p>
        </w:tc>
      </w:tr>
      <w:tr w:rsidR="00884075" w:rsidRPr="003C5192" w14:paraId="1547707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139EAF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5F8BE0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29F15B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C11F5E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Laminarea țevilor</w:t>
            </w:r>
          </w:p>
        </w:tc>
        <w:tc>
          <w:tcPr>
            <w:tcW w:w="604" w:type="dxa"/>
            <w:hideMark/>
          </w:tcPr>
          <w:p w14:paraId="4812D37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47</w:t>
            </w:r>
          </w:p>
        </w:tc>
      </w:tr>
      <w:tr w:rsidR="00884075" w:rsidRPr="003C5192" w14:paraId="04E7969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0B194B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7A2048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D94416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B9DD32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Legislație navală</w:t>
            </w:r>
          </w:p>
        </w:tc>
        <w:tc>
          <w:tcPr>
            <w:tcW w:w="604" w:type="dxa"/>
            <w:hideMark/>
          </w:tcPr>
          <w:p w14:paraId="00BA44A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48</w:t>
            </w:r>
          </w:p>
        </w:tc>
      </w:tr>
      <w:tr w:rsidR="00884075" w:rsidRPr="003C5192" w14:paraId="4F184C3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388672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2EB5CF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A5B012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047BAD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Manipularea mărfurilor în port</w:t>
            </w:r>
          </w:p>
        </w:tc>
        <w:tc>
          <w:tcPr>
            <w:tcW w:w="604" w:type="dxa"/>
            <w:hideMark/>
          </w:tcPr>
          <w:p w14:paraId="2AD882A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49</w:t>
            </w:r>
          </w:p>
        </w:tc>
      </w:tr>
      <w:tr w:rsidR="00884075" w:rsidRPr="003C5192" w14:paraId="0E39957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23142E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6E199F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7DBD1E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71131F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Marinărie și manevră</w:t>
            </w:r>
          </w:p>
        </w:tc>
        <w:tc>
          <w:tcPr>
            <w:tcW w:w="604" w:type="dxa"/>
            <w:hideMark/>
          </w:tcPr>
          <w:p w14:paraId="79B7761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50</w:t>
            </w:r>
          </w:p>
        </w:tc>
      </w:tr>
      <w:tr w:rsidR="00884075" w:rsidRPr="003C5192" w14:paraId="4AAA5A5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227B2B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7FF46E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7500FD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57D8C7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electrice</w:t>
            </w:r>
          </w:p>
        </w:tc>
        <w:tc>
          <w:tcPr>
            <w:tcW w:w="604" w:type="dxa"/>
            <w:hideMark/>
          </w:tcPr>
          <w:p w14:paraId="4C82A2B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51</w:t>
            </w:r>
          </w:p>
        </w:tc>
      </w:tr>
      <w:tr w:rsidR="00884075" w:rsidRPr="003C5192" w14:paraId="7BE9979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458BD7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B69030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6A5EEF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6CE831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Mașini și instalații mecanice navale</w:t>
            </w:r>
          </w:p>
        </w:tc>
        <w:tc>
          <w:tcPr>
            <w:tcW w:w="604" w:type="dxa"/>
            <w:hideMark/>
          </w:tcPr>
          <w:p w14:paraId="3B886DD0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52</w:t>
            </w:r>
          </w:p>
        </w:tc>
      </w:tr>
      <w:tr w:rsidR="00884075" w:rsidRPr="003C5192" w14:paraId="3C1D997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B6912D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90552C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C45290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443ED1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Materii prime pentru laminare</w:t>
            </w:r>
          </w:p>
        </w:tc>
        <w:tc>
          <w:tcPr>
            <w:tcW w:w="604" w:type="dxa"/>
            <w:hideMark/>
          </w:tcPr>
          <w:p w14:paraId="3CEBC627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53</w:t>
            </w:r>
          </w:p>
        </w:tc>
      </w:tr>
      <w:tr w:rsidR="00884075" w:rsidRPr="003C5192" w14:paraId="01B6120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69629A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9C8ABF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279AA0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07B8D3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Materii prime și materiale</w:t>
            </w:r>
          </w:p>
        </w:tc>
        <w:tc>
          <w:tcPr>
            <w:tcW w:w="604" w:type="dxa"/>
            <w:hideMark/>
          </w:tcPr>
          <w:p w14:paraId="6EE5D1F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54</w:t>
            </w:r>
          </w:p>
        </w:tc>
      </w:tr>
      <w:tr w:rsidR="00884075" w:rsidRPr="003C5192" w14:paraId="160E04A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0DD9FA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141D99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644D77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A09A0E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Măsurarea parametrilor specifici agregatelor rotative</w:t>
            </w:r>
          </w:p>
        </w:tc>
        <w:tc>
          <w:tcPr>
            <w:tcW w:w="604" w:type="dxa"/>
            <w:hideMark/>
          </w:tcPr>
          <w:p w14:paraId="1E6EA71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55</w:t>
            </w:r>
          </w:p>
        </w:tc>
      </w:tr>
      <w:tr w:rsidR="00884075" w:rsidRPr="003C5192" w14:paraId="0864F78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2D4B9C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5E7FBF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FB9B8B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2F07F6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Mecanisme hidraulice, pneumatice și mașini electrice navale</w:t>
            </w:r>
          </w:p>
        </w:tc>
        <w:tc>
          <w:tcPr>
            <w:tcW w:w="604" w:type="dxa"/>
            <w:hideMark/>
          </w:tcPr>
          <w:p w14:paraId="7F5559D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56</w:t>
            </w:r>
          </w:p>
        </w:tc>
      </w:tr>
      <w:tr w:rsidR="00884075" w:rsidRPr="003C5192" w14:paraId="061FECA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479EA1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4153BB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DA15F8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2DBB6B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Mentenanța automobilului</w:t>
            </w:r>
          </w:p>
        </w:tc>
        <w:tc>
          <w:tcPr>
            <w:tcW w:w="604" w:type="dxa"/>
            <w:hideMark/>
          </w:tcPr>
          <w:p w14:paraId="21FD1BC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57</w:t>
            </w:r>
          </w:p>
        </w:tc>
      </w:tr>
      <w:tr w:rsidR="00884075" w:rsidRPr="003C5192" w14:paraId="4D68D89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1C6751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586FCE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6A1D67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9AD0F7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Mentenanța sistemelor tehnice</w:t>
            </w:r>
          </w:p>
        </w:tc>
        <w:tc>
          <w:tcPr>
            <w:tcW w:w="604" w:type="dxa"/>
            <w:hideMark/>
          </w:tcPr>
          <w:p w14:paraId="6F37DEB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58</w:t>
            </w:r>
          </w:p>
        </w:tc>
      </w:tr>
      <w:tr w:rsidR="00884075" w:rsidRPr="003C5192" w14:paraId="226ECD2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A491FB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251D48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852B88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87DCE2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Mișcarea și tratarea țițeiului</w:t>
            </w:r>
          </w:p>
        </w:tc>
        <w:tc>
          <w:tcPr>
            <w:tcW w:w="604" w:type="dxa"/>
            <w:hideMark/>
          </w:tcPr>
          <w:p w14:paraId="7D5AE0C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59</w:t>
            </w:r>
          </w:p>
        </w:tc>
      </w:tr>
      <w:tr w:rsidR="00884075" w:rsidRPr="003C5192" w14:paraId="0F92123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FC0F8F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91B93C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2017C7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E115B4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ansamblurilor de mecanică fină</w:t>
            </w:r>
          </w:p>
        </w:tc>
        <w:tc>
          <w:tcPr>
            <w:tcW w:w="604" w:type="dxa"/>
            <w:hideMark/>
          </w:tcPr>
          <w:p w14:paraId="7AE71EB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60</w:t>
            </w:r>
          </w:p>
        </w:tc>
      </w:tr>
      <w:tr w:rsidR="00884075" w:rsidRPr="003C5192" w14:paraId="527FA9D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1D2C48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DCAD12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8C78CA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A6CC72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echipamentelor electrice navale</w:t>
            </w:r>
          </w:p>
        </w:tc>
        <w:tc>
          <w:tcPr>
            <w:tcW w:w="604" w:type="dxa"/>
            <w:hideMark/>
          </w:tcPr>
          <w:p w14:paraId="0A21ECA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61</w:t>
            </w:r>
          </w:p>
        </w:tc>
      </w:tr>
      <w:tr w:rsidR="00884075" w:rsidRPr="003C5192" w14:paraId="5D8ABCA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6A27BC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273A51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991196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E8776A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echipamentelor hidropneumatice</w:t>
            </w:r>
          </w:p>
        </w:tc>
        <w:tc>
          <w:tcPr>
            <w:tcW w:w="604" w:type="dxa"/>
            <w:hideMark/>
          </w:tcPr>
          <w:p w14:paraId="0DDFCB6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62</w:t>
            </w:r>
          </w:p>
        </w:tc>
      </w:tr>
      <w:tr w:rsidR="00884075" w:rsidRPr="003C5192" w14:paraId="0A9D1AD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E74402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CCD670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EF5D84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877BF4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Montarea spațială a structurilor metalice</w:t>
            </w:r>
          </w:p>
        </w:tc>
        <w:tc>
          <w:tcPr>
            <w:tcW w:w="604" w:type="dxa"/>
            <w:hideMark/>
          </w:tcPr>
          <w:p w14:paraId="14F15D8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63</w:t>
            </w:r>
          </w:p>
        </w:tc>
      </w:tr>
      <w:tr w:rsidR="00884075" w:rsidRPr="003C5192" w14:paraId="5BF1814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81BA96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83EEBE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0EDA13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74E84B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Nave și instalații de punte</w:t>
            </w:r>
          </w:p>
        </w:tc>
        <w:tc>
          <w:tcPr>
            <w:tcW w:w="604" w:type="dxa"/>
            <w:hideMark/>
          </w:tcPr>
          <w:p w14:paraId="2A4609C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64</w:t>
            </w:r>
          </w:p>
        </w:tc>
      </w:tr>
      <w:tr w:rsidR="00884075" w:rsidRPr="003C5192" w14:paraId="49048DF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AF8D81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7876BD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13FC28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616CF8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Nave, vitalitate și salvare</w:t>
            </w:r>
          </w:p>
        </w:tc>
        <w:tc>
          <w:tcPr>
            <w:tcW w:w="604" w:type="dxa"/>
            <w:hideMark/>
          </w:tcPr>
          <w:p w14:paraId="7424F62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65</w:t>
            </w:r>
          </w:p>
        </w:tc>
      </w:tr>
      <w:tr w:rsidR="00884075" w:rsidRPr="003C5192" w14:paraId="3685FC1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EC6F50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1B1EAA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183C07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67C619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Nomenclatura și structura navei</w:t>
            </w:r>
          </w:p>
        </w:tc>
        <w:tc>
          <w:tcPr>
            <w:tcW w:w="604" w:type="dxa"/>
            <w:hideMark/>
          </w:tcPr>
          <w:p w14:paraId="3CB9949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66</w:t>
            </w:r>
          </w:p>
        </w:tc>
      </w:tr>
      <w:tr w:rsidR="00884075" w:rsidRPr="003C5192" w14:paraId="114A7E5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D24974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FCD77D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87B00D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1DB34F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Nomenclatură navală</w:t>
            </w:r>
          </w:p>
        </w:tc>
        <w:tc>
          <w:tcPr>
            <w:tcW w:w="604" w:type="dxa"/>
            <w:hideMark/>
          </w:tcPr>
          <w:p w14:paraId="518C5FF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67</w:t>
            </w:r>
          </w:p>
        </w:tc>
      </w:tr>
      <w:tr w:rsidR="00884075" w:rsidRPr="003C5192" w14:paraId="0383A062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1DCD65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018D86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4328B7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21CEF8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Porturi și nave</w:t>
            </w:r>
          </w:p>
        </w:tc>
        <w:tc>
          <w:tcPr>
            <w:tcW w:w="604" w:type="dxa"/>
            <w:hideMark/>
          </w:tcPr>
          <w:p w14:paraId="5B1D063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68</w:t>
            </w:r>
          </w:p>
        </w:tc>
      </w:tr>
      <w:tr w:rsidR="00884075" w:rsidRPr="003C5192" w14:paraId="0AE574E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BAC788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2981A2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030E91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F6A1E4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Precizia de prelucrare MCN</w:t>
            </w:r>
          </w:p>
        </w:tc>
        <w:tc>
          <w:tcPr>
            <w:tcW w:w="604" w:type="dxa"/>
            <w:hideMark/>
          </w:tcPr>
          <w:p w14:paraId="051828E4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69</w:t>
            </w:r>
          </w:p>
        </w:tc>
      </w:tr>
      <w:tr w:rsidR="00884075" w:rsidRPr="003C5192" w14:paraId="2EADC3F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FC316C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A4E1EC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20042A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F0A435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Pregătirea automobilului pentru exploatare</w:t>
            </w:r>
          </w:p>
        </w:tc>
        <w:tc>
          <w:tcPr>
            <w:tcW w:w="604" w:type="dxa"/>
            <w:hideMark/>
          </w:tcPr>
          <w:p w14:paraId="67C5E9F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70</w:t>
            </w:r>
          </w:p>
        </w:tc>
      </w:tr>
      <w:tr w:rsidR="00884075" w:rsidRPr="003C5192" w14:paraId="1C78C65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B445BC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882F60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326597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143170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pieselor cu dantură</w:t>
            </w:r>
          </w:p>
        </w:tc>
        <w:tc>
          <w:tcPr>
            <w:tcW w:w="604" w:type="dxa"/>
            <w:hideMark/>
          </w:tcPr>
          <w:p w14:paraId="35D7377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71</w:t>
            </w:r>
          </w:p>
        </w:tc>
      </w:tr>
      <w:tr w:rsidR="00884075" w:rsidRPr="003C5192" w14:paraId="7A930E0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05E1B8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553B43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7343F3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A6B3B5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pieselor prismatice, a canalelor și canelurilor</w:t>
            </w:r>
          </w:p>
        </w:tc>
        <w:tc>
          <w:tcPr>
            <w:tcW w:w="604" w:type="dxa"/>
            <w:hideMark/>
          </w:tcPr>
          <w:p w14:paraId="3ED132B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72</w:t>
            </w:r>
          </w:p>
        </w:tc>
      </w:tr>
      <w:tr w:rsidR="00884075" w:rsidRPr="003C5192" w14:paraId="6850944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68D752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BD396D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F4F32F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C63EF2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prin frezare, rabotare, mortezare</w:t>
            </w:r>
          </w:p>
        </w:tc>
        <w:tc>
          <w:tcPr>
            <w:tcW w:w="604" w:type="dxa"/>
            <w:hideMark/>
          </w:tcPr>
          <w:p w14:paraId="30DB4E1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73</w:t>
            </w:r>
          </w:p>
        </w:tc>
      </w:tr>
      <w:tr w:rsidR="00884075" w:rsidRPr="003C5192" w14:paraId="1641B22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655A7F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F1A44D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DD0B5B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AD808B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prin netezire</w:t>
            </w:r>
          </w:p>
        </w:tc>
        <w:tc>
          <w:tcPr>
            <w:tcW w:w="604" w:type="dxa"/>
            <w:hideMark/>
          </w:tcPr>
          <w:p w14:paraId="1CD4440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74</w:t>
            </w:r>
          </w:p>
        </w:tc>
      </w:tr>
      <w:tr w:rsidR="00884075" w:rsidRPr="003C5192" w14:paraId="55143D8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15D640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6D442A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80DEB4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90861E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Prelucrarea prin rectificare</w:t>
            </w:r>
          </w:p>
        </w:tc>
        <w:tc>
          <w:tcPr>
            <w:tcW w:w="604" w:type="dxa"/>
            <w:hideMark/>
          </w:tcPr>
          <w:p w14:paraId="21A1BE74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75</w:t>
            </w:r>
          </w:p>
        </w:tc>
      </w:tr>
      <w:tr w:rsidR="00884075" w:rsidRPr="003C5192" w14:paraId="5E0820B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48A737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E7D426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669218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A3886D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mecanice</w:t>
            </w:r>
          </w:p>
        </w:tc>
        <w:tc>
          <w:tcPr>
            <w:tcW w:w="604" w:type="dxa"/>
            <w:hideMark/>
          </w:tcPr>
          <w:p w14:paraId="6599F2E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76</w:t>
            </w:r>
          </w:p>
        </w:tc>
      </w:tr>
      <w:tr w:rsidR="00884075" w:rsidRPr="003C5192" w14:paraId="3CCCFE53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8DC116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D947F1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4DCC47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469CFA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pe strunguri semiautomate</w:t>
            </w:r>
          </w:p>
        </w:tc>
        <w:tc>
          <w:tcPr>
            <w:tcW w:w="604" w:type="dxa"/>
            <w:hideMark/>
          </w:tcPr>
          <w:p w14:paraId="3A507CB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77</w:t>
            </w:r>
          </w:p>
        </w:tc>
      </w:tr>
      <w:tr w:rsidR="00884075" w:rsidRPr="003C5192" w14:paraId="157F452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F45967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BA909D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EEAB3E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D046CF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Prelucrări prin strunjire</w:t>
            </w:r>
          </w:p>
        </w:tc>
        <w:tc>
          <w:tcPr>
            <w:tcW w:w="604" w:type="dxa"/>
            <w:hideMark/>
          </w:tcPr>
          <w:p w14:paraId="2DD668C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78</w:t>
            </w:r>
          </w:p>
        </w:tc>
      </w:tr>
      <w:tr w:rsidR="00884075" w:rsidRPr="003C5192" w14:paraId="55582E80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E8DE53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49EE08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E1825F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F75FBF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Procese de fabricație pe MCN</w:t>
            </w:r>
          </w:p>
        </w:tc>
        <w:tc>
          <w:tcPr>
            <w:tcW w:w="604" w:type="dxa"/>
            <w:hideMark/>
          </w:tcPr>
          <w:p w14:paraId="3C4F9D74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79</w:t>
            </w:r>
          </w:p>
        </w:tc>
      </w:tr>
      <w:tr w:rsidR="00884075" w:rsidRPr="003C5192" w14:paraId="5793866B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2FCC9A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6D0EDC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83DAFA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18939E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Procese de realizare a pieselor turnate</w:t>
            </w:r>
          </w:p>
        </w:tc>
        <w:tc>
          <w:tcPr>
            <w:tcW w:w="604" w:type="dxa"/>
            <w:hideMark/>
          </w:tcPr>
          <w:p w14:paraId="787FBD7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80</w:t>
            </w:r>
          </w:p>
        </w:tc>
      </w:tr>
      <w:tr w:rsidR="00884075" w:rsidRPr="003C5192" w14:paraId="65D254B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198A62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82A82C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1E8D68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C79D92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Produse refractare și termoizolante</w:t>
            </w:r>
          </w:p>
        </w:tc>
        <w:tc>
          <w:tcPr>
            <w:tcW w:w="604" w:type="dxa"/>
            <w:hideMark/>
          </w:tcPr>
          <w:p w14:paraId="098C48D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81</w:t>
            </w:r>
          </w:p>
        </w:tc>
      </w:tr>
      <w:tr w:rsidR="00884075" w:rsidRPr="003C5192" w14:paraId="6494A24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109B63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C9F665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A2611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1697D9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Reglementări și legislație navală</w:t>
            </w:r>
          </w:p>
        </w:tc>
        <w:tc>
          <w:tcPr>
            <w:tcW w:w="604" w:type="dxa"/>
            <w:hideMark/>
          </w:tcPr>
          <w:p w14:paraId="7703B71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82</w:t>
            </w:r>
          </w:p>
        </w:tc>
      </w:tr>
      <w:tr w:rsidR="00884075" w:rsidRPr="003C5192" w14:paraId="7E7D22A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3522A0C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C7E354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60CFAA5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19C747A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Repararea aparatelor de mecanică fină</w:t>
            </w:r>
          </w:p>
        </w:tc>
        <w:tc>
          <w:tcPr>
            <w:tcW w:w="604" w:type="dxa"/>
            <w:hideMark/>
          </w:tcPr>
          <w:p w14:paraId="0D152019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83</w:t>
            </w:r>
          </w:p>
        </w:tc>
      </w:tr>
      <w:tr w:rsidR="00884075" w:rsidRPr="003C5192" w14:paraId="227740CA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1A7CDD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D8FA0B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A158BD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7A348A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Repararea subansamblurilor mașinilor, utilajelor și instalațiilor</w:t>
            </w:r>
          </w:p>
        </w:tc>
        <w:tc>
          <w:tcPr>
            <w:tcW w:w="604" w:type="dxa"/>
            <w:hideMark/>
          </w:tcPr>
          <w:p w14:paraId="0E27A87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84</w:t>
            </w:r>
          </w:p>
        </w:tc>
      </w:tr>
      <w:tr w:rsidR="00884075" w:rsidRPr="003C5192" w14:paraId="217F24E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3FD518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82CD70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B42B3A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8F24A9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Revizia și întreținerea construcțiilor metalice</w:t>
            </w:r>
          </w:p>
        </w:tc>
        <w:tc>
          <w:tcPr>
            <w:tcW w:w="604" w:type="dxa"/>
            <w:hideMark/>
          </w:tcPr>
          <w:p w14:paraId="422506B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85</w:t>
            </w:r>
          </w:p>
        </w:tc>
      </w:tr>
      <w:tr w:rsidR="00884075" w:rsidRPr="003C5192" w14:paraId="24766088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5B7488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366F72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0247A4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273808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Subansamblurile construcțiilor metalice</w:t>
            </w:r>
          </w:p>
        </w:tc>
        <w:tc>
          <w:tcPr>
            <w:tcW w:w="604" w:type="dxa"/>
            <w:hideMark/>
          </w:tcPr>
          <w:p w14:paraId="1415D418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86</w:t>
            </w:r>
          </w:p>
        </w:tc>
      </w:tr>
      <w:tr w:rsidR="00884075" w:rsidRPr="003C5192" w14:paraId="317B6F14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C6203A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7329A4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B5628D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736A2BD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Sudarea prin topire și presiune</w:t>
            </w:r>
          </w:p>
        </w:tc>
        <w:tc>
          <w:tcPr>
            <w:tcW w:w="604" w:type="dxa"/>
            <w:hideMark/>
          </w:tcPr>
          <w:p w14:paraId="4B204EC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87</w:t>
            </w:r>
          </w:p>
        </w:tc>
      </w:tr>
      <w:tr w:rsidR="00884075" w:rsidRPr="003C5192" w14:paraId="361A1E05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76127F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547C09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CB45D1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E63F4F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Tăierea termică a metalelor</w:t>
            </w:r>
          </w:p>
        </w:tc>
        <w:tc>
          <w:tcPr>
            <w:tcW w:w="604" w:type="dxa"/>
            <w:hideMark/>
          </w:tcPr>
          <w:p w14:paraId="4BB9E885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88</w:t>
            </w:r>
          </w:p>
        </w:tc>
      </w:tr>
      <w:tr w:rsidR="00884075" w:rsidRPr="003C5192" w14:paraId="5845F8C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2FE684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4F34A0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46CC1E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B573A9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așchierii pe mașini unelte convenționale</w:t>
            </w:r>
          </w:p>
        </w:tc>
        <w:tc>
          <w:tcPr>
            <w:tcW w:w="604" w:type="dxa"/>
            <w:hideMark/>
          </w:tcPr>
          <w:p w14:paraId="0C70A3B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89</w:t>
            </w:r>
          </w:p>
        </w:tc>
      </w:tr>
      <w:tr w:rsidR="00884075" w:rsidRPr="003C5192" w14:paraId="099DE3C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F66AF5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161281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74B0C5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5260CB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Tehnologia forării sondelor</w:t>
            </w:r>
          </w:p>
        </w:tc>
        <w:tc>
          <w:tcPr>
            <w:tcW w:w="604" w:type="dxa"/>
            <w:hideMark/>
          </w:tcPr>
          <w:p w14:paraId="2FC3E7BC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90</w:t>
            </w:r>
          </w:p>
        </w:tc>
      </w:tr>
      <w:tr w:rsidR="00884075" w:rsidRPr="003C5192" w14:paraId="06ED692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938F46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690517D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36F853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855819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Transportul gazelor</w:t>
            </w:r>
          </w:p>
        </w:tc>
        <w:tc>
          <w:tcPr>
            <w:tcW w:w="604" w:type="dxa"/>
            <w:hideMark/>
          </w:tcPr>
          <w:p w14:paraId="33596110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91</w:t>
            </w:r>
          </w:p>
        </w:tc>
      </w:tr>
      <w:tr w:rsidR="00884075" w:rsidRPr="003C5192" w14:paraId="23FBBC66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CE885F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F682B6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A56AE2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A63881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Tratamente termice și termochimice</w:t>
            </w:r>
          </w:p>
        </w:tc>
        <w:tc>
          <w:tcPr>
            <w:tcW w:w="604" w:type="dxa"/>
            <w:hideMark/>
          </w:tcPr>
          <w:p w14:paraId="47690BEF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92</w:t>
            </w:r>
          </w:p>
        </w:tc>
      </w:tr>
      <w:tr w:rsidR="00884075" w:rsidRPr="003C5192" w14:paraId="5563343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0B77501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7B48AE0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E48AE9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55F8AE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Tratarea oțelului lichid</w:t>
            </w:r>
          </w:p>
        </w:tc>
        <w:tc>
          <w:tcPr>
            <w:tcW w:w="604" w:type="dxa"/>
            <w:hideMark/>
          </w:tcPr>
          <w:p w14:paraId="2D5FF5BE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93</w:t>
            </w:r>
          </w:p>
        </w:tc>
      </w:tr>
      <w:tr w:rsidR="00884075" w:rsidRPr="003C5192" w14:paraId="004607A7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9D80D8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08C008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25FD515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226AB6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Turbine cu abur/gaze</w:t>
            </w:r>
          </w:p>
        </w:tc>
        <w:tc>
          <w:tcPr>
            <w:tcW w:w="604" w:type="dxa"/>
            <w:hideMark/>
          </w:tcPr>
          <w:p w14:paraId="208A9A1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94</w:t>
            </w:r>
          </w:p>
        </w:tc>
      </w:tr>
      <w:tr w:rsidR="00884075" w:rsidRPr="003C5192" w14:paraId="30CC345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9A04AF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569A40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0C679C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93A1C5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Turbine și instalații auxiliare</w:t>
            </w:r>
          </w:p>
        </w:tc>
        <w:tc>
          <w:tcPr>
            <w:tcW w:w="604" w:type="dxa"/>
            <w:hideMark/>
          </w:tcPr>
          <w:p w14:paraId="555ECC30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95</w:t>
            </w:r>
          </w:p>
        </w:tc>
      </w:tr>
      <w:tr w:rsidR="00884075" w:rsidRPr="003C5192" w14:paraId="73AA290D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4FFC9F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3F3C79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A3CFB45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508052D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Turnarea oțelului lichid</w:t>
            </w:r>
          </w:p>
        </w:tc>
        <w:tc>
          <w:tcPr>
            <w:tcW w:w="604" w:type="dxa"/>
            <w:hideMark/>
          </w:tcPr>
          <w:p w14:paraId="65F7EF74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96</w:t>
            </w:r>
          </w:p>
        </w:tc>
      </w:tr>
      <w:tr w:rsidR="00884075" w:rsidRPr="003C5192" w14:paraId="4D78533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1F5D7D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F66910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0CD764C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3E431EC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portuare</w:t>
            </w:r>
          </w:p>
        </w:tc>
        <w:tc>
          <w:tcPr>
            <w:tcW w:w="604" w:type="dxa"/>
            <w:hideMark/>
          </w:tcPr>
          <w:p w14:paraId="3001BB39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97</w:t>
            </w:r>
          </w:p>
        </w:tc>
      </w:tr>
      <w:tr w:rsidR="00884075" w:rsidRPr="003C5192" w14:paraId="0BDDF04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C1E740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5756DA3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9FEFC8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62A7A86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și instalații auxiliare</w:t>
            </w:r>
          </w:p>
        </w:tc>
        <w:tc>
          <w:tcPr>
            <w:tcW w:w="604" w:type="dxa"/>
            <w:hideMark/>
          </w:tcPr>
          <w:p w14:paraId="26AB11FD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98</w:t>
            </w:r>
          </w:p>
        </w:tc>
      </w:tr>
      <w:tr w:rsidR="00884075" w:rsidRPr="003C5192" w14:paraId="595F0A11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C58883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4B6DD848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00F0E2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6C9E0F3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Utilaje și instalații conexe furnalului</w:t>
            </w:r>
          </w:p>
        </w:tc>
        <w:tc>
          <w:tcPr>
            <w:tcW w:w="604" w:type="dxa"/>
            <w:hideMark/>
          </w:tcPr>
          <w:p w14:paraId="06BB4552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99</w:t>
            </w:r>
          </w:p>
        </w:tc>
      </w:tr>
      <w:tr w:rsidR="00884075" w:rsidRPr="003C5192" w14:paraId="4E7CA43C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2E121F9E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853CA6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1188179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2CFD338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Utilajul și tehnologia trefilării și tragerii</w:t>
            </w:r>
          </w:p>
        </w:tc>
        <w:tc>
          <w:tcPr>
            <w:tcW w:w="604" w:type="dxa"/>
            <w:hideMark/>
          </w:tcPr>
          <w:p w14:paraId="08AF7733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100</w:t>
            </w:r>
          </w:p>
        </w:tc>
      </w:tr>
      <w:tr w:rsidR="00884075" w:rsidRPr="003C5192" w14:paraId="4D97D6D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1EB5814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342DD88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5DD7F14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04F3862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Verificarea parametrilor specifici în foraj-extracție</w:t>
            </w:r>
          </w:p>
        </w:tc>
        <w:tc>
          <w:tcPr>
            <w:tcW w:w="604" w:type="dxa"/>
            <w:hideMark/>
          </w:tcPr>
          <w:p w14:paraId="3A32E56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101</w:t>
            </w:r>
          </w:p>
        </w:tc>
      </w:tr>
      <w:tr w:rsidR="00884075" w:rsidRPr="003C5192" w14:paraId="2F703779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551AE7C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043B858F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A7F698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4FF80A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Vitalitate și salvare</w:t>
            </w:r>
          </w:p>
        </w:tc>
        <w:tc>
          <w:tcPr>
            <w:tcW w:w="604" w:type="dxa"/>
            <w:hideMark/>
          </w:tcPr>
          <w:p w14:paraId="58F7A48A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102</w:t>
            </w:r>
          </w:p>
        </w:tc>
      </w:tr>
      <w:tr w:rsidR="00884075" w:rsidRPr="003C5192" w14:paraId="4B9C8C3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7F0CE1AA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C3A264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4DDA49E1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A511467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Vopsirea elementelor de caroserie</w:t>
            </w:r>
          </w:p>
        </w:tc>
        <w:tc>
          <w:tcPr>
            <w:tcW w:w="604" w:type="dxa"/>
            <w:hideMark/>
          </w:tcPr>
          <w:p w14:paraId="2388A131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103</w:t>
            </w:r>
          </w:p>
        </w:tc>
      </w:tr>
      <w:tr w:rsidR="00884075" w:rsidRPr="003C5192" w14:paraId="1904CF5E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4FBD369C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28E4E3D4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7004F7B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09A0B839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Zidirea cuptoarelor metalurgice</w:t>
            </w:r>
          </w:p>
        </w:tc>
        <w:tc>
          <w:tcPr>
            <w:tcW w:w="604" w:type="dxa"/>
            <w:hideMark/>
          </w:tcPr>
          <w:p w14:paraId="75C81CC6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104</w:t>
            </w:r>
          </w:p>
        </w:tc>
      </w:tr>
      <w:tr w:rsidR="00884075" w:rsidRPr="003C5192" w14:paraId="3EE2774F" w14:textId="77777777" w:rsidTr="003C5192">
        <w:trPr>
          <w:trHeight w:val="20"/>
        </w:trPr>
        <w:tc>
          <w:tcPr>
            <w:tcW w:w="1218" w:type="dxa"/>
            <w:vMerge/>
            <w:hideMark/>
          </w:tcPr>
          <w:p w14:paraId="6894114D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148" w:type="dxa"/>
            <w:vMerge/>
            <w:hideMark/>
          </w:tcPr>
          <w:p w14:paraId="1368B41B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1913" w:type="dxa"/>
            <w:vMerge/>
            <w:hideMark/>
          </w:tcPr>
          <w:p w14:paraId="32D23053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</w:p>
        </w:tc>
        <w:tc>
          <w:tcPr>
            <w:tcW w:w="4179" w:type="dxa"/>
            <w:hideMark/>
          </w:tcPr>
          <w:p w14:paraId="4494A2B0" w14:textId="77777777" w:rsidR="00884075" w:rsidRPr="003C5192" w:rsidRDefault="00884075" w:rsidP="003C5192">
            <w:pPr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Zidirea utilajelor de turnare</w:t>
            </w:r>
          </w:p>
        </w:tc>
        <w:tc>
          <w:tcPr>
            <w:tcW w:w="604" w:type="dxa"/>
            <w:hideMark/>
          </w:tcPr>
          <w:p w14:paraId="15321F2B" w14:textId="77777777" w:rsidR="00884075" w:rsidRPr="003C5192" w:rsidRDefault="00884075" w:rsidP="00D87A8C">
            <w:pPr>
              <w:jc w:val="center"/>
              <w:rPr>
                <w:color w:val="000000"/>
                <w:lang w:val="ro-RO"/>
              </w:rPr>
            </w:pPr>
            <w:r w:rsidRPr="003C5192">
              <w:rPr>
                <w:color w:val="000000"/>
                <w:lang w:val="ro-RO"/>
              </w:rPr>
              <w:t>105</w:t>
            </w:r>
          </w:p>
        </w:tc>
      </w:tr>
    </w:tbl>
    <w:p w14:paraId="40FE6448" w14:textId="77777777" w:rsidR="00817603" w:rsidRPr="003C5192" w:rsidRDefault="00817603" w:rsidP="003C5192">
      <w:pPr>
        <w:rPr>
          <w:color w:val="000000"/>
          <w:lang w:val="ro-RO"/>
        </w:rPr>
      </w:pPr>
    </w:p>
    <w:p w14:paraId="369DAD0E" w14:textId="77777777" w:rsidR="001F3DB2" w:rsidRPr="003C5192" w:rsidRDefault="001F3DB2" w:rsidP="003C5192">
      <w:pPr>
        <w:rPr>
          <w:lang w:val="ro-RO"/>
        </w:rPr>
      </w:pPr>
      <w:bookmarkStart w:id="0" w:name="_GoBack"/>
      <w:bookmarkEnd w:id="0"/>
    </w:p>
    <w:sectPr w:rsidR="001F3DB2" w:rsidRPr="003C5192" w:rsidSect="00C77DF7">
      <w:footerReference w:type="default" r:id="rId8"/>
      <w:pgSz w:w="11906" w:h="16838"/>
      <w:pgMar w:top="1417" w:right="1417" w:bottom="1417" w:left="1417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4F4C2" w14:textId="77777777" w:rsidR="00DD5424" w:rsidRDefault="00DD5424" w:rsidP="00817603">
      <w:r>
        <w:separator/>
      </w:r>
    </w:p>
  </w:endnote>
  <w:endnote w:type="continuationSeparator" w:id="0">
    <w:p w14:paraId="289C75E5" w14:textId="77777777" w:rsidR="00DD5424" w:rsidRDefault="00DD5424" w:rsidP="0081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270225"/>
      <w:docPartObj>
        <w:docPartGallery w:val="Page Numbers (Bottom of Page)"/>
        <w:docPartUnique/>
      </w:docPartObj>
    </w:sdtPr>
    <w:sdtEndPr/>
    <w:sdtContent>
      <w:p w14:paraId="05D4CF39" w14:textId="752ADD9C" w:rsidR="0015722E" w:rsidRDefault="0015722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424" w:rsidRPr="00DD5424">
          <w:rPr>
            <w:noProof/>
            <w:lang w:val="ro-RO"/>
          </w:rPr>
          <w:t>54</w:t>
        </w:r>
        <w:r>
          <w:fldChar w:fldCharType="end"/>
        </w:r>
      </w:p>
    </w:sdtContent>
  </w:sdt>
  <w:p w14:paraId="4693B166" w14:textId="77777777" w:rsidR="0015722E" w:rsidRDefault="00157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E1817" w14:textId="77777777" w:rsidR="00DD5424" w:rsidRDefault="00DD5424" w:rsidP="00817603">
      <w:r>
        <w:separator/>
      </w:r>
    </w:p>
  </w:footnote>
  <w:footnote w:type="continuationSeparator" w:id="0">
    <w:p w14:paraId="15F0C9FD" w14:textId="77777777" w:rsidR="00DD5424" w:rsidRDefault="00DD5424" w:rsidP="00817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4F"/>
    <w:rsid w:val="00026C40"/>
    <w:rsid w:val="0004064F"/>
    <w:rsid w:val="001333FD"/>
    <w:rsid w:val="0015722E"/>
    <w:rsid w:val="00157415"/>
    <w:rsid w:val="00164F7D"/>
    <w:rsid w:val="001777B5"/>
    <w:rsid w:val="00181214"/>
    <w:rsid w:val="001C7EB6"/>
    <w:rsid w:val="001F3DB2"/>
    <w:rsid w:val="00247B3F"/>
    <w:rsid w:val="002A4C0C"/>
    <w:rsid w:val="002F25A2"/>
    <w:rsid w:val="003C462E"/>
    <w:rsid w:val="003C5192"/>
    <w:rsid w:val="00524F08"/>
    <w:rsid w:val="00635DB0"/>
    <w:rsid w:val="0078404A"/>
    <w:rsid w:val="00817603"/>
    <w:rsid w:val="00876462"/>
    <w:rsid w:val="00884075"/>
    <w:rsid w:val="008D29AC"/>
    <w:rsid w:val="00981426"/>
    <w:rsid w:val="00992AE0"/>
    <w:rsid w:val="00A00F8F"/>
    <w:rsid w:val="00A21458"/>
    <w:rsid w:val="00A532DF"/>
    <w:rsid w:val="00AA1595"/>
    <w:rsid w:val="00AC4F8E"/>
    <w:rsid w:val="00B136FA"/>
    <w:rsid w:val="00B765EF"/>
    <w:rsid w:val="00BD3721"/>
    <w:rsid w:val="00C2177B"/>
    <w:rsid w:val="00C35F9C"/>
    <w:rsid w:val="00C77DF7"/>
    <w:rsid w:val="00D21E4D"/>
    <w:rsid w:val="00D40C9F"/>
    <w:rsid w:val="00D87A8C"/>
    <w:rsid w:val="00DD5424"/>
    <w:rsid w:val="00DF4116"/>
    <w:rsid w:val="00E512D3"/>
    <w:rsid w:val="00EA5D2F"/>
    <w:rsid w:val="00EE2221"/>
    <w:rsid w:val="00E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9A0C"/>
  <w15:chartTrackingRefBased/>
  <w15:docId w15:val="{B42543B9-6D70-462E-B5F2-03CEA431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6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603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8176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603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styleId="Hyperlink">
    <w:name w:val="Hyperlink"/>
    <w:basedOn w:val="DefaultParagraphFont"/>
    <w:uiPriority w:val="99"/>
    <w:semiHidden/>
    <w:unhideWhenUsed/>
    <w:rsid w:val="0088407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4075"/>
    <w:rPr>
      <w:color w:val="800080"/>
      <w:u w:val="single"/>
    </w:rPr>
  </w:style>
  <w:style w:type="paragraph" w:customStyle="1" w:styleId="msonormal0">
    <w:name w:val="msonormal"/>
    <w:basedOn w:val="Normal"/>
    <w:rsid w:val="00884075"/>
    <w:pPr>
      <w:spacing w:before="100" w:beforeAutospacing="1" w:after="100" w:afterAutospacing="1"/>
    </w:pPr>
    <w:rPr>
      <w:sz w:val="24"/>
      <w:szCs w:val="24"/>
      <w:lang w:val="ro-RO"/>
    </w:rPr>
  </w:style>
  <w:style w:type="paragraph" w:customStyle="1" w:styleId="xl64">
    <w:name w:val="xl64"/>
    <w:basedOn w:val="Normal"/>
    <w:rsid w:val="00884075"/>
    <w:pPr>
      <w:spacing w:before="100" w:beforeAutospacing="1" w:after="100" w:afterAutospacing="1"/>
    </w:pPr>
    <w:rPr>
      <w:rFonts w:ascii="Calibri" w:hAnsi="Calibri" w:cs="Calibri"/>
      <w:sz w:val="24"/>
      <w:szCs w:val="24"/>
      <w:lang w:val="ro-RO"/>
    </w:rPr>
  </w:style>
  <w:style w:type="paragraph" w:customStyle="1" w:styleId="xl65">
    <w:name w:val="xl65"/>
    <w:basedOn w:val="Normal"/>
    <w:rsid w:val="00884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  <w:lang w:val="ro-RO"/>
    </w:rPr>
  </w:style>
  <w:style w:type="paragraph" w:customStyle="1" w:styleId="xl66">
    <w:name w:val="xl66"/>
    <w:basedOn w:val="Normal"/>
    <w:rsid w:val="00884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884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A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AE0"/>
    <w:rPr>
      <w:rFonts w:ascii="Segoe UI" w:eastAsia="Times New Roman" w:hAnsi="Segoe UI" w:cs="Segoe UI"/>
      <w:sz w:val="18"/>
      <w:szCs w:val="18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55372-8B44-4162-A1FA-EBBD4254047C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B9FB5BA-8406-4E65-87BC-6F7F9DAD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188</TotalTime>
  <Pages>11</Pages>
  <Words>2812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37</cp:revision>
  <cp:lastPrinted>2018-12-17T12:07:00Z</cp:lastPrinted>
  <dcterms:created xsi:type="dcterms:W3CDTF">2018-11-14T17:57:00Z</dcterms:created>
  <dcterms:modified xsi:type="dcterms:W3CDTF">2020-02-17T17:26:00Z</dcterms:modified>
</cp:coreProperties>
</file>